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0FA17" w14:textId="45885F6D" w:rsidR="0058327B" w:rsidRPr="00F23CC7" w:rsidRDefault="00F422D3" w:rsidP="000D227E">
      <w:pPr>
        <w:pStyle w:val="Titul1"/>
        <w:spacing w:after="0"/>
        <w:rPr>
          <w:sz w:val="36"/>
        </w:rPr>
      </w:pPr>
      <w:r w:rsidRPr="00F23CC7">
        <w:rPr>
          <w:sz w:val="40"/>
        </w:rPr>
        <w:t>S</w:t>
      </w:r>
      <w:r w:rsidR="003F5723" w:rsidRPr="00F23CC7">
        <w:rPr>
          <w:sz w:val="40"/>
        </w:rPr>
        <w:t xml:space="preserve">mlouva o dílo na zhotovení </w:t>
      </w:r>
      <w:r w:rsidR="00932BDF" w:rsidRPr="00F23CC7">
        <w:rPr>
          <w:sz w:val="40"/>
        </w:rPr>
        <w:t>Záměr</w:t>
      </w:r>
      <w:r w:rsidR="00AE0FF7" w:rsidRPr="00F23CC7">
        <w:rPr>
          <w:sz w:val="40"/>
        </w:rPr>
        <w:t>u</w:t>
      </w:r>
      <w:r w:rsidR="00932BDF" w:rsidRPr="00F23CC7">
        <w:rPr>
          <w:sz w:val="40"/>
        </w:rPr>
        <w:t xml:space="preserve"> projektu</w:t>
      </w:r>
      <w:r w:rsidR="00AA258C" w:rsidRPr="00F23CC7">
        <w:rPr>
          <w:sz w:val="40"/>
        </w:rPr>
        <w:t>,</w:t>
      </w:r>
      <w:r w:rsidR="00F5656F" w:rsidRPr="00F23CC7">
        <w:rPr>
          <w:sz w:val="40"/>
        </w:rPr>
        <w:t xml:space="preserve"> </w:t>
      </w:r>
      <w:r w:rsidR="00AE0FF7" w:rsidRPr="00F23CC7">
        <w:rPr>
          <w:sz w:val="40"/>
        </w:rPr>
        <w:t xml:space="preserve">Projektové </w:t>
      </w:r>
      <w:r w:rsidR="00897796" w:rsidRPr="00F23CC7">
        <w:rPr>
          <w:sz w:val="40"/>
        </w:rPr>
        <w:t>d</w:t>
      </w:r>
      <w:r w:rsidR="003F5723" w:rsidRPr="00F23CC7">
        <w:rPr>
          <w:sz w:val="40"/>
        </w:rPr>
        <w:t xml:space="preserve">okumentace pro </w:t>
      </w:r>
      <w:r w:rsidR="00AD4AEF" w:rsidRPr="00F23CC7">
        <w:rPr>
          <w:sz w:val="40"/>
        </w:rPr>
        <w:t xml:space="preserve">povolení stavby </w:t>
      </w:r>
      <w:r w:rsidR="0058327B" w:rsidRPr="00F23CC7">
        <w:rPr>
          <w:sz w:val="40"/>
        </w:rPr>
        <w:t>a Dozor projektanta</w:t>
      </w:r>
      <w:r w:rsidR="00FF1625" w:rsidRPr="00F23CC7">
        <w:rPr>
          <w:sz w:val="40"/>
        </w:rPr>
        <w:t xml:space="preserve"> při zpracování PDPS</w:t>
      </w:r>
    </w:p>
    <w:p w14:paraId="42B9B52B" w14:textId="029B3AA3" w:rsidR="00402B45" w:rsidRPr="000D227E" w:rsidRDefault="00F422D3" w:rsidP="006737E9">
      <w:pPr>
        <w:pStyle w:val="Titul2"/>
        <w:spacing w:before="240"/>
        <w:rPr>
          <w:sz w:val="44"/>
          <w:szCs w:val="44"/>
        </w:rPr>
      </w:pPr>
      <w:r w:rsidRPr="00F23CC7">
        <w:rPr>
          <w:sz w:val="40"/>
          <w:szCs w:val="44"/>
        </w:rPr>
        <w:t xml:space="preserve">Název zakázky: </w:t>
      </w:r>
      <w:r w:rsidR="008B3A8A" w:rsidRPr="00F23CC7">
        <w:rPr>
          <w:rStyle w:val="Nzevakce"/>
          <w:b/>
          <w:sz w:val="40"/>
          <w:szCs w:val="44"/>
        </w:rPr>
        <w:t>“RS 5</w:t>
      </w:r>
      <w:r w:rsidR="00E14844">
        <w:rPr>
          <w:rStyle w:val="Nzevakce"/>
          <w:b/>
          <w:sz w:val="40"/>
          <w:szCs w:val="44"/>
        </w:rPr>
        <w:t xml:space="preserve"> Náchod – státní hranice</w:t>
      </w:r>
      <w:r w:rsidR="008B3A8A" w:rsidRPr="00F23CC7">
        <w:rPr>
          <w:rStyle w:val="Nzevakce"/>
          <w:b/>
          <w:sz w:val="40"/>
          <w:szCs w:val="44"/>
        </w:rPr>
        <w:t>“</w:t>
      </w: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3CCC05D2" w14:textId="7207881E" w:rsidR="00F422D3" w:rsidRPr="001C61BC" w:rsidRDefault="00F422D3" w:rsidP="00B42F40">
      <w:pPr>
        <w:pStyle w:val="Textbezodsazen"/>
        <w:spacing w:after="0"/>
      </w:pPr>
      <w:r w:rsidRPr="001C61BC">
        <w:t>zapsaná v obchodním rejstříku vedeném Městským soudem v Praze,</w:t>
      </w:r>
      <w:r w:rsidR="00296D7F">
        <w:t xml:space="preserve"> </w:t>
      </w:r>
      <w:r w:rsidRPr="001C61BC">
        <w:t>spisová značka A 48384</w:t>
      </w:r>
    </w:p>
    <w:p w14:paraId="7A082200" w14:textId="77777777" w:rsidR="00F422D3" w:rsidRPr="000D227E" w:rsidRDefault="00F422D3" w:rsidP="005826F7">
      <w:pPr>
        <w:pStyle w:val="Textbezodsazen"/>
        <w:spacing w:before="120" w:after="0"/>
      </w:pPr>
      <w:r w:rsidRPr="001C61BC">
        <w:t>zastoupena</w:t>
      </w:r>
      <w:r w:rsidRPr="008B3A8A">
        <w:t xml:space="preserve">: </w:t>
      </w:r>
      <w:r w:rsidRPr="00296D7F">
        <w:rPr>
          <w:b/>
        </w:rPr>
        <w:t>Ing. Mojmírem Nejezchlebem</w:t>
      </w:r>
      <w:r w:rsidRPr="000D227E">
        <w:t xml:space="preserve">, náměstkem GŘ pro modernizaci dráhy </w:t>
      </w:r>
    </w:p>
    <w:p w14:paraId="250D5C9A" w14:textId="77777777" w:rsidR="00F422D3" w:rsidRPr="001C61BC" w:rsidRDefault="00F422D3" w:rsidP="00B42F40">
      <w:pPr>
        <w:pStyle w:val="Textbezodsazen"/>
      </w:pPr>
      <w:r w:rsidRPr="000D227E">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43D61D17" w:rsidR="00536D8F" w:rsidRDefault="00536D8F" w:rsidP="00536D8F">
      <w:pPr>
        <w:pStyle w:val="Textbezodsazen"/>
      </w:pPr>
      <w:r w:rsidRPr="00153D42">
        <w:t xml:space="preserve">Stavební správa </w:t>
      </w:r>
      <w:r w:rsidR="00536161">
        <w:t>vysokorychlostních tratí, V Celnici 1028/10, Praha 1 – Nové Město, PSČ 110 00</w:t>
      </w:r>
    </w:p>
    <w:p w14:paraId="0FB7DB86" w14:textId="7A154B50" w:rsidR="00F422D3" w:rsidRDefault="00F422D3" w:rsidP="00B42F40">
      <w:pPr>
        <w:pStyle w:val="Textbezodsazen"/>
        <w:spacing w:after="0"/>
      </w:pPr>
      <w:r>
        <w:t>číslo smlouvy</w:t>
      </w:r>
      <w:r w:rsidR="00296D7F">
        <w:t xml:space="preserve"> Objednatele</w:t>
      </w:r>
      <w:r>
        <w:t>: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0B361F89" w:rsidR="00F422D3" w:rsidRPr="006737E9" w:rsidRDefault="00F422D3" w:rsidP="00536161">
      <w:pPr>
        <w:pStyle w:val="Textbezodsazen"/>
        <w:spacing w:after="0"/>
      </w:pPr>
      <w:r w:rsidRPr="006737E9">
        <w:t xml:space="preserve">ISPROFOND: </w:t>
      </w:r>
      <w:r w:rsidR="000D227E" w:rsidRPr="006737E9">
        <w:t xml:space="preserve">500 354 0004 </w:t>
      </w:r>
      <w:r w:rsidR="000D227E" w:rsidRPr="006737E9">
        <w:rPr>
          <w:i/>
        </w:rPr>
        <w:t>- Příprava akcí rychlých spojení</w:t>
      </w:r>
    </w:p>
    <w:p w14:paraId="5582433D" w14:textId="1A5DD111" w:rsidR="006737E9" w:rsidRPr="006737E9" w:rsidRDefault="006737E9" w:rsidP="006737E9">
      <w:pPr>
        <w:pStyle w:val="Textbezodsazen"/>
      </w:pPr>
      <w:r>
        <w:t xml:space="preserve">Sub. </w:t>
      </w:r>
      <w:proofErr w:type="spellStart"/>
      <w:r w:rsidRPr="006737E9">
        <w:t>ISPROF</w:t>
      </w:r>
      <w:r>
        <w:t>i</w:t>
      </w:r>
      <w:r w:rsidR="00A05E94">
        <w:t>N</w:t>
      </w:r>
      <w:proofErr w:type="spellEnd"/>
      <w:r w:rsidRPr="006737E9">
        <w:t xml:space="preserve">: </w:t>
      </w:r>
      <w:r>
        <w:t>552 352 007</w:t>
      </w:r>
      <w:r w:rsidR="00E14844">
        <w:t>6</w:t>
      </w:r>
      <w:r w:rsidRPr="006737E9">
        <w:t xml:space="preserve"> </w:t>
      </w:r>
      <w:r>
        <w:rPr>
          <w:i/>
        </w:rPr>
        <w:t>–</w:t>
      </w:r>
      <w:r w:rsidRPr="006737E9">
        <w:rPr>
          <w:i/>
        </w:rPr>
        <w:t xml:space="preserve"> </w:t>
      </w:r>
      <w:r>
        <w:rPr>
          <w:i/>
        </w:rPr>
        <w:t xml:space="preserve">RS 5 </w:t>
      </w:r>
      <w:r w:rsidR="00E14844">
        <w:rPr>
          <w:i/>
        </w:rPr>
        <w:t>Náchod – státní hranice</w:t>
      </w:r>
    </w:p>
    <w:p w14:paraId="1479785F" w14:textId="77777777" w:rsidR="00296D7F" w:rsidRDefault="00296D7F" w:rsidP="00296D7F">
      <w:pPr>
        <w:pStyle w:val="Textbezodsazen"/>
      </w:pPr>
      <w:r>
        <w:t>(</w:t>
      </w:r>
      <w:r w:rsidRPr="00B42F40">
        <w:t>dále</w:t>
      </w:r>
      <w:r>
        <w:t xml:space="preserve"> jen „</w:t>
      </w:r>
      <w:r w:rsidRPr="00F422D3">
        <w:rPr>
          <w:b/>
        </w:rPr>
        <w:t>Objednatel</w:t>
      </w:r>
      <w:r>
        <w:t>“)</w:t>
      </w:r>
    </w:p>
    <w:p w14:paraId="6244B513" w14:textId="77777777" w:rsidR="00F422D3" w:rsidRDefault="00F422D3" w:rsidP="00536161">
      <w:pPr>
        <w:pStyle w:val="Textbezodsazen"/>
        <w:spacing w:before="240" w:after="240"/>
      </w:pPr>
      <w:r w:rsidRPr="00B42F40">
        <w:t>a</w:t>
      </w: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00DA3BD5"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053A641" w14:textId="005DB335" w:rsidR="00F422D3" w:rsidRPr="00B42F40" w:rsidRDefault="00F422D3" w:rsidP="005826F7">
      <w:pPr>
        <w:pStyle w:val="Textbezodsazen"/>
        <w:spacing w:after="0"/>
        <w:jc w:val="left"/>
      </w:pPr>
      <w:r w:rsidRPr="00B42F40">
        <w:t>zapsaná v obchodním rejstříku vedeném "[</w:t>
      </w:r>
      <w:r w:rsidRPr="00B42F40">
        <w:rPr>
          <w:highlight w:val="yellow"/>
        </w:rPr>
        <w:t>VLOŽÍ ZHOTOVITEL</w:t>
      </w:r>
      <w:r w:rsidRPr="00B42F40">
        <w:t>]" soudem v "[</w:t>
      </w:r>
      <w:r w:rsidRPr="005826F7">
        <w:rPr>
          <w:highlight w:val="yellow"/>
        </w:rPr>
        <w:t>VL</w:t>
      </w:r>
      <w:r w:rsidRPr="00B42F40">
        <w:rPr>
          <w:highlight w:val="yellow"/>
        </w:rPr>
        <w:t>OŽÍ ZHOTOVITEL</w:t>
      </w:r>
      <w:r w:rsidRPr="00B42F40">
        <w:t>]",</w:t>
      </w:r>
      <w:r w:rsidR="005826F7">
        <w:t xml:space="preserve"> </w:t>
      </w: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5826F7">
      <w:pPr>
        <w:pStyle w:val="Textbezodsazen"/>
        <w:spacing w:before="120"/>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F3735E" w14:textId="77777777" w:rsidR="00536161" w:rsidRDefault="00F422D3" w:rsidP="0053616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B06DB1" w14:textId="1E3240FA" w:rsidR="00536161" w:rsidRPr="00B42F40" w:rsidRDefault="00536161" w:rsidP="00536161">
      <w:pPr>
        <w:pStyle w:val="Textbezodsazen"/>
      </w:pPr>
      <w:r w:rsidRPr="00B42F40">
        <w:t>(dále jen „</w:t>
      </w:r>
      <w:r w:rsidRPr="00B42F40">
        <w:rPr>
          <w:rStyle w:val="Tun"/>
        </w:rPr>
        <w:t>Zhotovitel</w:t>
      </w:r>
      <w:r w:rsidRPr="00B42F40">
        <w:t>“)</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35CDF01D"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1C2A4BF9"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CE67B3" w:rsidRPr="00296D7F">
        <w:rPr>
          <w:b/>
        </w:rPr>
        <w:t xml:space="preserve">RS 5 </w:t>
      </w:r>
      <w:r w:rsidR="00E14844">
        <w:rPr>
          <w:b/>
        </w:rPr>
        <w:t>Náchod – státní hranice</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1146A185" w14:textId="13DFE97F" w:rsidR="00C22047" w:rsidRPr="008B3A8A" w:rsidRDefault="003F5723" w:rsidP="00FB77C8">
      <w:pPr>
        <w:pStyle w:val="Text1-1"/>
      </w:pPr>
      <w:r>
        <w:t xml:space="preserve">Zhotovitel se zavazuje v souladu s touto Smlouvou </w:t>
      </w:r>
      <w:bookmarkStart w:id="0" w:name="_Hlk182313946"/>
      <w:r>
        <w:t xml:space="preserve">provést Dílo spočívající ve zhotovení </w:t>
      </w:r>
      <w:r w:rsidR="00536D8F">
        <w:t>Záměru projektu</w:t>
      </w:r>
      <w:r w:rsidR="00243F67">
        <w:t xml:space="preserve"> (dále též jen </w:t>
      </w:r>
      <w:r w:rsidR="00243F67" w:rsidRPr="00FB77C8">
        <w:t>„ZP“</w:t>
      </w:r>
      <w:r w:rsidR="00243F67">
        <w:t>)</w:t>
      </w:r>
      <w:r w:rsidR="00011C9B">
        <w:t xml:space="preserve"> </w:t>
      </w:r>
      <w:r w:rsidR="00536D8F">
        <w:t xml:space="preserve">a </w:t>
      </w:r>
      <w:r w:rsidR="00897796">
        <w:t>Projektové d</w:t>
      </w:r>
      <w:r>
        <w:t xml:space="preserve">okumentace pro </w:t>
      </w:r>
      <w:r w:rsidR="008E0F80">
        <w:t xml:space="preserve">povolení stavby </w:t>
      </w:r>
      <w:r>
        <w:t xml:space="preserve">(dále též jen </w:t>
      </w:r>
      <w:r w:rsidR="004500D2" w:rsidRPr="00FB77C8">
        <w:t>„</w:t>
      </w:r>
      <w:r w:rsidR="008E0F80" w:rsidRPr="00FB77C8">
        <w:t>DPS</w:t>
      </w:r>
      <w:r w:rsidR="004500D2" w:rsidRPr="00FB77C8">
        <w:t>“</w:t>
      </w:r>
      <w:r>
        <w:t xml:space="preserve">), </w:t>
      </w:r>
      <w:r w:rsidR="00964369">
        <w:t xml:space="preserve">dle specifikace uvedené </w:t>
      </w:r>
      <w:r w:rsidR="00FB77C8">
        <w:t>v </w:t>
      </w:r>
      <w:r w:rsidR="00FB77C8" w:rsidRPr="00540C94">
        <w:t xml:space="preserve">čl. 1.1 Přílohy č. 3c) </w:t>
      </w:r>
      <w:r w:rsidR="00FB77C8">
        <w:t xml:space="preserve">této Smlouvy (dále jen </w:t>
      </w:r>
      <w:r w:rsidR="00FB77C8">
        <w:lastRenderedPageBreak/>
        <w:t>„</w:t>
      </w:r>
      <w:r w:rsidR="00FB77C8" w:rsidRPr="00FB77C8">
        <w:t>ZTP</w:t>
      </w:r>
      <w:r w:rsidR="00FB77C8">
        <w:t>“)</w:t>
      </w:r>
      <w:r>
        <w:t xml:space="preserve"> a předat jej Objednateli</w:t>
      </w:r>
      <w:r w:rsidR="008C6CE7">
        <w:t xml:space="preserve"> </w:t>
      </w:r>
      <w:bookmarkStart w:id="1" w:name="_Hlk161998089"/>
      <w:r w:rsidR="008C6CE7">
        <w:t xml:space="preserve">a dále se zavazuje, že zajistí výkon Dozoru projektanta při zhotovení Projektové dokumentace pro provádění stavby (dále též jen </w:t>
      </w:r>
      <w:r w:rsidR="008C6CE7" w:rsidRPr="00FB77C8">
        <w:t>„PDPS“</w:t>
      </w:r>
      <w:r w:rsidR="008C6CE7">
        <w:t>)</w:t>
      </w:r>
      <w:r>
        <w:t>.</w:t>
      </w:r>
      <w:bookmarkEnd w:id="0"/>
      <w:r>
        <w:t xml:space="preserve"> </w:t>
      </w:r>
      <w:bookmarkEnd w:id="1"/>
      <w:r>
        <w:t xml:space="preserve">Součástí </w:t>
      </w:r>
      <w:r w:rsidR="008E0F80" w:rsidRPr="00AA258C">
        <w:t>DPS</w:t>
      </w:r>
      <w:r>
        <w:t xml:space="preserve"> budou Zhotovitelem zajištěné veškeré činn</w:t>
      </w:r>
      <w:r w:rsidR="00402B45">
        <w:t>osti koordinátora bezpečnosti a </w:t>
      </w:r>
      <w:r>
        <w:t>ochrany zdraví při práci (dále jen „</w:t>
      </w:r>
      <w:r w:rsidRPr="00FB77C8">
        <w:t>koordinátor BOZP</w:t>
      </w:r>
      <w:r>
        <w:t>“) na staveništi ve fázi přípravy, tj. při zpracování</w:t>
      </w:r>
      <w:r w:rsidR="008E0F80">
        <w:t xml:space="preserve"> DPS</w:t>
      </w:r>
      <w:r>
        <w:t xml:space="preserve">, a to v souladu se zákonem č. 309/2006 Sb., o </w:t>
      </w:r>
      <w:r w:rsidRPr="00535F7C">
        <w:t>zajištění dalších podmínek bezpečnosti a</w:t>
      </w:r>
      <w:r w:rsidR="005923F7" w:rsidRPr="00535F7C">
        <w:t> </w:t>
      </w:r>
      <w:r w:rsidRPr="00535F7C">
        <w:t>ochrany zdraví při práci, ve</w:t>
      </w:r>
      <w:r w:rsidR="00C06EFF">
        <w:t> </w:t>
      </w:r>
      <w:r w:rsidRPr="00535F7C">
        <w:t xml:space="preserve">znění </w:t>
      </w:r>
      <w:r w:rsidRPr="008B3A8A">
        <w:t xml:space="preserve">pozdějších předpisů, dle specifikace uvedené </w:t>
      </w:r>
      <w:r w:rsidR="00FB77C8" w:rsidRPr="008B3A8A">
        <w:t xml:space="preserve">v Příloze č. </w:t>
      </w:r>
      <w:proofErr w:type="gramStart"/>
      <w:r w:rsidR="00FB77C8" w:rsidRPr="008B3A8A">
        <w:t>3b</w:t>
      </w:r>
      <w:proofErr w:type="gramEnd"/>
      <w:r w:rsidR="00FB77C8" w:rsidRPr="008B3A8A">
        <w:t xml:space="preserve">) </w:t>
      </w:r>
      <w:r w:rsidR="00FB77C8">
        <w:t>této Smlouvy (dále jen „</w:t>
      </w:r>
      <w:r w:rsidR="00FB77C8" w:rsidRPr="00FB77C8">
        <w:t>VTP</w:t>
      </w:r>
      <w:r w:rsidR="00FB77C8">
        <w:t>“)</w:t>
      </w:r>
      <w:r w:rsidRPr="008B3A8A">
        <w:t>.</w:t>
      </w:r>
      <w:r w:rsidR="00C22047" w:rsidRPr="008B3A8A">
        <w:t xml:space="preserve"> </w:t>
      </w:r>
      <w:r w:rsidR="00C22047" w:rsidRPr="006737E9">
        <w:t>Dílo bude zpracováno v režimu BIM a</w:t>
      </w:r>
      <w:r w:rsidR="00B16327" w:rsidRPr="006737E9">
        <w:t> </w:t>
      </w:r>
      <w:r w:rsidR="00C22047" w:rsidRPr="006737E9">
        <w:t>součástí Díla je tak vytvoření Informačního modelu dle Přílohy č.11 BIM protokol, včetně všech jeho příloh.</w:t>
      </w:r>
      <w:r w:rsidR="0016557E" w:rsidRPr="0016557E">
        <w:t xml:space="preserve"> </w:t>
      </w:r>
      <w:r w:rsidR="00FB77C8" w:rsidRPr="006737E9">
        <w:t>(Přílohy BIM Protokolu jsou ke Smlouvě doloženy v elektronické formě)</w:t>
      </w:r>
      <w:r w:rsidR="00B03D8D" w:rsidRPr="006737E9">
        <w:t>.</w:t>
      </w:r>
      <w:r w:rsidR="00FB77C8">
        <w:t xml:space="preserve"> </w:t>
      </w:r>
      <w:r w:rsidR="0016557E" w:rsidRPr="0016557E">
        <w:t>Bližší specifikace předmětu Díla je upravena v ZTP.</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1CA75A49"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A298B">
        <w:t>ZP</w:t>
      </w:r>
      <w:r w:rsidR="00011C9B">
        <w:t xml:space="preserve"> </w:t>
      </w:r>
      <w:r w:rsidR="000A298B">
        <w:t xml:space="preserve">a </w:t>
      </w:r>
      <w:r w:rsidR="008E0F80">
        <w:t>DPS</w:t>
      </w:r>
      <w:bookmarkStart w:id="2" w:name="_Hlk184309627"/>
      <w:r w:rsidR="0016557E">
        <w:t>, CDE</w:t>
      </w:r>
      <w:r w:rsidR="0016557E" w:rsidRPr="00EC6E0B">
        <w:t xml:space="preserve"> včetně licencí a vypracování Závěrečné hodnotící zprávy</w:t>
      </w:r>
      <w:r w:rsidR="0016557E">
        <w:t xml:space="preserve"> (dále jen „</w:t>
      </w:r>
      <w:r w:rsidR="0016557E" w:rsidRPr="00EC6E0B">
        <w:rPr>
          <w:b/>
        </w:rPr>
        <w:t>CDE</w:t>
      </w:r>
      <w:r w:rsidR="0016557E">
        <w:t>“)</w:t>
      </w:r>
      <w:bookmarkEnd w:id="2"/>
      <w:r w:rsidR="008E0F80">
        <w:t xml:space="preserve"> </w:t>
      </w:r>
      <w:r w:rsidR="004E7D48" w:rsidRPr="00AA258C">
        <w:t>a řádně provedený výkon Dozoru projektanta</w:t>
      </w:r>
      <w:r>
        <w:t xml:space="preserve"> zaplatit Zhotoviteli za podmínek stanovených touto Smlou</w:t>
      </w:r>
      <w:r w:rsidR="00964369">
        <w:t>vou celkovou Cenu Díla, která v </w:t>
      </w:r>
      <w:r>
        <w:t xml:space="preserve">součtu představuje Cenu za zpracování </w:t>
      </w:r>
      <w:r w:rsidR="000A298B">
        <w:t>ZP</w:t>
      </w:r>
      <w:r w:rsidR="00D65162">
        <w:t xml:space="preserve"> </w:t>
      </w:r>
      <w:r w:rsidR="000A298B">
        <w:t>a</w:t>
      </w:r>
      <w:r w:rsidR="00906FF4">
        <w:t> </w:t>
      </w:r>
      <w:r w:rsidR="008E0F80">
        <w:t>DPS</w:t>
      </w:r>
      <w:r w:rsidR="0016557E">
        <w:t>, CDE</w:t>
      </w:r>
      <w:r w:rsidR="008E0F80">
        <w:t xml:space="preserve"> </w:t>
      </w:r>
      <w:bookmarkStart w:id="3" w:name="_Hlk161998148"/>
      <w:r w:rsidR="004E7D48">
        <w:t xml:space="preserve">a cenu za výkon Dozoru projektanta </w:t>
      </w:r>
      <w:bookmarkEnd w:id="3"/>
      <w:r w:rsidR="00F23CC7" w:rsidRPr="00F23CC7">
        <w:t xml:space="preserve">při zpracování PDPS </w:t>
      </w:r>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 xml:space="preserve">datovou zprávou na identifikátor datové schránky: </w:t>
      </w:r>
      <w:proofErr w:type="spellStart"/>
      <w:r w:rsidR="006A57A4"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9521A1">
        <w:t xml:space="preserve"> ve třech (3) tištěných originálech</w:t>
      </w:r>
      <w:r w:rsidRPr="001B4800">
        <w:t>.</w:t>
      </w:r>
    </w:p>
    <w:p w14:paraId="17803A59" w14:textId="77777777" w:rsidR="003F5723" w:rsidRDefault="003F5723" w:rsidP="003F5723">
      <w:pPr>
        <w:pStyle w:val="Text1-1"/>
      </w:pPr>
      <w:r>
        <w:t xml:space="preserve">Smluvní strany se dohodly, že stane-li se Zhotovitel nespolehlivým plátcem, ve smyslu ust. § </w:t>
      </w:r>
      <w:proofErr w:type="gramStart"/>
      <w:r>
        <w:t>106a</w:t>
      </w:r>
      <w:proofErr w:type="gramEnd"/>
      <w:r>
        <w:t xml:space="preserve">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0A019A42"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w:t>
      </w:r>
    </w:p>
    <w:p w14:paraId="79F35A2E" w14:textId="0B09B76A" w:rsidR="005B0493" w:rsidRPr="005B0493" w:rsidRDefault="001529CF" w:rsidP="006737E9">
      <w:pPr>
        <w:pStyle w:val="Text1-1"/>
        <w:rPr>
          <w:b/>
          <w:i/>
          <w:color w:val="00B050"/>
        </w:rPr>
      </w:pPr>
      <w:bookmarkStart w:id="4" w:name="_Ref53007706"/>
      <w:bookmarkStart w:id="5" w:name="_Ref51783812"/>
      <w:r>
        <w:t>NEOBSAZENO</w:t>
      </w:r>
      <w:bookmarkEnd w:id="4"/>
      <w:bookmarkEnd w:id="5"/>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xml:space="preserve">“) dohodly, že v případě, že průměrný roční index spotřebitelských cen </w:t>
      </w:r>
      <w:r w:rsidRPr="00FD09CC">
        <w:lastRenderedPageBreak/>
        <w:t>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8CDD68A" w14:textId="56373986" w:rsidR="003F5723" w:rsidRPr="00ED0187" w:rsidRDefault="003F5723" w:rsidP="003F5723">
      <w:pPr>
        <w:pStyle w:val="Text1-1"/>
      </w:pPr>
      <w:bookmarkStart w:id="6" w:name="_Hlk161826602"/>
      <w:r>
        <w:t>Místem plnění</w:t>
      </w:r>
      <w:r w:rsidR="007D63B2">
        <w:t xml:space="preserve"> </w:t>
      </w:r>
      <w:bookmarkStart w:id="7" w:name="_Hlk156464753"/>
      <w:r w:rsidR="007D63B2">
        <w:t>ZP</w:t>
      </w:r>
      <w:r w:rsidR="00D65162">
        <w:t xml:space="preserve"> </w:t>
      </w:r>
      <w:r w:rsidR="007D63B2">
        <w:t>a</w:t>
      </w:r>
      <w:r>
        <w:t xml:space="preserve"> </w:t>
      </w:r>
      <w:r w:rsidR="009521A1">
        <w:t>DPS</w:t>
      </w:r>
      <w:r w:rsidR="0016557E">
        <w:t>, CDE</w:t>
      </w:r>
      <w:r w:rsidR="009521A1">
        <w:t xml:space="preserve"> </w:t>
      </w:r>
      <w:bookmarkEnd w:id="7"/>
      <w:r w:rsidR="00400E31">
        <w:t>a výkon Dozoru projektanta</w:t>
      </w:r>
      <w:r w:rsidR="00AA181B">
        <w:t xml:space="preserve"> </w:t>
      </w:r>
      <w:r w:rsidR="00AA181B" w:rsidRPr="00F23CC7">
        <w:t>při zpracování PDPS</w:t>
      </w:r>
      <w:r w:rsidR="00400E31">
        <w:t xml:space="preserve"> </w:t>
      </w:r>
      <w:r>
        <w:t xml:space="preserve">je: </w:t>
      </w:r>
      <w:r w:rsidRPr="006F6E10">
        <w:t xml:space="preserve">Stavební správa </w:t>
      </w:r>
      <w:r w:rsidR="001529CF">
        <w:t>vysokorychlostních tratí</w:t>
      </w:r>
      <w:r w:rsidR="00A05E94">
        <w:t>, V Celnici 1028/10, Praha 1 – Nové Město, PSČ 110 00.</w:t>
      </w:r>
      <w:r w:rsidR="00723CA5">
        <w:t xml:space="preserve"> </w:t>
      </w:r>
      <w:bookmarkStart w:id="8" w:name="_GoBack"/>
      <w:bookmarkEnd w:id="8"/>
    </w:p>
    <w:bookmarkEnd w:id="6"/>
    <w:p w14:paraId="1989C434" w14:textId="77777777" w:rsidR="003F5723" w:rsidRDefault="003F5723" w:rsidP="003F5723">
      <w:pPr>
        <w:pStyle w:val="Nadpis1-1"/>
      </w:pPr>
      <w:r>
        <w:t>OSTATNÍ USTANOVENÍ</w:t>
      </w:r>
    </w:p>
    <w:p w14:paraId="5538B8F6" w14:textId="029414CE"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536161">
        <w:t xml:space="preserve"> </w:t>
      </w:r>
      <w:r w:rsidR="00253CBA" w:rsidRPr="001B4800">
        <w:t xml:space="preserve">% </w:t>
      </w:r>
      <w:r w:rsidR="00253CBA">
        <w:t>z </w:t>
      </w:r>
      <w:r>
        <w:t xml:space="preserve">Ceny za zpracování </w:t>
      </w:r>
      <w:r w:rsidR="007D63B2">
        <w:t>ZP</w:t>
      </w:r>
      <w:r w:rsidR="00D65162">
        <w:t xml:space="preserve"> </w:t>
      </w:r>
      <w:r w:rsidR="007D63B2">
        <w:t>a</w:t>
      </w:r>
      <w:r w:rsidR="009521A1">
        <w:t xml:space="preserve"> DPS</w:t>
      </w:r>
      <w:r>
        <w:t>, tj.: "[</w:t>
      </w:r>
      <w:r w:rsidRPr="003F5723">
        <w:rPr>
          <w:b/>
          <w:highlight w:val="yellow"/>
        </w:rPr>
        <w:t>VLOŽÍ ZHOTOVITEL</w:t>
      </w:r>
      <w:r>
        <w:t xml:space="preserve">]" bez DPH. Cena za zpracování </w:t>
      </w:r>
      <w:r w:rsidR="007D63B2">
        <w:t>ZP</w:t>
      </w:r>
      <w:r w:rsidR="00D65162">
        <w:t xml:space="preserve"> </w:t>
      </w:r>
      <w:r w:rsidR="007D63B2">
        <w:t xml:space="preserve">a </w:t>
      </w:r>
      <w:r w:rsidR="009521A1">
        <w:t xml:space="preserve">DPS </w:t>
      </w:r>
      <w:r>
        <w:t>je uvedena v Příloze č. 4 této Smlouvy</w:t>
      </w:r>
      <w:r w:rsidR="00FB77C8">
        <w:t xml:space="preserve"> </w:t>
      </w:r>
      <w:r w:rsidR="00FB77C8" w:rsidRPr="00B16611">
        <w:t>v samostatné tabulce</w:t>
      </w:r>
      <w:r>
        <w:t>.</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proofErr w:type="gramStart"/>
      <w:r>
        <w:t>3b</w:t>
      </w:r>
      <w:proofErr w:type="gramEnd"/>
      <w:r>
        <w:t>)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AF269EB"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6737E9">
        <w:rPr>
          <w:rFonts w:eastAsia="Times New Roman" w:cs="Times New Roman"/>
        </w:rPr>
        <w:t xml:space="preserve"> inovace</w:t>
      </w:r>
    </w:p>
    <w:p w14:paraId="6A48898B" w14:textId="77777777" w:rsidR="00406C51" w:rsidRPr="00ED0187" w:rsidRDefault="00406C51" w:rsidP="00B16327">
      <w:pPr>
        <w:pStyle w:val="Text1-2"/>
      </w:pPr>
      <w:bookmarkStart w:id="9"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9"/>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xml:space="preserve">. Předkládaná smluvní dokumentace bude anonymizovaná tak, aby neobsahovala </w:t>
      </w:r>
      <w:r w:rsidRPr="00ED0187">
        <w:lastRenderedPageBreak/>
        <w:t>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proofErr w:type="gramStart"/>
      <w:r w:rsidR="00F25BB4" w:rsidRPr="00ED0187">
        <w:t>3b</w:t>
      </w:r>
      <w:proofErr w:type="gramEnd"/>
      <w:r w:rsidR="00F25BB4" w:rsidRPr="00ED0187">
        <w:t>)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32AB2742" w14:textId="151CF7D3" w:rsidR="00467000" w:rsidRPr="00467000" w:rsidRDefault="00406C51">
      <w:pPr>
        <w:pStyle w:val="Text1-2"/>
        <w:rPr>
          <w:i/>
          <w:color w:val="00B050"/>
        </w:rPr>
      </w:pPr>
      <w:r w:rsidRPr="00ED0187">
        <w:t xml:space="preserve">Zhotovitel se zavazuje, že v průběhu plnění Díla umožní v souvislosti s plněním Díla provedení </w:t>
      </w:r>
      <w:r w:rsidR="00E54AD9" w:rsidRPr="006737E9">
        <w:t>studentských exkurzí</w:t>
      </w:r>
      <w:r w:rsidRPr="00ED0187">
        <w:t>, a to v kancelářích Zhotovitele nebo při provádění pr</w:t>
      </w:r>
      <w:r w:rsidR="00F3277F" w:rsidRPr="00ED0187">
        <w:t>ojekčních či průzkumných prací</w:t>
      </w:r>
      <w:r w:rsidRPr="00ED0187">
        <w:t xml:space="preserve"> přímo na budoucím staveništi</w:t>
      </w:r>
      <w:r w:rsidR="00FB77C8" w:rsidRPr="00ED0187">
        <w:t>,</w:t>
      </w:r>
      <w:r w:rsidR="00FB77C8">
        <w:t xml:space="preserve"> a to vždy alespoň jednou za každý rok plnění Díla</w:t>
      </w:r>
      <w:r w:rsidRPr="00ED0187">
        <w:t xml:space="preserve">. </w:t>
      </w:r>
      <w:r w:rsidR="00E54AD9">
        <w:t xml:space="preserve">Podrobnosti k provedení </w:t>
      </w:r>
      <w:r w:rsidR="00E54AD9" w:rsidRPr="006737E9">
        <w:t>exkurzí</w:t>
      </w:r>
      <w:r w:rsidR="00E54AD9" w:rsidRPr="001529CF">
        <w:t xml:space="preserve"> jsou</w:t>
      </w:r>
      <w:r w:rsidR="00E54AD9">
        <w:t xml:space="preserve"> uvedeny v Obchodních podmínkách.</w:t>
      </w:r>
      <w:r w:rsidR="00467000" w:rsidRPr="00467000">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46A9978F" w:rsidR="00B56004" w:rsidRPr="00F035CE" w:rsidRDefault="00EF59BC" w:rsidP="00BC322B">
      <w:pPr>
        <w:pStyle w:val="Text1-2"/>
        <w:rPr>
          <w:i/>
          <w:color w:val="00B050"/>
        </w:rPr>
      </w:pPr>
      <w:r w:rsidRPr="006737E9">
        <w:t xml:space="preserve">Zhotovitel bude </w:t>
      </w:r>
      <w:r w:rsidR="00406C51" w:rsidRPr="006737E9">
        <w:t>požadovat v Projektové dokumentaci recyklaci kameniva vyzískávaného z kolejového lože. Bližší specifikace je uvedena v odst.</w:t>
      </w:r>
      <w:r w:rsidR="00FD36B8" w:rsidRPr="006737E9">
        <w:t xml:space="preserve"> </w:t>
      </w:r>
      <w:r w:rsidR="00612107" w:rsidRPr="006737E9">
        <w:t xml:space="preserve">5.6.23 </w:t>
      </w:r>
      <w:r w:rsidR="00406C51" w:rsidRPr="006737E9">
        <w:t xml:space="preserve"> </w:t>
      </w:r>
      <w:r w:rsidR="00406C51" w:rsidRPr="006737E9">
        <w:rPr>
          <w:color w:val="FF0000"/>
        </w:rPr>
        <w:t xml:space="preserve"> </w:t>
      </w:r>
      <w:r w:rsidR="00406C51" w:rsidRPr="006737E9">
        <w:t>přílohy č.</w:t>
      </w:r>
      <w:r w:rsidR="00FD36B8" w:rsidRPr="006737E9">
        <w:t xml:space="preserve"> </w:t>
      </w:r>
      <w:r w:rsidR="00406C51" w:rsidRPr="006737E9">
        <w:t>3 b) této Smlouvy.</w:t>
      </w:r>
      <w:r w:rsidR="00B56004" w:rsidRPr="00C638C4">
        <w:t xml:space="preserve"> </w:t>
      </w:r>
    </w:p>
    <w:p w14:paraId="61FD2E37" w14:textId="3CC4540D" w:rsidR="00377DAB" w:rsidRDefault="001529CF" w:rsidP="00BC322B">
      <w:pPr>
        <w:pStyle w:val="Text1-2"/>
        <w:rPr>
          <w:b/>
        </w:rPr>
      </w:pPr>
      <w:r>
        <w:rPr>
          <w:rFonts w:eastAsia="Times New Roman" w:cs="Times New Roman"/>
        </w:rPr>
        <w:t>NEOBSAZENO</w:t>
      </w:r>
      <w:r w:rsidR="00D108D9" w:rsidRPr="00F035CE">
        <w:t xml:space="preserve"> </w:t>
      </w:r>
    </w:p>
    <w:p w14:paraId="48E2CCB2" w14:textId="1238F409" w:rsidR="00D108D9" w:rsidRPr="00377DAB" w:rsidRDefault="00377DAB" w:rsidP="00BC322B">
      <w:pPr>
        <w:pStyle w:val="Text1-2"/>
        <w:rPr>
          <w:i/>
          <w:color w:val="00B050"/>
        </w:rPr>
      </w:pPr>
      <w:r w:rsidRPr="006737E9">
        <w:t>V</w:t>
      </w:r>
      <w:r w:rsidR="00335223" w:rsidRPr="006737E9">
        <w:t>yužití metody BIM jako souhrnu všech dokumentů zahrnujících grafické a</w:t>
      </w:r>
      <w:r w:rsidR="00C06EFF" w:rsidRPr="006737E9">
        <w:t> </w:t>
      </w:r>
      <w:r w:rsidR="00335223" w:rsidRPr="006737E9">
        <w:t>negrafické informace vztahující se k Dílu, v digitální podobě pořízených prostřednictvím systémů a dalších softwarových nástrojů, organizovaných tak, aby reprezentovaly předmět Díla</w:t>
      </w:r>
      <w:r w:rsidR="00335223" w:rsidRPr="006737E9">
        <w:rPr>
          <w:color w:val="FF0000"/>
        </w:rPr>
        <w:t xml:space="preserve">. </w:t>
      </w:r>
    </w:p>
    <w:p w14:paraId="5221369B" w14:textId="2CE9B3DD" w:rsidR="00277C7C" w:rsidRDefault="001529CF" w:rsidP="006737E9">
      <w:pPr>
        <w:pStyle w:val="Text1-1"/>
      </w:pPr>
      <w:r w:rsidRPr="006737E9">
        <w:t>NEOBSAZENO</w:t>
      </w:r>
    </w:p>
    <w:p w14:paraId="5F38CCD2" w14:textId="52AC23B5" w:rsidR="006B0921" w:rsidRPr="006B0921" w:rsidRDefault="006B0921" w:rsidP="00BA5CBC">
      <w:pPr>
        <w:pStyle w:val="Text1-1"/>
        <w:keepNext/>
      </w:pPr>
      <w:bookmarkStart w:id="10" w:name="_Ref133933679"/>
      <w:r w:rsidRPr="006B0921">
        <w:t>Mezinárodní sankce</w:t>
      </w:r>
      <w:bookmarkEnd w:id="10"/>
      <w:r w:rsidRPr="006B0921">
        <w:t xml:space="preserve"> </w:t>
      </w:r>
      <w:r w:rsidR="009521A1">
        <w:t>a střet zájmů</w:t>
      </w:r>
    </w:p>
    <w:p w14:paraId="21167F70" w14:textId="77777777" w:rsidR="006B0921" w:rsidRPr="006B0921" w:rsidRDefault="006B0921" w:rsidP="00BA5CBC">
      <w:pPr>
        <w:pStyle w:val="Text1-2"/>
        <w:keepNext/>
      </w:pPr>
      <w:bookmarkStart w:id="11" w:name="_Ref133933704"/>
      <w:r w:rsidRPr="006B0921">
        <w:t>Zhotovitel prohlašuje, že:</w:t>
      </w:r>
      <w:bookmarkEnd w:id="11"/>
      <w:r w:rsidRPr="006B0921">
        <w:t xml:space="preserve"> </w:t>
      </w:r>
    </w:p>
    <w:p w14:paraId="7723BBC8" w14:textId="04265E43" w:rsidR="00C41F26" w:rsidRDefault="00C41F26" w:rsidP="00A41306">
      <w:pPr>
        <w:pStyle w:val="Odstavec1-4a"/>
        <w:numPr>
          <w:ilvl w:val="0"/>
          <w:numId w:val="20"/>
        </w:numPr>
      </w:pPr>
      <w:r w:rsidRPr="00C41F26">
        <w:t xml:space="preserve">on, ani žádný z jeho poddodavatelů, nejsou osobami, na něž se vztahuje zákaz zadání veřejné zakázky ve smyslu § </w:t>
      </w:r>
      <w:proofErr w:type="gramStart"/>
      <w:r w:rsidRPr="00C41F26">
        <w:t>48a</w:t>
      </w:r>
      <w:proofErr w:type="gramEnd"/>
      <w:r w:rsidRPr="00C41F26">
        <w:t xml:space="preserve">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w:t>
      </w:r>
      <w:r w:rsidRPr="00CA7BB4">
        <w:lastRenderedPageBreak/>
        <w:t>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2"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2"/>
    </w:p>
    <w:p w14:paraId="546CF6CE" w14:textId="77777777" w:rsidR="00E81F9F" w:rsidRPr="00E81F9F" w:rsidRDefault="006B0921" w:rsidP="00E81F9F">
      <w:pPr>
        <w:pStyle w:val="Text1-2"/>
      </w:pPr>
      <w:bookmarkStart w:id="13"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4" w:name="_Ref133933730"/>
      <w:bookmarkEnd w:id="13"/>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4"/>
    </w:p>
    <w:p w14:paraId="6E5E3A79"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5"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5"/>
    </w:p>
    <w:p w14:paraId="0FE62148" w14:textId="77777777" w:rsidR="006B0921" w:rsidRPr="006B0921" w:rsidRDefault="006B0921" w:rsidP="007A36FA">
      <w:pPr>
        <w:pStyle w:val="Text1-2"/>
      </w:pPr>
      <w:bookmarkStart w:id="16"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6"/>
    </w:p>
    <w:p w14:paraId="0A979383" w14:textId="77777777" w:rsidR="006B0921" w:rsidRPr="006B0921" w:rsidRDefault="006B0921" w:rsidP="007A36FA">
      <w:pPr>
        <w:pStyle w:val="Text1-2"/>
      </w:pPr>
      <w:r w:rsidRPr="006B0921">
        <w:lastRenderedPageBreak/>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1DB15E49" w:rsidR="009521A1" w:rsidRDefault="009521A1" w:rsidP="009521A1">
      <w:pPr>
        <w:pStyle w:val="Text1-2"/>
        <w:numPr>
          <w:ilvl w:val="0"/>
          <w:numId w:val="0"/>
        </w:numPr>
        <w:ind w:left="1474"/>
        <w:rPr>
          <w:b/>
        </w:rPr>
      </w:pPr>
      <w:r w:rsidRPr="00B67AA0">
        <w:rPr>
          <w:b/>
        </w:rPr>
        <w:t>Název zakázky: „</w:t>
      </w:r>
      <w:r w:rsidR="00CB64C9" w:rsidRPr="00296D7F">
        <w:rPr>
          <w:b/>
        </w:rPr>
        <w:t xml:space="preserve">RS 5 </w:t>
      </w:r>
      <w:r w:rsidR="00E14844">
        <w:rPr>
          <w:b/>
        </w:rPr>
        <w:t>Náchod – státní hranice</w:t>
      </w:r>
      <w:r w:rsidRPr="00B67AA0">
        <w:rPr>
          <w:b/>
        </w:rPr>
        <w:t>“</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w:t>
      </w:r>
      <w:r>
        <w:lastRenderedPageBreak/>
        <w:t xml:space="preserve">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434C643" w14:textId="7A4EB75A" w:rsidR="00E0077F" w:rsidRPr="000919AE" w:rsidRDefault="00E0077F" w:rsidP="006737E9">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38DD029D" w:rsidR="00960E25" w:rsidRPr="00960E25" w:rsidRDefault="00F422D3" w:rsidP="00960E25">
      <w:pPr>
        <w:pStyle w:val="Text1-1"/>
        <w:numPr>
          <w:ilvl w:val="1"/>
          <w:numId w:val="5"/>
        </w:numPr>
        <w:rPr>
          <w:i/>
          <w:color w:val="00B050"/>
        </w:rPr>
      </w:pPr>
      <w:r w:rsidRPr="00376B87">
        <w:rPr>
          <w:b/>
        </w:rPr>
        <w:lastRenderedPageBreak/>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64457AD5" w:rsidR="00F422D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A05E94" w:rsidRPr="006923FD">
        <w:rPr>
          <w:b/>
        </w:rPr>
        <w:t>podmínky</w:t>
      </w:r>
      <w:r w:rsidR="00A05E94">
        <w:t xml:space="preserve"> – OP</w:t>
      </w:r>
      <w:r w:rsidR="00536161" w:rsidRPr="00536161">
        <w:t>/DOKUMENTACE/04/24</w:t>
      </w:r>
    </w:p>
    <w:p w14:paraId="3CC6CD4D" w14:textId="1B9FA37D" w:rsidR="005B4FC7" w:rsidRPr="005B4FC7" w:rsidRDefault="005B4FC7" w:rsidP="00964369">
      <w:pPr>
        <w:pStyle w:val="Textbezslovn"/>
        <w:rPr>
          <w:i/>
        </w:rPr>
      </w:pPr>
      <w:r>
        <w:tab/>
      </w:r>
      <w:r>
        <w:tab/>
      </w:r>
      <w:r w:rsidRPr="005B4FC7">
        <w:rPr>
          <w:i/>
        </w:rPr>
        <w:t>(samostatná příloha)</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3C93A269" w:rsidR="00124751" w:rsidRDefault="00124751" w:rsidP="00964369">
      <w:pPr>
        <w:pStyle w:val="Textbezslovn"/>
        <w:ind w:left="2127"/>
      </w:pPr>
      <w:r w:rsidRPr="00964369">
        <w:t xml:space="preserve">b) Všeobecné technické </w:t>
      </w:r>
      <w:bookmarkStart w:id="17" w:name="_Hlk183087194"/>
      <w:r w:rsidR="00A05E94" w:rsidRPr="00964369">
        <w:t xml:space="preserve">podmínky </w:t>
      </w:r>
      <w:r w:rsidR="00A05E94">
        <w:t>– VTP</w:t>
      </w:r>
      <w:r w:rsidR="00536161" w:rsidRPr="00536161">
        <w:t>/DOKUMENTACE/07/24</w:t>
      </w:r>
      <w:bookmarkEnd w:id="17"/>
    </w:p>
    <w:p w14:paraId="55B41829" w14:textId="7F75D464" w:rsidR="005B4FC7" w:rsidRPr="00964369" w:rsidRDefault="005B4FC7" w:rsidP="00964369">
      <w:pPr>
        <w:pStyle w:val="Textbezslovn"/>
        <w:ind w:left="2127"/>
      </w:pPr>
      <w:r w:rsidRPr="005B4FC7">
        <w:rPr>
          <w:i/>
        </w:rPr>
        <w:t>(samostatná příloha)</w:t>
      </w:r>
    </w:p>
    <w:p w14:paraId="24D33313" w14:textId="6D77A77E" w:rsidR="00F422D3" w:rsidRDefault="00124751" w:rsidP="00964369">
      <w:pPr>
        <w:pStyle w:val="Textbezslovn"/>
        <w:ind w:left="2127"/>
      </w:pPr>
      <w:r w:rsidRPr="00964369">
        <w:t>c) Zvláštní technické</w:t>
      </w:r>
      <w:r>
        <w:t xml:space="preserve"> podmínky </w:t>
      </w:r>
    </w:p>
    <w:p w14:paraId="5D6B7527" w14:textId="54A2A839" w:rsidR="005B4FC7" w:rsidRDefault="005B4FC7" w:rsidP="00964369">
      <w:pPr>
        <w:pStyle w:val="Textbezslovn"/>
        <w:ind w:left="2127"/>
      </w:pPr>
      <w:r w:rsidRPr="005B4FC7">
        <w:rPr>
          <w:i/>
        </w:rPr>
        <w:t>(samostatná příloha)</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435B08ED"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r w:rsidR="005B4FC7">
        <w:rPr>
          <w:b/>
        </w:rPr>
        <w:t xml:space="preserve"> </w:t>
      </w:r>
      <w:r w:rsidR="005B4FC7" w:rsidRPr="005B4FC7">
        <w:rPr>
          <w:i/>
        </w:rPr>
        <w:t>(samostatná příloha)</w:t>
      </w:r>
    </w:p>
    <w:p w14:paraId="74478985" w14:textId="77777777" w:rsidR="00C22047" w:rsidRDefault="00C22047" w:rsidP="00964369">
      <w:pPr>
        <w:pStyle w:val="Textbezslovn"/>
        <w:rPr>
          <w:b/>
          <w:bCs/>
        </w:rPr>
      </w:pPr>
      <w:r w:rsidRPr="006737E9">
        <w:t>Příloha č. 11</w:t>
      </w:r>
      <w:r w:rsidR="004500D2" w:rsidRPr="006737E9">
        <w:tab/>
      </w:r>
      <w:r w:rsidRPr="006737E9">
        <w:rPr>
          <w:b/>
          <w:bCs/>
        </w:rPr>
        <w:t>BIM Protokol</w:t>
      </w:r>
    </w:p>
    <w:p w14:paraId="668B3C45" w14:textId="77777777" w:rsidR="00124751" w:rsidRPr="00124751" w:rsidRDefault="00124751" w:rsidP="00A05E94">
      <w:pPr>
        <w:pStyle w:val="Textbezodsazen"/>
        <w:spacing w:before="240" w:after="240"/>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1272321B" w14:textId="1D03498F" w:rsidR="005B4FC7" w:rsidRDefault="005B4FC7" w:rsidP="00E40E66">
      <w:pPr>
        <w:pStyle w:val="Textbezodsazen"/>
      </w:pPr>
      <w:r>
        <w:t>Za Objednatele:</w:t>
      </w:r>
      <w:r>
        <w:tab/>
      </w:r>
      <w:r>
        <w:tab/>
      </w:r>
      <w:r>
        <w:tab/>
      </w:r>
      <w:r>
        <w:tab/>
      </w:r>
      <w:r>
        <w:tab/>
        <w:t>Za Zhotovitele:</w:t>
      </w:r>
    </w:p>
    <w:p w14:paraId="7F3E6434" w14:textId="772C372A" w:rsidR="00376B87" w:rsidRDefault="00376B87" w:rsidP="00E40E66">
      <w:pPr>
        <w:pStyle w:val="Textbezodsazen"/>
      </w:pPr>
      <w:r>
        <w:t>V Praze</w:t>
      </w:r>
      <w:r>
        <w:tab/>
      </w:r>
      <w:r>
        <w:tab/>
      </w:r>
      <w:r>
        <w:tab/>
      </w:r>
      <w:r>
        <w:tab/>
      </w:r>
      <w:r w:rsidR="005B4FC7">
        <w:tab/>
      </w:r>
      <w:r w:rsidR="005B4FC7">
        <w:tab/>
      </w:r>
      <w:r w:rsidR="005B4FC7">
        <w:tab/>
      </w:r>
      <w:r>
        <w:t xml:space="preserve">V </w:t>
      </w:r>
      <w:r w:rsidR="005B4FC7">
        <w:t>"[</w:t>
      </w:r>
      <w:r w:rsidR="005B4FC7" w:rsidRPr="003739DD">
        <w:rPr>
          <w:highlight w:val="yellow"/>
        </w:rPr>
        <w:t>VLOŽÍ ZHOTOVITEL</w:t>
      </w:r>
      <w:r w:rsidR="005B4FC7">
        <w:t>]"</w:t>
      </w:r>
      <w:r>
        <w:t xml:space="preserve"> </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5B4FC7">
      <w:pPr>
        <w:pStyle w:val="Textbezodsazen"/>
        <w:spacing w:after="0"/>
      </w:pPr>
      <w:r>
        <w:t>................................................</w:t>
      </w:r>
      <w:r>
        <w:tab/>
      </w:r>
      <w:r>
        <w:tab/>
      </w:r>
      <w:r>
        <w:tab/>
        <w:t>................................................</w:t>
      </w:r>
    </w:p>
    <w:p w14:paraId="0B41F297" w14:textId="33B969D1"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0CEBDE59" w:rsidR="00376B87" w:rsidRDefault="00376B87" w:rsidP="00E40E66">
      <w:pPr>
        <w:pStyle w:val="Textbezodsazen"/>
        <w:spacing w:after="0"/>
      </w:pPr>
      <w:r>
        <w:t>náměstek GŘ pro modernizaci dráhy</w:t>
      </w:r>
      <w:r>
        <w:tab/>
      </w:r>
      <w:r>
        <w:tab/>
      </w:r>
      <w:r>
        <w:tab/>
        <w:t>"[</w:t>
      </w:r>
      <w:r w:rsidRPr="003739DD">
        <w:rPr>
          <w:highlight w:val="yellow"/>
        </w:rPr>
        <w:t>VLOŽÍ ZHOTOVITEL</w:t>
      </w:r>
      <w:r>
        <w:t>]"</w:t>
      </w:r>
    </w:p>
    <w:p w14:paraId="499317A8" w14:textId="487A4686"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5B4FC7">
        <w:tab/>
      </w:r>
      <w:r w:rsidR="005B4FC7">
        <w:tab/>
      </w:r>
      <w:r w:rsidR="005B4FC7">
        <w:tab/>
        <w:t>"[</w:t>
      </w:r>
      <w:r w:rsidR="005B4FC7" w:rsidRPr="003739DD">
        <w:rPr>
          <w:highlight w:val="yellow"/>
        </w:rPr>
        <w:t>VLOŽÍ ZHOTOVITEL</w:t>
      </w:r>
      <w:r w:rsidR="005B4FC7">
        <w:t>]"</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3F780805" w14:textId="77777777" w:rsidR="00E901A3" w:rsidRDefault="00E901A3"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5CEAC42A" w14:textId="100D6FE7" w:rsidR="001828A0" w:rsidRPr="00834452" w:rsidRDefault="001828A0" w:rsidP="001828A0">
      <w:pPr>
        <w:pStyle w:val="Textbezodsazen"/>
        <w:rPr>
          <w:i/>
        </w:rPr>
      </w:pPr>
      <w:bookmarkStart w:id="18" w:name="_Hlk157075006"/>
      <w:r w:rsidRPr="00834452">
        <w:rPr>
          <w:i/>
        </w:rPr>
        <w:t>Specifikace Díla je uvedena v čl. 1.1 ZTP.</w:t>
      </w:r>
    </w:p>
    <w:bookmarkEnd w:id="18"/>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451D3DEE" w14:textId="783632C9" w:rsidR="00124751" w:rsidRDefault="005B4FC7" w:rsidP="00124751">
      <w:pPr>
        <w:pStyle w:val="Nadpisbezsl1-2"/>
      </w:pPr>
      <w:r w:rsidRPr="00536161">
        <w:t>OP/DOKUMENTACE/04/24</w:t>
      </w:r>
    </w:p>
    <w:p w14:paraId="0DDDB971" w14:textId="698054D1" w:rsidR="00124751" w:rsidRDefault="005B4FC7" w:rsidP="001D60FF">
      <w:pPr>
        <w:pStyle w:val="Textbezodsazen"/>
      </w:pPr>
      <w:r w:rsidRPr="005B4FC7">
        <w:rPr>
          <w:i/>
        </w:rPr>
        <w:t>(samostatná příloha)</w:t>
      </w: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4AECC6FE" w:rsidR="00124751" w:rsidRDefault="00124751" w:rsidP="00124751">
      <w:pPr>
        <w:pStyle w:val="Nadpisbezsl1-2"/>
      </w:pPr>
      <w:r>
        <w:t>a)</w:t>
      </w:r>
      <w:r>
        <w:tab/>
        <w:t>Technické kvalitativní podmínky staveb státních drah (</w:t>
      </w:r>
      <w:r w:rsidR="009521A1">
        <w:t xml:space="preserve">dále také </w:t>
      </w:r>
      <w:r>
        <w:t>TKP</w:t>
      </w:r>
      <w:r w:rsidR="009521A1">
        <w:t>“</w:t>
      </w:r>
      <w:r>
        <w:t xml:space="preserve">) </w:t>
      </w:r>
    </w:p>
    <w:p w14:paraId="4A8A3A0A" w14:textId="04D0141A" w:rsidR="00124751" w:rsidRDefault="00124751" w:rsidP="00124751">
      <w:pPr>
        <w:pStyle w:val="Textbezslovn"/>
      </w:pPr>
      <w:r>
        <w:t>Technické kvalitativní podmínky staveb státních drah (</w:t>
      </w:r>
      <w:r w:rsidR="004500D2">
        <w:t>„</w:t>
      </w:r>
      <w:r w:rsidRPr="00C321B7">
        <w:rPr>
          <w:b/>
        </w:rPr>
        <w:t>TKP</w:t>
      </w:r>
      <w:r w:rsidR="004500D2">
        <w:t>“</w:t>
      </w:r>
      <w:r>
        <w:t xml:space="preserve">) nejsou pevně připojeny ke Smlouvě, ale jsou přístupné na </w:t>
      </w:r>
      <w:hyperlink r:id="rId23" w:history="1">
        <w:r w:rsidR="001828A0" w:rsidRPr="001E102C">
          <w:rPr>
            <w:rStyle w:val="Hypertextovodkaz"/>
            <w:noProof w:val="0"/>
          </w:rPr>
          <w:t>http://typdok.tudc.cz</w:t>
        </w:r>
      </w:hyperlink>
      <w:r>
        <w:t>; byly taktéž poskytnuty jako součást zadávací dokumentace uveřejněné na profilu zadavatele.</w:t>
      </w:r>
    </w:p>
    <w:p w14:paraId="33E177B0"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FDCEE04" w14:textId="3CC41A67" w:rsidR="00124751" w:rsidRDefault="005B4FC7" w:rsidP="00124751">
      <w:pPr>
        <w:pStyle w:val="Textbezslovn"/>
      </w:pPr>
      <w:r w:rsidRPr="00536161">
        <w:t>VTP/DOKUMENTACE/07/24</w:t>
      </w:r>
    </w:p>
    <w:p w14:paraId="4A35AC1F" w14:textId="37044FF0" w:rsidR="005B4FC7" w:rsidRDefault="005B4FC7" w:rsidP="00124751">
      <w:pPr>
        <w:pStyle w:val="Textbezslovn"/>
      </w:pPr>
      <w:r w:rsidRPr="005B4FC7">
        <w:rPr>
          <w:i/>
        </w:rPr>
        <w:t>(samostatná příloha)</w:t>
      </w:r>
    </w:p>
    <w:p w14:paraId="4E53E9C6" w14:textId="46697275" w:rsidR="00124751" w:rsidRDefault="00124751" w:rsidP="00A05E94">
      <w:pPr>
        <w:pStyle w:val="Nadpisbezsl1-2"/>
      </w:pPr>
      <w:r>
        <w:t>c)</w:t>
      </w:r>
      <w:r>
        <w:tab/>
        <w:t xml:space="preserve">Zvláštní technické podmínky </w:t>
      </w:r>
    </w:p>
    <w:p w14:paraId="043C303E" w14:textId="5FEEA3B5" w:rsidR="008A4D1B" w:rsidRDefault="005B4FC7" w:rsidP="00A05E94">
      <w:pPr>
        <w:pStyle w:val="Textbezslovn"/>
        <w:spacing w:after="240"/>
        <w:jc w:val="left"/>
      </w:pPr>
      <w:r w:rsidRPr="005B4FC7">
        <w:rPr>
          <w:i/>
        </w:rPr>
        <w:t>(samostatná příloha)</w:t>
      </w:r>
    </w:p>
    <w:p w14:paraId="745BF973" w14:textId="77777777" w:rsidR="001828A0" w:rsidRPr="001828A0" w:rsidRDefault="001828A0" w:rsidP="001828A0">
      <w:pPr>
        <w:spacing w:after="360" w:line="264" w:lineRule="auto"/>
        <w:ind w:left="737"/>
        <w:jc w:val="both"/>
        <w:rPr>
          <w:i/>
          <w:sz w:val="18"/>
          <w:szCs w:val="18"/>
        </w:rPr>
      </w:pPr>
      <w:r w:rsidRPr="001828A0">
        <w:rPr>
          <w:b/>
          <w:i/>
          <w:sz w:val="18"/>
          <w:szCs w:val="18"/>
        </w:rPr>
        <w:t>Přílohy uvedené v článku 7 - Přílohy ZTP obdržel Zhotovitel jako součást Zadávací dokumentace a k této Smlouvě se tak ve fyzické podobě již nepřipojují.</w:t>
      </w:r>
    </w:p>
    <w:p w14:paraId="14136FCD" w14:textId="77777777" w:rsidR="008A4D1B" w:rsidRDefault="008A4D1B" w:rsidP="001828A0">
      <w:pPr>
        <w:pStyle w:val="Textbezodsazen"/>
        <w:ind w:left="567"/>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Default="008A4D1B" w:rsidP="00A41306">
      <w:pPr>
        <w:pStyle w:val="Nadpisbezsl1-2"/>
        <w:outlineLvl w:val="1"/>
      </w:pPr>
      <w:r>
        <w:t>Rozpis Ceny Díla</w:t>
      </w:r>
    </w:p>
    <w:p w14:paraId="79C87D92" w14:textId="342B6D28" w:rsidR="008A4D1B" w:rsidRDefault="008A4D1B" w:rsidP="00020257">
      <w:pPr>
        <w:pStyle w:val="Textbezodsazen"/>
        <w:spacing w:after="80"/>
      </w:pPr>
      <w:r>
        <w:t xml:space="preserve">Cena za zpracování </w:t>
      </w:r>
      <w:r w:rsidR="00957B84">
        <w:t>ZP</w:t>
      </w:r>
      <w:r w:rsidR="00D65162">
        <w:t xml:space="preserve"> </w:t>
      </w:r>
      <w:r w:rsidR="00957B84">
        <w:t xml:space="preserve">a </w:t>
      </w:r>
      <w:r w:rsidR="009521A1">
        <w:t>DPS</w:t>
      </w:r>
      <w:r w:rsidR="0016557E">
        <w:t xml:space="preserve">, </w:t>
      </w:r>
      <w:r w:rsidR="0076019D">
        <w:t xml:space="preserve">CDE </w:t>
      </w:r>
      <w:r w:rsidR="00AF3A20">
        <w:t>a Dozor projektanta</w:t>
      </w:r>
      <w:r w:rsidR="00F23CC7" w:rsidRPr="00F23CC7">
        <w:t xml:space="preserve"> při zpracování PDPS</w:t>
      </w:r>
      <w:r>
        <w:t>:</w:t>
      </w:r>
    </w:p>
    <w:p w14:paraId="1B863617" w14:textId="7836F9B7" w:rsidR="008A4D1B" w:rsidRDefault="00760192" w:rsidP="009227F1">
      <w:pPr>
        <w:pStyle w:val="Nadpisbezsl1-2"/>
      </w:pPr>
      <w:r>
        <w:t>1.</w:t>
      </w:r>
      <w:r>
        <w:tab/>
      </w:r>
      <w:r w:rsidR="0016557E">
        <w:t>S</w:t>
      </w:r>
      <w:r w:rsidR="008A4D1B">
        <w:t xml:space="preserve">lužby na zpracování </w:t>
      </w:r>
      <w:r w:rsidR="00957B84" w:rsidRPr="00957B84">
        <w:t>ZP</w:t>
      </w:r>
      <w:r w:rsidR="00D65162">
        <w:t xml:space="preserve"> </w:t>
      </w:r>
      <w:r w:rsidR="00957B84" w:rsidRPr="00957B84">
        <w:t xml:space="preserve">a </w:t>
      </w:r>
      <w:r w:rsidR="009521A1">
        <w:t>DPS</w:t>
      </w:r>
      <w:r w:rsidR="0016557E">
        <w:t>, CDE</w:t>
      </w:r>
      <w:r w:rsidR="008A4D1B">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3403"/>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957B84" w:rsidRDefault="00957B84" w:rsidP="00957B84">
            <w:pPr>
              <w:spacing w:before="40" w:after="40" w:line="240" w:lineRule="auto"/>
              <w:rPr>
                <w:sz w:val="16"/>
                <w:szCs w:val="18"/>
              </w:rPr>
            </w:pPr>
            <w:r w:rsidRPr="00957B84">
              <w:rPr>
                <w:sz w:val="16"/>
                <w:szCs w:val="18"/>
              </w:rPr>
              <w:t>1</w:t>
            </w:r>
          </w:p>
        </w:tc>
        <w:tc>
          <w:tcPr>
            <w:tcW w:w="3403" w:type="dxa"/>
          </w:tcPr>
          <w:p w14:paraId="73FD3A4D" w14:textId="7CB18851" w:rsidR="00957B84" w:rsidRPr="006737E9"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sz w:val="16"/>
                <w:szCs w:val="18"/>
              </w:rPr>
              <w:t xml:space="preserve">Záměr projektu (v rozsahu </w:t>
            </w:r>
            <w:r w:rsidR="00C641FF" w:rsidRPr="006737E9">
              <w:rPr>
                <w:sz w:val="16"/>
                <w:szCs w:val="18"/>
              </w:rPr>
              <w:t>Pravidel</w:t>
            </w:r>
            <w:r w:rsidRPr="006737E9">
              <w:rPr>
                <w:sz w:val="16"/>
                <w:szCs w:val="18"/>
              </w:rPr>
              <w:t xml:space="preserve"> v platném znění a dle požadavku VTP a ZTP)</w:t>
            </w:r>
          </w:p>
        </w:tc>
        <w:tc>
          <w:tcPr>
            <w:tcW w:w="992" w:type="dxa"/>
          </w:tcPr>
          <w:p w14:paraId="54B299ED" w14:textId="64348A0F" w:rsidR="00957B84" w:rsidRPr="006737E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00957B84" w:rsidRPr="006737E9">
              <w:rPr>
                <w:sz w:val="16"/>
                <w:szCs w:val="18"/>
              </w:rPr>
              <w:t>hod</w:t>
            </w:r>
            <w:r>
              <w:rPr>
                <w:sz w:val="16"/>
                <w:szCs w:val="18"/>
              </w:rPr>
              <w:t>ina</w:t>
            </w:r>
          </w:p>
        </w:tc>
        <w:tc>
          <w:tcPr>
            <w:tcW w:w="993" w:type="dxa"/>
          </w:tcPr>
          <w:p w14:paraId="62C7FFF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1CEA8CA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B3FFDC2" w14:textId="4FFEAFD6" w:rsidR="00EA33C9" w:rsidRPr="00957B84" w:rsidRDefault="00EA33C9" w:rsidP="00957B84">
            <w:pPr>
              <w:spacing w:before="40" w:after="40" w:line="240" w:lineRule="auto"/>
              <w:rPr>
                <w:sz w:val="16"/>
                <w:szCs w:val="18"/>
              </w:rPr>
            </w:pPr>
            <w:r>
              <w:rPr>
                <w:sz w:val="16"/>
                <w:szCs w:val="18"/>
              </w:rPr>
              <w:t>2</w:t>
            </w:r>
          </w:p>
        </w:tc>
        <w:tc>
          <w:tcPr>
            <w:tcW w:w="3403" w:type="dxa"/>
          </w:tcPr>
          <w:p w14:paraId="10F6DE63" w14:textId="17C92643" w:rsidR="00EA33C9" w:rsidRPr="00EA33C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rFonts w:asciiTheme="minorHAnsi" w:hAnsiTheme="minorHAnsi"/>
                <w:sz w:val="16"/>
                <w:szCs w:val="16"/>
              </w:rPr>
              <w:t xml:space="preserve">Zpracování </w:t>
            </w:r>
            <w:r w:rsidR="0016557E" w:rsidRPr="006737E9">
              <w:rPr>
                <w:rFonts w:asciiTheme="minorHAnsi" w:hAnsiTheme="minorHAnsi"/>
                <w:sz w:val="16"/>
                <w:szCs w:val="16"/>
              </w:rPr>
              <w:t>Dokumentac</w:t>
            </w:r>
            <w:r w:rsidR="0016557E">
              <w:rPr>
                <w:rFonts w:asciiTheme="minorHAnsi" w:hAnsiTheme="minorHAnsi"/>
                <w:sz w:val="16"/>
                <w:szCs w:val="16"/>
              </w:rPr>
              <w:t>e</w:t>
            </w:r>
            <w:r w:rsidR="0016557E" w:rsidRPr="006737E9">
              <w:rPr>
                <w:rFonts w:asciiTheme="minorHAnsi" w:hAnsiTheme="minorHAnsi"/>
                <w:sz w:val="16"/>
                <w:szCs w:val="16"/>
              </w:rPr>
              <w:t xml:space="preserve"> </w:t>
            </w:r>
            <w:r w:rsidRPr="006737E9">
              <w:rPr>
                <w:rFonts w:asciiTheme="minorHAnsi" w:hAnsiTheme="minorHAnsi"/>
                <w:sz w:val="16"/>
                <w:szCs w:val="16"/>
              </w:rPr>
              <w:t>EIA</w:t>
            </w:r>
            <w:r w:rsidR="0016557E">
              <w:rPr>
                <w:rFonts w:asciiTheme="minorHAnsi" w:hAnsiTheme="minorHAnsi"/>
                <w:sz w:val="16"/>
                <w:szCs w:val="16"/>
              </w:rPr>
              <w:t>, vč. oznámení</w:t>
            </w:r>
            <w:r w:rsidRPr="006737E9">
              <w:rPr>
                <w:rFonts w:asciiTheme="minorHAnsi" w:hAnsiTheme="minorHAnsi"/>
                <w:sz w:val="16"/>
                <w:szCs w:val="16"/>
              </w:rPr>
              <w:t xml:space="preserve"> dle čl. </w:t>
            </w:r>
            <w:r w:rsidR="0016557E">
              <w:rPr>
                <w:rFonts w:asciiTheme="minorHAnsi" w:hAnsiTheme="minorHAnsi"/>
                <w:sz w:val="16"/>
                <w:szCs w:val="16"/>
              </w:rPr>
              <w:t>1.1.1</w:t>
            </w:r>
            <w:r w:rsidRPr="006737E9">
              <w:rPr>
                <w:rFonts w:asciiTheme="minorHAnsi" w:hAnsiTheme="minorHAnsi"/>
                <w:sz w:val="16"/>
                <w:szCs w:val="16"/>
              </w:rPr>
              <w:t xml:space="preserve"> písm. </w:t>
            </w:r>
            <w:r w:rsidR="0016557E">
              <w:rPr>
                <w:rFonts w:asciiTheme="minorHAnsi" w:hAnsiTheme="minorHAnsi"/>
                <w:sz w:val="16"/>
                <w:szCs w:val="16"/>
              </w:rPr>
              <w:t>b</w:t>
            </w:r>
            <w:r w:rsidRPr="006737E9">
              <w:rPr>
                <w:rFonts w:asciiTheme="minorHAnsi" w:hAnsiTheme="minorHAnsi"/>
                <w:sz w:val="16"/>
                <w:szCs w:val="16"/>
              </w:rPr>
              <w:t xml:space="preserve">) ZTP </w:t>
            </w:r>
          </w:p>
        </w:tc>
        <w:tc>
          <w:tcPr>
            <w:tcW w:w="992" w:type="dxa"/>
          </w:tcPr>
          <w:p w14:paraId="69BE2672" w14:textId="5E7D7C5B" w:rsidR="00EA33C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ED5E33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E7B96B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651D879"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5F985B9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BB6501A" w14:textId="212AFD77" w:rsidR="00EA33C9" w:rsidRPr="00957B84" w:rsidRDefault="00EA33C9" w:rsidP="00957B84">
            <w:pPr>
              <w:spacing w:before="40" w:after="40" w:line="240" w:lineRule="auto"/>
              <w:rPr>
                <w:sz w:val="16"/>
                <w:szCs w:val="18"/>
              </w:rPr>
            </w:pPr>
            <w:r>
              <w:rPr>
                <w:sz w:val="16"/>
                <w:szCs w:val="18"/>
              </w:rPr>
              <w:t>3</w:t>
            </w:r>
          </w:p>
        </w:tc>
        <w:tc>
          <w:tcPr>
            <w:tcW w:w="3403" w:type="dxa"/>
          </w:tcPr>
          <w:p w14:paraId="3BC8ED63" w14:textId="1A35F641" w:rsidR="00EA33C9" w:rsidRPr="006737E9" w:rsidRDefault="00EA33C9"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Zpracování Dokumentac</w:t>
            </w:r>
            <w:r w:rsidR="0016557E">
              <w:rPr>
                <w:rFonts w:asciiTheme="minorHAnsi" w:hAnsiTheme="minorHAnsi"/>
                <w:szCs w:val="16"/>
              </w:rPr>
              <w:t>e</w:t>
            </w:r>
            <w:r w:rsidR="0080346E">
              <w:rPr>
                <w:rFonts w:asciiTheme="minorHAnsi" w:hAnsiTheme="minorHAnsi"/>
                <w:szCs w:val="16"/>
              </w:rPr>
              <w:t xml:space="preserve"> vč. DPS v režimu BIM</w:t>
            </w:r>
            <w:r w:rsidRPr="006737E9">
              <w:rPr>
                <w:rFonts w:asciiTheme="minorHAnsi" w:hAnsiTheme="minorHAnsi"/>
                <w:szCs w:val="16"/>
              </w:rPr>
              <w:t xml:space="preserve"> dle čl. </w:t>
            </w:r>
            <w:r w:rsidR="0016557E">
              <w:rPr>
                <w:rFonts w:asciiTheme="minorHAnsi" w:hAnsiTheme="minorHAnsi"/>
                <w:szCs w:val="16"/>
              </w:rPr>
              <w:t>1.1.1</w:t>
            </w:r>
            <w:r w:rsidRPr="006737E9">
              <w:rPr>
                <w:rFonts w:asciiTheme="minorHAnsi" w:hAnsiTheme="minorHAnsi"/>
                <w:szCs w:val="16"/>
              </w:rPr>
              <w:t xml:space="preserve"> písm. </w:t>
            </w:r>
            <w:r w:rsidR="0016557E">
              <w:rPr>
                <w:rFonts w:asciiTheme="minorHAnsi" w:hAnsiTheme="minorHAnsi"/>
                <w:szCs w:val="16"/>
              </w:rPr>
              <w:t>c</w:t>
            </w:r>
            <w:r w:rsidRPr="006737E9">
              <w:rPr>
                <w:rFonts w:asciiTheme="minorHAnsi" w:hAnsiTheme="minorHAnsi"/>
                <w:szCs w:val="16"/>
              </w:rPr>
              <w:t xml:space="preserve">) ZTP </w:t>
            </w:r>
          </w:p>
          <w:p w14:paraId="1C2C01B7" w14:textId="6EDDD51D" w:rsidR="00EA33C9" w:rsidRPr="00EA33C9" w:rsidRDefault="00EA33C9" w:rsidP="00EA33C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rFonts w:asciiTheme="minorHAnsi" w:hAnsiTheme="minorHAnsi"/>
                <w:sz w:val="16"/>
                <w:szCs w:val="16"/>
              </w:rPr>
              <w:t>(mimo průzkumů a inženýrské činnosti – položky</w:t>
            </w:r>
            <w:r w:rsidR="002546E3">
              <w:rPr>
                <w:rFonts w:asciiTheme="minorHAnsi" w:hAnsiTheme="minorHAnsi"/>
                <w:sz w:val="16"/>
                <w:szCs w:val="16"/>
              </w:rPr>
              <w:t xml:space="preserve"> 4 až 8</w:t>
            </w:r>
            <w:r w:rsidRPr="006737E9">
              <w:rPr>
                <w:rFonts w:asciiTheme="minorHAnsi" w:hAnsiTheme="minorHAnsi"/>
                <w:sz w:val="16"/>
                <w:szCs w:val="16"/>
              </w:rPr>
              <w:t>)</w:t>
            </w:r>
          </w:p>
        </w:tc>
        <w:tc>
          <w:tcPr>
            <w:tcW w:w="992" w:type="dxa"/>
          </w:tcPr>
          <w:p w14:paraId="5F4A7E27" w14:textId="5D437C36" w:rsidR="00EA33C9" w:rsidRPr="00EA33C9"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47D6929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DC3287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2F517A2"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65430C8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709A5D2" w14:textId="0B3CF8C7" w:rsidR="008D4471" w:rsidRDefault="008D4471" w:rsidP="00957B84">
            <w:pPr>
              <w:spacing w:before="40" w:after="40" w:line="240" w:lineRule="auto"/>
              <w:rPr>
                <w:sz w:val="16"/>
                <w:szCs w:val="18"/>
              </w:rPr>
            </w:pPr>
            <w:r>
              <w:rPr>
                <w:sz w:val="16"/>
                <w:szCs w:val="18"/>
              </w:rPr>
              <w:t>4</w:t>
            </w:r>
          </w:p>
        </w:tc>
        <w:tc>
          <w:tcPr>
            <w:tcW w:w="3403" w:type="dxa"/>
          </w:tcPr>
          <w:p w14:paraId="182B1653" w14:textId="151D0C56" w:rsidR="008D4471"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Zajištění mapových podkladů</w:t>
            </w:r>
          </w:p>
        </w:tc>
        <w:tc>
          <w:tcPr>
            <w:tcW w:w="992" w:type="dxa"/>
          </w:tcPr>
          <w:p w14:paraId="480427FF" w14:textId="07A7DE08" w:rsidR="008D4471" w:rsidRP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m</w:t>
            </w:r>
            <w:r>
              <w:rPr>
                <w:sz w:val="16"/>
                <w:szCs w:val="18"/>
                <w:vertAlign w:val="superscript"/>
              </w:rPr>
              <w:t>2</w:t>
            </w:r>
          </w:p>
        </w:tc>
        <w:tc>
          <w:tcPr>
            <w:tcW w:w="993" w:type="dxa"/>
          </w:tcPr>
          <w:p w14:paraId="627F442A"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766F9F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4914CFB"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40348C7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122E554" w14:textId="65AD879D" w:rsidR="008D4471" w:rsidRDefault="008D4471" w:rsidP="00957B84">
            <w:pPr>
              <w:spacing w:before="40" w:after="40" w:line="240" w:lineRule="auto"/>
              <w:rPr>
                <w:sz w:val="16"/>
                <w:szCs w:val="18"/>
              </w:rPr>
            </w:pPr>
            <w:r>
              <w:rPr>
                <w:sz w:val="16"/>
                <w:szCs w:val="18"/>
              </w:rPr>
              <w:t>5</w:t>
            </w:r>
          </w:p>
        </w:tc>
        <w:tc>
          <w:tcPr>
            <w:tcW w:w="3403" w:type="dxa"/>
          </w:tcPr>
          <w:p w14:paraId="12C4B464" w14:textId="358D95A4"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Geodetické práce (doměření)</w:t>
            </w:r>
          </w:p>
        </w:tc>
        <w:tc>
          <w:tcPr>
            <w:tcW w:w="992" w:type="dxa"/>
          </w:tcPr>
          <w:p w14:paraId="1F4910E2" w14:textId="785BACE9"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m</w:t>
            </w:r>
            <w:r>
              <w:rPr>
                <w:sz w:val="16"/>
                <w:szCs w:val="18"/>
                <w:vertAlign w:val="superscript"/>
              </w:rPr>
              <w:t>2</w:t>
            </w:r>
          </w:p>
        </w:tc>
        <w:tc>
          <w:tcPr>
            <w:tcW w:w="993" w:type="dxa"/>
          </w:tcPr>
          <w:p w14:paraId="51197C8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9CC0DE1"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43D56B8"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3B957EA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B361836" w14:textId="2E555774" w:rsidR="008D4471" w:rsidRDefault="008D4471" w:rsidP="00957B84">
            <w:pPr>
              <w:spacing w:before="40" w:after="40" w:line="240" w:lineRule="auto"/>
              <w:rPr>
                <w:sz w:val="16"/>
                <w:szCs w:val="18"/>
              </w:rPr>
            </w:pPr>
            <w:r>
              <w:rPr>
                <w:sz w:val="16"/>
                <w:szCs w:val="18"/>
              </w:rPr>
              <w:t>6</w:t>
            </w:r>
          </w:p>
        </w:tc>
        <w:tc>
          <w:tcPr>
            <w:tcW w:w="3403" w:type="dxa"/>
          </w:tcPr>
          <w:p w14:paraId="454BC3C2" w14:textId="4F45B9F6" w:rsidR="008D4471" w:rsidRDefault="008D665D" w:rsidP="006737E9">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Zpracování projektu inženýrskogeologického průzkumu, v rozsahu dle bodu 4.18.1 ZTP</w:t>
            </w:r>
          </w:p>
        </w:tc>
        <w:tc>
          <w:tcPr>
            <w:tcW w:w="992" w:type="dxa"/>
          </w:tcPr>
          <w:p w14:paraId="06A1B1C9" w14:textId="6AB169C0"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042E2A5D" w14:textId="40FBF918"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A1BEA0E"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BEF04B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665D" w:rsidRPr="00957B84" w14:paraId="29636649"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A869032" w14:textId="36E38D59" w:rsidR="008D665D" w:rsidRDefault="008D665D" w:rsidP="00957B84">
            <w:pPr>
              <w:spacing w:before="40" w:after="40" w:line="240" w:lineRule="auto"/>
              <w:rPr>
                <w:sz w:val="16"/>
                <w:szCs w:val="18"/>
              </w:rPr>
            </w:pPr>
            <w:r>
              <w:rPr>
                <w:sz w:val="16"/>
                <w:szCs w:val="18"/>
              </w:rPr>
              <w:t>7</w:t>
            </w:r>
          </w:p>
        </w:tc>
        <w:tc>
          <w:tcPr>
            <w:tcW w:w="3403" w:type="dxa"/>
          </w:tcPr>
          <w:p w14:paraId="575693B2" w14:textId="13652E04" w:rsidR="008D665D" w:rsidRDefault="008D665D" w:rsidP="006737E9">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Provedení podrobného inženýrskogeologického průzkumu dle bodu 4.18.3 ZTP</w:t>
            </w:r>
          </w:p>
        </w:tc>
        <w:tc>
          <w:tcPr>
            <w:tcW w:w="992" w:type="dxa"/>
          </w:tcPr>
          <w:p w14:paraId="2F6D0315" w14:textId="21B4A858" w:rsidR="008D665D" w:rsidRDefault="008D665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041C1A4B" w14:textId="77777777" w:rsidR="008D665D" w:rsidDel="008D665D" w:rsidRDefault="008D665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52964AC" w14:textId="77777777" w:rsidR="008D665D" w:rsidRPr="00957B84" w:rsidRDefault="008D665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007E184" w14:textId="77777777" w:rsidR="008D665D" w:rsidRPr="00957B84" w:rsidRDefault="008D665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631FA73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5DCB2DB" w14:textId="1D8FE8AF" w:rsidR="008D4471" w:rsidRDefault="008D665D" w:rsidP="00957B84">
            <w:pPr>
              <w:spacing w:before="40" w:after="40" w:line="240" w:lineRule="auto"/>
              <w:rPr>
                <w:sz w:val="16"/>
                <w:szCs w:val="18"/>
              </w:rPr>
            </w:pPr>
            <w:r>
              <w:rPr>
                <w:sz w:val="16"/>
                <w:szCs w:val="18"/>
              </w:rPr>
              <w:t>8</w:t>
            </w:r>
          </w:p>
        </w:tc>
        <w:tc>
          <w:tcPr>
            <w:tcW w:w="3403" w:type="dxa"/>
          </w:tcPr>
          <w:p w14:paraId="1EC6466A" w14:textId="36CA644D" w:rsidR="008D4471"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Ostatní průzkumy pro zpracování Dokumentací</w:t>
            </w:r>
          </w:p>
        </w:tc>
        <w:tc>
          <w:tcPr>
            <w:tcW w:w="992" w:type="dxa"/>
          </w:tcPr>
          <w:p w14:paraId="37881598" w14:textId="5AC86DFB" w:rsidR="008D4471" w:rsidRPr="00EA33C9"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7AB12DD3"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A37EE09"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EB3CF2C"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751EEF96"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317F42D" w14:textId="34DE48AF" w:rsidR="008D4471" w:rsidRDefault="008D665D" w:rsidP="00957B84">
            <w:pPr>
              <w:spacing w:before="40" w:after="40" w:line="240" w:lineRule="auto"/>
              <w:rPr>
                <w:sz w:val="16"/>
                <w:szCs w:val="18"/>
              </w:rPr>
            </w:pPr>
            <w:r>
              <w:rPr>
                <w:sz w:val="16"/>
                <w:szCs w:val="18"/>
              </w:rPr>
              <w:t>9</w:t>
            </w:r>
          </w:p>
        </w:tc>
        <w:tc>
          <w:tcPr>
            <w:tcW w:w="3403" w:type="dxa"/>
          </w:tcPr>
          <w:p w14:paraId="58FF51B1" w14:textId="3EB9BC99"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Zpracování celkových investičních nákladů stavby</w:t>
            </w:r>
            <w:r w:rsidR="00144ACE">
              <w:rPr>
                <w:rFonts w:asciiTheme="minorHAnsi" w:hAnsiTheme="minorHAnsi"/>
                <w:szCs w:val="16"/>
              </w:rPr>
              <w:t>,</w:t>
            </w:r>
            <w:r w:rsidRPr="006737E9">
              <w:rPr>
                <w:rFonts w:asciiTheme="minorHAnsi" w:hAnsiTheme="minorHAnsi"/>
                <w:szCs w:val="16"/>
              </w:rPr>
              <w:t xml:space="preserve"> resp. rozpočtu a hodnocení ekonomické efektivnosti stavby mimo aktualizace na základě finální verze Díla.</w:t>
            </w:r>
          </w:p>
        </w:tc>
        <w:tc>
          <w:tcPr>
            <w:tcW w:w="992" w:type="dxa"/>
          </w:tcPr>
          <w:p w14:paraId="55EDC9FE" w14:textId="304CE5CA"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1E6AF52F"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84CD2BC"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63D34CA"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10326CC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A3AA1B3" w14:textId="4E972383" w:rsidR="008D4471" w:rsidRDefault="008D665D" w:rsidP="00957B84">
            <w:pPr>
              <w:spacing w:before="40" w:after="40" w:line="240" w:lineRule="auto"/>
              <w:rPr>
                <w:sz w:val="16"/>
                <w:szCs w:val="18"/>
              </w:rPr>
            </w:pPr>
            <w:r>
              <w:rPr>
                <w:sz w:val="16"/>
                <w:szCs w:val="18"/>
              </w:rPr>
              <w:t>10</w:t>
            </w:r>
          </w:p>
        </w:tc>
        <w:tc>
          <w:tcPr>
            <w:tcW w:w="3403" w:type="dxa"/>
          </w:tcPr>
          <w:p w14:paraId="665A4F54" w14:textId="18709961"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Koordinátor BOZP v přípravě</w:t>
            </w:r>
          </w:p>
        </w:tc>
        <w:tc>
          <w:tcPr>
            <w:tcW w:w="992" w:type="dxa"/>
          </w:tcPr>
          <w:p w14:paraId="31A23AA9" w14:textId="5B73606C"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7B12383"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1AC2252"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3AD7370"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45EED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4368527" w14:textId="173A2C70" w:rsidR="00EA33C9" w:rsidRDefault="008D4471" w:rsidP="00957B84">
            <w:pPr>
              <w:spacing w:before="40" w:after="40" w:line="240" w:lineRule="auto"/>
              <w:rPr>
                <w:sz w:val="16"/>
                <w:szCs w:val="18"/>
              </w:rPr>
            </w:pPr>
            <w:r>
              <w:rPr>
                <w:sz w:val="16"/>
                <w:szCs w:val="18"/>
              </w:rPr>
              <w:t>1</w:t>
            </w:r>
            <w:r w:rsidR="008D665D">
              <w:rPr>
                <w:sz w:val="16"/>
                <w:szCs w:val="18"/>
              </w:rPr>
              <w:t>1</w:t>
            </w:r>
          </w:p>
        </w:tc>
        <w:tc>
          <w:tcPr>
            <w:tcW w:w="3403" w:type="dxa"/>
          </w:tcPr>
          <w:p w14:paraId="6A9F2ED6" w14:textId="3DF0C85F" w:rsidR="00EA33C9"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Definitivní odevzdání Díla,</w:t>
            </w:r>
            <w:r w:rsidR="0080346E">
              <w:rPr>
                <w:rFonts w:asciiTheme="minorHAnsi" w:hAnsiTheme="minorHAnsi"/>
                <w:szCs w:val="16"/>
              </w:rPr>
              <w:t xml:space="preserve"> DPS v režimu BIM</w:t>
            </w:r>
            <w:r w:rsidRPr="006737E9">
              <w:rPr>
                <w:rFonts w:asciiTheme="minorHAnsi" w:hAnsiTheme="minorHAnsi"/>
                <w:szCs w:val="16"/>
              </w:rPr>
              <w:t xml:space="preserve"> dle Smlouvy v listinné formě (dle požadavků VTP a ZTP)</w:t>
            </w:r>
          </w:p>
        </w:tc>
        <w:tc>
          <w:tcPr>
            <w:tcW w:w="992" w:type="dxa"/>
          </w:tcPr>
          <w:p w14:paraId="77D4C9BD" w14:textId="37D363FC"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w:t>
            </w:r>
            <w:r w:rsidR="008D4471">
              <w:rPr>
                <w:sz w:val="16"/>
                <w:szCs w:val="18"/>
              </w:rPr>
              <w:t>omplet</w:t>
            </w:r>
          </w:p>
        </w:tc>
        <w:tc>
          <w:tcPr>
            <w:tcW w:w="993" w:type="dxa"/>
          </w:tcPr>
          <w:p w14:paraId="394C5D7C"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1AB216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D2D77EF"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4BB5F8B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E51F8E" w14:textId="2DC781FB" w:rsidR="00EA33C9" w:rsidRDefault="008D4471" w:rsidP="00957B84">
            <w:pPr>
              <w:spacing w:before="40" w:after="40" w:line="240" w:lineRule="auto"/>
              <w:rPr>
                <w:sz w:val="16"/>
                <w:szCs w:val="18"/>
              </w:rPr>
            </w:pPr>
            <w:r>
              <w:rPr>
                <w:sz w:val="16"/>
                <w:szCs w:val="18"/>
              </w:rPr>
              <w:t>1</w:t>
            </w:r>
            <w:r w:rsidR="008D665D">
              <w:rPr>
                <w:sz w:val="16"/>
                <w:szCs w:val="18"/>
              </w:rPr>
              <w:t>2</w:t>
            </w:r>
          </w:p>
        </w:tc>
        <w:tc>
          <w:tcPr>
            <w:tcW w:w="3403" w:type="dxa"/>
          </w:tcPr>
          <w:p w14:paraId="5AF889BD" w14:textId="55FDDE98" w:rsidR="00EA33C9"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Definitivní odevzdání Díla,</w:t>
            </w:r>
            <w:r w:rsidR="0080346E">
              <w:rPr>
                <w:rFonts w:asciiTheme="minorHAnsi" w:hAnsiTheme="minorHAnsi"/>
                <w:szCs w:val="16"/>
              </w:rPr>
              <w:t xml:space="preserve"> DPS v režimu BIM</w:t>
            </w:r>
            <w:r w:rsidRPr="006737E9">
              <w:rPr>
                <w:rFonts w:asciiTheme="minorHAnsi" w:hAnsiTheme="minorHAnsi"/>
                <w:szCs w:val="16"/>
              </w:rPr>
              <w:t xml:space="preserve"> dle Smlouvy v elektronické formě (dle požadavků VTP a ZTP)</w:t>
            </w:r>
          </w:p>
        </w:tc>
        <w:tc>
          <w:tcPr>
            <w:tcW w:w="992" w:type="dxa"/>
          </w:tcPr>
          <w:p w14:paraId="0BC8FAF2" w14:textId="307ABD64"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w:t>
            </w:r>
            <w:r w:rsidR="008D4471">
              <w:rPr>
                <w:sz w:val="16"/>
                <w:szCs w:val="18"/>
              </w:rPr>
              <w:t>omplet</w:t>
            </w:r>
          </w:p>
        </w:tc>
        <w:tc>
          <w:tcPr>
            <w:tcW w:w="993" w:type="dxa"/>
          </w:tcPr>
          <w:p w14:paraId="384FBCE1"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60DC89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9D56CA6"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2372C9E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F9B63D0" w14:textId="59D243FD" w:rsidR="00EA33C9" w:rsidRDefault="008D4471" w:rsidP="00957B84">
            <w:pPr>
              <w:spacing w:before="40" w:after="40" w:line="240" w:lineRule="auto"/>
              <w:rPr>
                <w:sz w:val="16"/>
                <w:szCs w:val="18"/>
              </w:rPr>
            </w:pPr>
            <w:r>
              <w:rPr>
                <w:sz w:val="16"/>
                <w:szCs w:val="18"/>
              </w:rPr>
              <w:t>1</w:t>
            </w:r>
            <w:r w:rsidR="008D665D">
              <w:rPr>
                <w:sz w:val="16"/>
                <w:szCs w:val="18"/>
              </w:rPr>
              <w:t>3</w:t>
            </w:r>
          </w:p>
        </w:tc>
        <w:tc>
          <w:tcPr>
            <w:tcW w:w="3403" w:type="dxa"/>
          </w:tcPr>
          <w:p w14:paraId="3751077E" w14:textId="5BB3276B"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D77CC3">
              <w:rPr>
                <w:szCs w:val="16"/>
              </w:rPr>
              <w:t xml:space="preserve">Inženýrská činnost zajišťující komplexní veřejnoprávní projednání a zajištění všech potřebných podkladů a certifikátů nutných k vydání </w:t>
            </w:r>
            <w:r>
              <w:rPr>
                <w:szCs w:val="16"/>
              </w:rPr>
              <w:t>povolení záměru</w:t>
            </w:r>
            <w:r w:rsidRPr="00D77CC3">
              <w:rPr>
                <w:szCs w:val="16"/>
              </w:rPr>
              <w:t xml:space="preserve"> a činnosti při procesu získání </w:t>
            </w:r>
            <w:r>
              <w:rPr>
                <w:szCs w:val="16"/>
              </w:rPr>
              <w:t>povolení záměru</w:t>
            </w:r>
            <w:r w:rsidRPr="00D77CC3">
              <w:rPr>
                <w:szCs w:val="16"/>
              </w:rPr>
              <w:t xml:space="preserve"> až do nabytí jeho právní moci</w:t>
            </w:r>
            <w:r>
              <w:rPr>
                <w:szCs w:val="16"/>
              </w:rPr>
              <w:t>.</w:t>
            </w:r>
          </w:p>
        </w:tc>
        <w:tc>
          <w:tcPr>
            <w:tcW w:w="992" w:type="dxa"/>
          </w:tcPr>
          <w:p w14:paraId="3A993A06" w14:textId="6B40A57E"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člověkoden</w:t>
            </w:r>
          </w:p>
        </w:tc>
        <w:tc>
          <w:tcPr>
            <w:tcW w:w="993" w:type="dxa"/>
          </w:tcPr>
          <w:p w14:paraId="2353DC70"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33C6983"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FA8A29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165BE83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3FCFA3A" w14:textId="72871786" w:rsidR="00EA33C9" w:rsidRDefault="0049065C" w:rsidP="00957B84">
            <w:pPr>
              <w:spacing w:before="40" w:after="40" w:line="240" w:lineRule="auto"/>
              <w:rPr>
                <w:sz w:val="16"/>
                <w:szCs w:val="18"/>
              </w:rPr>
            </w:pPr>
            <w:r>
              <w:rPr>
                <w:sz w:val="16"/>
                <w:szCs w:val="18"/>
              </w:rPr>
              <w:t>1</w:t>
            </w:r>
            <w:r w:rsidR="008D665D">
              <w:rPr>
                <w:sz w:val="16"/>
                <w:szCs w:val="18"/>
              </w:rPr>
              <w:t>4</w:t>
            </w:r>
          </w:p>
        </w:tc>
        <w:tc>
          <w:tcPr>
            <w:tcW w:w="3403" w:type="dxa"/>
          </w:tcPr>
          <w:p w14:paraId="4B1879E8" w14:textId="0006E4F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D77CC3">
              <w:rPr>
                <w:szCs w:val="16"/>
              </w:rPr>
              <w:t>Inženýrská činnost zajišťující posouzení vlivu stavby na životní prostředí (zajištění procesu EIA).</w:t>
            </w:r>
          </w:p>
        </w:tc>
        <w:tc>
          <w:tcPr>
            <w:tcW w:w="992" w:type="dxa"/>
          </w:tcPr>
          <w:p w14:paraId="0509966C" w14:textId="404469FD"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člověkoden</w:t>
            </w:r>
          </w:p>
        </w:tc>
        <w:tc>
          <w:tcPr>
            <w:tcW w:w="993" w:type="dxa"/>
          </w:tcPr>
          <w:p w14:paraId="5BDC583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F32266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1F81C21"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62292E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21B3CB8" w14:textId="439E6EFC" w:rsidR="00EA33C9" w:rsidRDefault="0049065C" w:rsidP="00957B84">
            <w:pPr>
              <w:spacing w:before="40" w:after="40" w:line="240" w:lineRule="auto"/>
              <w:rPr>
                <w:sz w:val="16"/>
                <w:szCs w:val="18"/>
              </w:rPr>
            </w:pPr>
            <w:r>
              <w:rPr>
                <w:sz w:val="16"/>
                <w:szCs w:val="18"/>
              </w:rPr>
              <w:t>1</w:t>
            </w:r>
            <w:r w:rsidR="008D665D">
              <w:rPr>
                <w:sz w:val="16"/>
                <w:szCs w:val="18"/>
              </w:rPr>
              <w:t>5</w:t>
            </w:r>
          </w:p>
        </w:tc>
        <w:tc>
          <w:tcPr>
            <w:tcW w:w="3403" w:type="dxa"/>
          </w:tcPr>
          <w:p w14:paraId="49F53B28" w14:textId="5B59667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Propagační materiály</w:t>
            </w:r>
          </w:p>
        </w:tc>
        <w:tc>
          <w:tcPr>
            <w:tcW w:w="992" w:type="dxa"/>
          </w:tcPr>
          <w:p w14:paraId="5FEB3EFA" w14:textId="11F04787"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5EDBE7A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55365B6"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B71C1BF"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767BB2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C5423F3" w14:textId="30148467" w:rsidR="00EA33C9" w:rsidRDefault="0049065C" w:rsidP="00957B84">
            <w:pPr>
              <w:spacing w:before="40" w:after="40" w:line="240" w:lineRule="auto"/>
              <w:rPr>
                <w:sz w:val="16"/>
                <w:szCs w:val="18"/>
              </w:rPr>
            </w:pPr>
            <w:r>
              <w:rPr>
                <w:sz w:val="16"/>
                <w:szCs w:val="18"/>
              </w:rPr>
              <w:t>1</w:t>
            </w:r>
            <w:r w:rsidR="008D665D">
              <w:rPr>
                <w:sz w:val="16"/>
                <w:szCs w:val="18"/>
              </w:rPr>
              <w:t>6</w:t>
            </w:r>
          </w:p>
        </w:tc>
        <w:tc>
          <w:tcPr>
            <w:tcW w:w="3403" w:type="dxa"/>
          </w:tcPr>
          <w:p w14:paraId="52F40B73" w14:textId="1F83ED3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 xml:space="preserve">Tvorba a aktualizace dat pro GIS portál </w:t>
            </w:r>
          </w:p>
        </w:tc>
        <w:tc>
          <w:tcPr>
            <w:tcW w:w="992" w:type="dxa"/>
          </w:tcPr>
          <w:p w14:paraId="77682360" w14:textId="4585E48E"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7122099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1D6DF7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B47AA93"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0346E" w:rsidRPr="00957B84" w14:paraId="38A142DD" w14:textId="77777777" w:rsidTr="00FB77C8">
        <w:tc>
          <w:tcPr>
            <w:cnfStyle w:val="001000000000" w:firstRow="0" w:lastRow="0" w:firstColumn="1" w:lastColumn="0" w:oddVBand="0" w:evenVBand="0" w:oddHBand="0" w:evenHBand="0" w:firstRowFirstColumn="0" w:firstRowLastColumn="0" w:lastRowFirstColumn="0" w:lastRowLastColumn="0"/>
            <w:tcW w:w="851" w:type="dxa"/>
          </w:tcPr>
          <w:p w14:paraId="60E45365" w14:textId="1E282881" w:rsidR="0080346E" w:rsidRDefault="0080346E" w:rsidP="00FB77C8">
            <w:pPr>
              <w:spacing w:before="40" w:after="40" w:line="240" w:lineRule="auto"/>
              <w:rPr>
                <w:sz w:val="16"/>
                <w:szCs w:val="18"/>
              </w:rPr>
            </w:pPr>
            <w:r>
              <w:rPr>
                <w:sz w:val="16"/>
                <w:szCs w:val="18"/>
              </w:rPr>
              <w:lastRenderedPageBreak/>
              <w:t>1</w:t>
            </w:r>
            <w:r w:rsidR="008D665D">
              <w:rPr>
                <w:sz w:val="16"/>
                <w:szCs w:val="18"/>
              </w:rPr>
              <w:t>7</w:t>
            </w:r>
          </w:p>
        </w:tc>
        <w:tc>
          <w:tcPr>
            <w:tcW w:w="3403" w:type="dxa"/>
          </w:tcPr>
          <w:p w14:paraId="32602255" w14:textId="77777777" w:rsidR="0080346E" w:rsidRDefault="0080346E" w:rsidP="00FB77C8">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Společné datové prostředí (CDE) pro zřízení a provozování CDE v rozsahu stanoveném BIM Protokolem včetně Licence pro Projektový tým</w:t>
            </w:r>
          </w:p>
        </w:tc>
        <w:tc>
          <w:tcPr>
            <w:tcW w:w="992" w:type="dxa"/>
          </w:tcPr>
          <w:p w14:paraId="2D11F79D" w14:textId="77777777" w:rsidR="0080346E" w:rsidRDefault="0080346E" w:rsidP="00FB77C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color w:val="000000" w:themeColor="text1"/>
                <w:sz w:val="16"/>
                <w:szCs w:val="18"/>
              </w:rPr>
              <w:t>komplet</w:t>
            </w:r>
          </w:p>
        </w:tc>
        <w:tc>
          <w:tcPr>
            <w:tcW w:w="993" w:type="dxa"/>
          </w:tcPr>
          <w:p w14:paraId="2555089F" w14:textId="77777777" w:rsidR="0080346E" w:rsidRPr="00C168F6" w:rsidRDefault="0080346E" w:rsidP="00FB77C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26F7">
              <w:rPr>
                <w:color w:val="000000" w:themeColor="text1"/>
                <w:sz w:val="16"/>
                <w:szCs w:val="18"/>
              </w:rPr>
              <w:t>1</w:t>
            </w:r>
          </w:p>
        </w:tc>
        <w:tc>
          <w:tcPr>
            <w:tcW w:w="1275" w:type="dxa"/>
          </w:tcPr>
          <w:p w14:paraId="4A387349" w14:textId="77777777" w:rsidR="0080346E" w:rsidRPr="00957B84" w:rsidRDefault="0080346E" w:rsidP="00FB77C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2AB81D8" w14:textId="77777777" w:rsidR="0080346E" w:rsidRPr="00957B84" w:rsidRDefault="0080346E" w:rsidP="00FB77C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0346E" w:rsidRPr="00957B84" w14:paraId="31B2917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733523B" w14:textId="05A6A27A" w:rsidR="0080346E" w:rsidRDefault="0080346E" w:rsidP="0080346E">
            <w:pPr>
              <w:spacing w:before="40" w:after="40" w:line="240" w:lineRule="auto"/>
              <w:rPr>
                <w:sz w:val="16"/>
                <w:szCs w:val="18"/>
              </w:rPr>
            </w:pPr>
            <w:r>
              <w:rPr>
                <w:sz w:val="16"/>
                <w:szCs w:val="18"/>
              </w:rPr>
              <w:t>1</w:t>
            </w:r>
            <w:r w:rsidR="008D665D">
              <w:rPr>
                <w:sz w:val="16"/>
                <w:szCs w:val="18"/>
              </w:rPr>
              <w:t>8</w:t>
            </w:r>
          </w:p>
        </w:tc>
        <w:tc>
          <w:tcPr>
            <w:tcW w:w="3403" w:type="dxa"/>
          </w:tcPr>
          <w:p w14:paraId="46E6738E" w14:textId="73ABECFD" w:rsidR="0080346E" w:rsidRDefault="0080346E" w:rsidP="0080346E">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Licence k CDE pro účely Objednatele dle BIM Protokolu a přílohy EIR cíl 1.1 a zajištění školení dle cíle 1.6 uvedeném v EIR</w:t>
            </w:r>
          </w:p>
        </w:tc>
        <w:tc>
          <w:tcPr>
            <w:tcW w:w="992" w:type="dxa"/>
          </w:tcPr>
          <w:p w14:paraId="11EBEB6D" w14:textId="25AF90FC" w:rsidR="0080346E"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color w:val="000000" w:themeColor="text1"/>
                <w:sz w:val="16"/>
                <w:szCs w:val="18"/>
              </w:rPr>
              <w:t>ks</w:t>
            </w:r>
          </w:p>
        </w:tc>
        <w:tc>
          <w:tcPr>
            <w:tcW w:w="993" w:type="dxa"/>
          </w:tcPr>
          <w:p w14:paraId="22B36A19" w14:textId="5B59DCC0" w:rsidR="0080346E" w:rsidRPr="00C168F6"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5826F7">
              <w:rPr>
                <w:color w:val="000000" w:themeColor="text1"/>
                <w:sz w:val="16"/>
                <w:szCs w:val="18"/>
              </w:rPr>
              <w:t>10</w:t>
            </w:r>
          </w:p>
        </w:tc>
        <w:tc>
          <w:tcPr>
            <w:tcW w:w="1275" w:type="dxa"/>
          </w:tcPr>
          <w:p w14:paraId="57FA0F15" w14:textId="77777777" w:rsidR="0080346E" w:rsidRPr="00957B84"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F2175D7" w14:textId="77777777" w:rsidR="0080346E" w:rsidRPr="00957B84"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0346E" w:rsidRPr="00957B84" w14:paraId="3994BB84" w14:textId="77777777" w:rsidTr="00FB77C8">
        <w:tc>
          <w:tcPr>
            <w:cnfStyle w:val="001000000000" w:firstRow="0" w:lastRow="0" w:firstColumn="1" w:lastColumn="0" w:oddVBand="0" w:evenVBand="0" w:oddHBand="0" w:evenHBand="0" w:firstRowFirstColumn="0" w:firstRowLastColumn="0" w:lastRowFirstColumn="0" w:lastRowLastColumn="0"/>
            <w:tcW w:w="851" w:type="dxa"/>
          </w:tcPr>
          <w:p w14:paraId="4A777E49" w14:textId="64B3CBFB" w:rsidR="0080346E" w:rsidRDefault="0080346E" w:rsidP="00FB77C8">
            <w:pPr>
              <w:spacing w:before="40" w:after="40" w:line="240" w:lineRule="auto"/>
              <w:rPr>
                <w:sz w:val="16"/>
                <w:szCs w:val="18"/>
              </w:rPr>
            </w:pPr>
            <w:r>
              <w:rPr>
                <w:sz w:val="16"/>
                <w:szCs w:val="18"/>
              </w:rPr>
              <w:t>1</w:t>
            </w:r>
            <w:r w:rsidR="008D665D">
              <w:rPr>
                <w:sz w:val="16"/>
                <w:szCs w:val="18"/>
              </w:rPr>
              <w:t>9</w:t>
            </w:r>
          </w:p>
        </w:tc>
        <w:tc>
          <w:tcPr>
            <w:tcW w:w="3403" w:type="dxa"/>
          </w:tcPr>
          <w:p w14:paraId="65348FFB" w14:textId="77777777" w:rsidR="0080346E" w:rsidRPr="00A16711" w:rsidRDefault="0080346E" w:rsidP="00FB77C8">
            <w:pPr>
              <w:pStyle w:val="Tabulka-8"/>
              <w:spacing w:after="0"/>
              <w:jc w:val="both"/>
              <w:cnfStyle w:val="000000000000" w:firstRow="0" w:lastRow="0" w:firstColumn="0" w:lastColumn="0" w:oddVBand="0" w:evenVBand="0" w:oddHBand="0" w:evenHBand="0" w:firstRowFirstColumn="0" w:firstRowLastColumn="0" w:lastRowFirstColumn="0" w:lastRowLastColumn="0"/>
              <w:rPr>
                <w:szCs w:val="16"/>
              </w:rPr>
            </w:pPr>
            <w:r w:rsidRPr="00A16711">
              <w:rPr>
                <w:szCs w:val="16"/>
              </w:rPr>
              <w:t xml:space="preserve">Licence k CDE pro účely </w:t>
            </w:r>
            <w:proofErr w:type="spellStart"/>
            <w:r w:rsidRPr="00A16711">
              <w:rPr>
                <w:szCs w:val="16"/>
              </w:rPr>
              <w:t>workflow</w:t>
            </w:r>
            <w:proofErr w:type="spellEnd"/>
            <w:r w:rsidRPr="00A16711">
              <w:rPr>
                <w:szCs w:val="16"/>
              </w:rPr>
              <w:t xml:space="preserve"> připomínkového řízení Objednatele dle BIM Protokolu a přílohy EIR cíl 1.3 a zajištění školení dle cíle 1.7 uvedeném v EIR</w:t>
            </w:r>
          </w:p>
        </w:tc>
        <w:tc>
          <w:tcPr>
            <w:tcW w:w="992" w:type="dxa"/>
          </w:tcPr>
          <w:p w14:paraId="2C848BBE" w14:textId="77777777" w:rsidR="0080346E" w:rsidRDefault="0080346E" w:rsidP="00FB77C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73F1BFA7" w14:textId="77777777" w:rsidR="0080346E" w:rsidRPr="005826F7" w:rsidRDefault="0080346E" w:rsidP="00FB77C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5826F7">
              <w:rPr>
                <w:color w:val="000000" w:themeColor="text1"/>
                <w:sz w:val="16"/>
                <w:szCs w:val="18"/>
              </w:rPr>
              <w:t>90</w:t>
            </w:r>
          </w:p>
        </w:tc>
        <w:tc>
          <w:tcPr>
            <w:tcW w:w="1275" w:type="dxa"/>
          </w:tcPr>
          <w:p w14:paraId="1C525C63" w14:textId="77777777" w:rsidR="0080346E" w:rsidRPr="00957B84" w:rsidRDefault="0080346E" w:rsidP="00FB77C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EAEF90A" w14:textId="77777777" w:rsidR="0080346E" w:rsidRPr="00957B84" w:rsidRDefault="0080346E" w:rsidP="00FB77C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0346E" w:rsidRPr="00957B84" w14:paraId="67EBF75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CC96CA9" w14:textId="60A535B9" w:rsidR="0080346E" w:rsidRDefault="008D665D" w:rsidP="0080346E">
            <w:pPr>
              <w:spacing w:before="40" w:after="40" w:line="240" w:lineRule="auto"/>
              <w:rPr>
                <w:sz w:val="16"/>
                <w:szCs w:val="18"/>
              </w:rPr>
            </w:pPr>
            <w:r>
              <w:rPr>
                <w:sz w:val="16"/>
                <w:szCs w:val="18"/>
              </w:rPr>
              <w:t>20</w:t>
            </w:r>
          </w:p>
        </w:tc>
        <w:tc>
          <w:tcPr>
            <w:tcW w:w="3403" w:type="dxa"/>
          </w:tcPr>
          <w:p w14:paraId="365A6962" w14:textId="1F7437BE" w:rsidR="0080346E" w:rsidRPr="00A16711" w:rsidRDefault="0080346E" w:rsidP="0080346E">
            <w:pPr>
              <w:pStyle w:val="Tabulka-8"/>
              <w:spacing w:after="0"/>
              <w:jc w:val="both"/>
              <w:cnfStyle w:val="000000000000" w:firstRow="0" w:lastRow="0" w:firstColumn="0" w:lastColumn="0" w:oddVBand="0" w:evenVBand="0" w:oddHBand="0" w:evenHBand="0" w:firstRowFirstColumn="0" w:firstRowLastColumn="0" w:lastRowFirstColumn="0" w:lastRowLastColumn="0"/>
              <w:rPr>
                <w:szCs w:val="16"/>
              </w:rPr>
            </w:pPr>
            <w:r w:rsidRPr="00A16711">
              <w:rPr>
                <w:szCs w:val="16"/>
              </w:rPr>
              <w:t>Vypracování Závěrečné hodnotící zprávy v rozsahu (dle BIM Protokolu včetně jeho příloh)</w:t>
            </w:r>
          </w:p>
        </w:tc>
        <w:tc>
          <w:tcPr>
            <w:tcW w:w="992" w:type="dxa"/>
          </w:tcPr>
          <w:p w14:paraId="4589B436" w14:textId="488B2B65" w:rsidR="0080346E"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4ED34CC4" w14:textId="77777777" w:rsidR="0080346E"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1B34CA2E" w14:textId="77777777" w:rsidR="0080346E" w:rsidRPr="00957B84"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33D0B6B" w14:textId="77777777" w:rsidR="0080346E" w:rsidRPr="00957B84"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0346E"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2"/>
          </w:tcPr>
          <w:p w14:paraId="5EDF2F03" w14:textId="77777777" w:rsidR="0080346E" w:rsidRPr="00B50DDC" w:rsidRDefault="0080346E" w:rsidP="0080346E">
            <w:pPr>
              <w:spacing w:before="40" w:after="40" w:line="240" w:lineRule="auto"/>
              <w:rPr>
                <w:b/>
                <w:sz w:val="16"/>
                <w:szCs w:val="18"/>
              </w:rPr>
            </w:pPr>
            <w:r w:rsidRPr="00B50DDC">
              <w:rPr>
                <w:b/>
                <w:sz w:val="16"/>
                <w:szCs w:val="18"/>
              </w:rPr>
              <w:t>Celkem za základní služby:</w:t>
            </w:r>
          </w:p>
        </w:tc>
        <w:tc>
          <w:tcPr>
            <w:tcW w:w="992" w:type="dxa"/>
          </w:tcPr>
          <w:p w14:paraId="331B6147" w14:textId="77777777" w:rsidR="0080346E" w:rsidRPr="00957B84"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80346E" w:rsidRPr="00957B84"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80346E" w:rsidRPr="00957B84"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80346E" w:rsidRPr="00957B84" w:rsidRDefault="0080346E" w:rsidP="0080346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957B84">
      <w:pPr>
        <w:spacing w:after="120" w:line="264" w:lineRule="auto"/>
        <w:jc w:val="both"/>
        <w:rPr>
          <w:sz w:val="16"/>
          <w:szCs w:val="16"/>
        </w:rPr>
      </w:pPr>
      <w:r w:rsidRPr="00B50DDC">
        <w:rPr>
          <w:sz w:val="16"/>
          <w:szCs w:val="16"/>
        </w:rPr>
        <w:t>Všechny ceny jsou uvedené v Kč bez DPH.</w:t>
      </w:r>
    </w:p>
    <w:p w14:paraId="370201E4" w14:textId="5BE92804" w:rsidR="005562D9" w:rsidRDefault="005562D9" w:rsidP="00400E31">
      <w:pPr>
        <w:pStyle w:val="Nadpisbezsl1-2"/>
        <w:outlineLvl w:val="2"/>
        <w:rPr>
          <w:sz w:val="16"/>
          <w:szCs w:val="16"/>
        </w:rPr>
      </w:pPr>
    </w:p>
    <w:p w14:paraId="4D61C1D1" w14:textId="0107775E" w:rsidR="00400E31" w:rsidRDefault="00D62259" w:rsidP="00400E31">
      <w:pPr>
        <w:pStyle w:val="Nadpisbezsl1-2"/>
        <w:outlineLvl w:val="2"/>
      </w:pPr>
      <w:r>
        <w:t>2</w:t>
      </w:r>
      <w:r w:rsidR="00400E31">
        <w:t>.</w:t>
      </w:r>
      <w:r w:rsidR="00400E31">
        <w:tab/>
        <w:t xml:space="preserve">Cena za výkon Dozoru projektanta </w:t>
      </w:r>
      <w:r w:rsidR="00F23CC7" w:rsidRPr="00F23CC7">
        <w:t>při zpracování PDPS</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167B10D7" w:rsidR="00400E31" w:rsidRDefault="00D62259">
            <w:pPr>
              <w:spacing w:after="40" w:line="240" w:lineRule="auto"/>
              <w:rPr>
                <w:szCs w:val="18"/>
              </w:rPr>
            </w:pPr>
            <w:r>
              <w:rPr>
                <w:sz w:val="16"/>
                <w:szCs w:val="18"/>
              </w:rPr>
              <w:t>21</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992" w:type="dxa"/>
            <w:tcBorders>
              <w:top w:val="single" w:sz="4" w:space="0" w:color="auto"/>
              <w:left w:val="single" w:sz="4" w:space="0" w:color="auto"/>
              <w:bottom w:val="nil"/>
              <w:right w:val="single" w:sz="4" w:space="0" w:color="auto"/>
            </w:tcBorders>
          </w:tcPr>
          <w:p w14:paraId="6109B53A" w14:textId="77777777" w:rsidR="00400E31" w:rsidRDefault="00400E31">
            <w:pPr>
              <w:pStyle w:val="Textbezodsazen"/>
              <w:jc w:val="center"/>
            </w:pP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3A632C79" w14:textId="477A1416" w:rsidR="003F5C24" w:rsidRDefault="003F5C24" w:rsidP="003F5C24">
      <w:pPr>
        <w:pStyle w:val="Textbezodsazen"/>
      </w:pPr>
      <w:r>
        <w:t>Uvedená cena za výkon Dozoru projektanta zahrnuje veškeré náklady na výkon Dozoru projektanta po celou předpokládanou dobu při zhotovení PDPS (předpoklad</w:t>
      </w:r>
      <w:r w:rsidR="00C22981">
        <w:t xml:space="preserve"> 18</w:t>
      </w:r>
      <w:r>
        <w:t xml:space="preserve"> měsíců)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6EE52599" w:rsidR="00236DCC" w:rsidRDefault="00400E31" w:rsidP="009227F1">
      <w:pPr>
        <w:pStyle w:val="Nadpisbezsl1-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F675D1">
        <w:tc>
          <w:tcPr>
            <w:tcW w:w="8050" w:type="dxa"/>
            <w:gridSpan w:val="3"/>
            <w:shd w:val="clear" w:color="auto" w:fill="F2F2F2" w:themeFill="background1" w:themeFillShade="F2"/>
          </w:tcPr>
          <w:p w14:paraId="500DD0E1" w14:textId="77777777" w:rsidR="00236DCC" w:rsidRPr="00236DCC" w:rsidRDefault="00236DCC" w:rsidP="00517090">
            <w:pPr>
              <w:pStyle w:val="Tabulka"/>
            </w:pPr>
            <w:r w:rsidRPr="00236DCC">
              <w:t xml:space="preserve">z toho: </w:t>
            </w:r>
          </w:p>
        </w:tc>
      </w:tr>
      <w:tr w:rsidR="00236DCC" w:rsidRPr="00236DCC" w14:paraId="0C500B2C" w14:textId="77777777" w:rsidTr="00F675D1">
        <w:tc>
          <w:tcPr>
            <w:tcW w:w="8050" w:type="dxa"/>
            <w:gridSpan w:val="3"/>
            <w:shd w:val="clear" w:color="auto" w:fill="F2F2F2" w:themeFill="background1" w:themeFillShade="F2"/>
          </w:tcPr>
          <w:p w14:paraId="21DF3DBC" w14:textId="475005C7" w:rsidR="00236DCC" w:rsidRPr="0067279D" w:rsidRDefault="00236DCC" w:rsidP="00517090">
            <w:pPr>
              <w:pStyle w:val="Tabulka"/>
              <w:rPr>
                <w:b/>
                <w:bCs/>
              </w:rPr>
            </w:pPr>
            <w:r w:rsidRPr="0067279D">
              <w:rPr>
                <w:b/>
                <w:bCs/>
              </w:rPr>
              <w:t xml:space="preserve">Cena za zpracování </w:t>
            </w:r>
            <w:r w:rsidR="003E6596" w:rsidRPr="0067279D">
              <w:rPr>
                <w:b/>
                <w:bCs/>
              </w:rPr>
              <w:t>ZP</w:t>
            </w:r>
            <w:r w:rsidR="00B06D17" w:rsidRPr="0067279D">
              <w:rPr>
                <w:b/>
                <w:bCs/>
              </w:rPr>
              <w:t>:</w:t>
            </w:r>
            <w:r w:rsidRPr="0067279D">
              <w:rPr>
                <w:b/>
                <w:bCs/>
              </w:rPr>
              <w:t xml:space="preserve"> </w:t>
            </w:r>
          </w:p>
        </w:tc>
      </w:tr>
      <w:tr w:rsidR="00236DCC" w:rsidRPr="00236DCC" w14:paraId="4110EE06" w14:textId="77777777" w:rsidTr="009227F1">
        <w:tc>
          <w:tcPr>
            <w:tcW w:w="2683" w:type="dxa"/>
          </w:tcPr>
          <w:p w14:paraId="75C9617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F675D1">
        <w:tc>
          <w:tcPr>
            <w:tcW w:w="8050" w:type="dxa"/>
            <w:gridSpan w:val="3"/>
            <w:shd w:val="clear" w:color="auto" w:fill="F2F2F2" w:themeFill="background1" w:themeFillShade="F2"/>
          </w:tcPr>
          <w:p w14:paraId="41884335" w14:textId="2334D217" w:rsidR="00236DCC" w:rsidRPr="0067279D" w:rsidRDefault="00236DCC" w:rsidP="00517090">
            <w:pPr>
              <w:pStyle w:val="Tabulka"/>
              <w:rPr>
                <w:b/>
                <w:bCs/>
              </w:rPr>
            </w:pPr>
            <w:r w:rsidRPr="0067279D">
              <w:rPr>
                <w:b/>
                <w:bCs/>
              </w:rPr>
              <w:t xml:space="preserve">Cena za </w:t>
            </w:r>
            <w:r w:rsidR="003E6596" w:rsidRPr="0067279D">
              <w:rPr>
                <w:b/>
                <w:bCs/>
              </w:rPr>
              <w:t xml:space="preserve">zpracování </w:t>
            </w:r>
            <w:r w:rsidR="009521A1" w:rsidRPr="0067279D">
              <w:rPr>
                <w:b/>
                <w:bCs/>
              </w:rPr>
              <w:t>DPS</w:t>
            </w:r>
            <w:r w:rsidR="00B06D17" w:rsidRPr="0067279D">
              <w:rPr>
                <w:b/>
                <w:bCs/>
              </w:rPr>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80346E" w:rsidRPr="00236DCC" w14:paraId="416852AB" w14:textId="77777777" w:rsidTr="00F675D1">
        <w:tc>
          <w:tcPr>
            <w:tcW w:w="8050" w:type="dxa"/>
            <w:gridSpan w:val="3"/>
            <w:shd w:val="clear" w:color="auto" w:fill="F2F2F2" w:themeFill="background1" w:themeFillShade="F2"/>
          </w:tcPr>
          <w:p w14:paraId="2EB3C3B9" w14:textId="2758AC90" w:rsidR="0080346E" w:rsidRPr="00236DCC" w:rsidRDefault="0080346E" w:rsidP="00FB77C8">
            <w:pPr>
              <w:pStyle w:val="Tabulka"/>
            </w:pPr>
            <w:r w:rsidRPr="003C3D68">
              <w:rPr>
                <w:b/>
              </w:rPr>
              <w:t xml:space="preserve">Cena za </w:t>
            </w:r>
            <w:r>
              <w:rPr>
                <w:b/>
              </w:rPr>
              <w:t>dodání CDE</w:t>
            </w:r>
            <w:r w:rsidRPr="003C3D68">
              <w:rPr>
                <w:b/>
              </w:rPr>
              <w:t>:</w:t>
            </w:r>
          </w:p>
        </w:tc>
      </w:tr>
      <w:tr w:rsidR="0080346E" w:rsidRPr="00236DCC" w14:paraId="2F1119A4" w14:textId="77777777" w:rsidTr="009227F1">
        <w:tc>
          <w:tcPr>
            <w:tcW w:w="2683" w:type="dxa"/>
          </w:tcPr>
          <w:p w14:paraId="1412E736" w14:textId="58FD7CF9" w:rsidR="0080346E" w:rsidRPr="00236DCC" w:rsidRDefault="0080346E" w:rsidP="0080346E">
            <w:pPr>
              <w:pStyle w:val="Tabulka"/>
            </w:pPr>
            <w:r w:rsidRPr="00236DCC">
              <w:t>"[</w:t>
            </w:r>
            <w:r w:rsidRPr="00236DCC">
              <w:rPr>
                <w:highlight w:val="yellow"/>
              </w:rPr>
              <w:t>VLOŽÍ ZHOTOVITEL</w:t>
            </w:r>
            <w:r w:rsidRPr="00236DCC">
              <w:t>]" Kč</w:t>
            </w:r>
          </w:p>
        </w:tc>
        <w:tc>
          <w:tcPr>
            <w:tcW w:w="2683" w:type="dxa"/>
          </w:tcPr>
          <w:p w14:paraId="343CB785" w14:textId="0FB052D9" w:rsidR="0080346E" w:rsidRPr="00236DCC" w:rsidRDefault="0080346E" w:rsidP="0080346E">
            <w:pPr>
              <w:pStyle w:val="Tabulka"/>
            </w:pPr>
            <w:r w:rsidRPr="00236DCC">
              <w:t>"[</w:t>
            </w:r>
            <w:r w:rsidRPr="00236DCC">
              <w:rPr>
                <w:highlight w:val="yellow"/>
              </w:rPr>
              <w:t>VLOŽÍ ZHOTOVITEL</w:t>
            </w:r>
            <w:r w:rsidRPr="00236DCC">
              <w:t>]" Kč</w:t>
            </w:r>
          </w:p>
        </w:tc>
        <w:tc>
          <w:tcPr>
            <w:tcW w:w="2684" w:type="dxa"/>
          </w:tcPr>
          <w:p w14:paraId="185925F0" w14:textId="7A670201" w:rsidR="0080346E" w:rsidRPr="00236DCC" w:rsidRDefault="0080346E" w:rsidP="0080346E">
            <w:pPr>
              <w:pStyle w:val="Tabulka"/>
            </w:pPr>
            <w:r w:rsidRPr="00236DCC">
              <w:t>"[</w:t>
            </w:r>
            <w:r w:rsidRPr="00236DCC">
              <w:rPr>
                <w:highlight w:val="yellow"/>
              </w:rPr>
              <w:t>VLOŽÍ ZHOTOVITEL</w:t>
            </w:r>
            <w:r w:rsidRPr="00236DCC">
              <w:t>]" Kč</w:t>
            </w:r>
          </w:p>
        </w:tc>
      </w:tr>
      <w:tr w:rsidR="0080346E" w:rsidRPr="00236DCC" w14:paraId="705CFB6E" w14:textId="77777777" w:rsidTr="00F675D1">
        <w:tc>
          <w:tcPr>
            <w:tcW w:w="8050" w:type="dxa"/>
            <w:gridSpan w:val="3"/>
            <w:shd w:val="clear" w:color="auto" w:fill="F2F2F2" w:themeFill="background1" w:themeFillShade="F2"/>
          </w:tcPr>
          <w:p w14:paraId="37CA8BAB" w14:textId="41DA5E66" w:rsidR="0080346E" w:rsidRPr="0067279D" w:rsidRDefault="0080346E" w:rsidP="0080346E">
            <w:pPr>
              <w:pStyle w:val="Tabulka"/>
              <w:rPr>
                <w:b/>
                <w:bCs/>
              </w:rPr>
            </w:pPr>
            <w:r w:rsidRPr="0067279D">
              <w:rPr>
                <w:b/>
                <w:bCs/>
              </w:rPr>
              <w:t>Cena za výkon Dozoru projektanta</w:t>
            </w:r>
            <w:r w:rsidR="0016557E">
              <w:rPr>
                <w:b/>
                <w:bCs/>
              </w:rPr>
              <w:t xml:space="preserve"> při zpracování PDPS</w:t>
            </w:r>
            <w:r w:rsidRPr="0067279D">
              <w:rPr>
                <w:b/>
                <w:bCs/>
              </w:rPr>
              <w:t>:</w:t>
            </w:r>
          </w:p>
        </w:tc>
      </w:tr>
      <w:tr w:rsidR="0080346E" w:rsidRPr="00236DCC" w14:paraId="3728B6C1" w14:textId="77777777" w:rsidTr="009227F1">
        <w:tc>
          <w:tcPr>
            <w:tcW w:w="2683" w:type="dxa"/>
          </w:tcPr>
          <w:p w14:paraId="3A26A2C6" w14:textId="31A0CD80" w:rsidR="0080346E" w:rsidRPr="00236DCC" w:rsidRDefault="0080346E" w:rsidP="0080346E">
            <w:pPr>
              <w:pStyle w:val="Tabulka"/>
            </w:pPr>
            <w:r w:rsidRPr="00236DCC">
              <w:t>"[</w:t>
            </w:r>
            <w:r w:rsidRPr="00236DCC">
              <w:rPr>
                <w:highlight w:val="yellow"/>
              </w:rPr>
              <w:t>VLOŽÍ ZHOTOVITEL</w:t>
            </w:r>
            <w:r w:rsidRPr="00236DCC">
              <w:t>]" Kč</w:t>
            </w:r>
          </w:p>
        </w:tc>
        <w:tc>
          <w:tcPr>
            <w:tcW w:w="2683" w:type="dxa"/>
          </w:tcPr>
          <w:p w14:paraId="773F4A7C" w14:textId="00F87774" w:rsidR="0080346E" w:rsidRPr="00236DCC" w:rsidRDefault="0080346E" w:rsidP="0080346E">
            <w:pPr>
              <w:pStyle w:val="Tabulka"/>
            </w:pPr>
            <w:r w:rsidRPr="00236DCC">
              <w:t>"[</w:t>
            </w:r>
            <w:r w:rsidRPr="00236DCC">
              <w:rPr>
                <w:highlight w:val="yellow"/>
              </w:rPr>
              <w:t>VLOŽÍ ZHOTOVITEL</w:t>
            </w:r>
            <w:r w:rsidRPr="00236DCC">
              <w:t>]" Kč</w:t>
            </w:r>
          </w:p>
        </w:tc>
        <w:tc>
          <w:tcPr>
            <w:tcW w:w="2684" w:type="dxa"/>
          </w:tcPr>
          <w:p w14:paraId="52197EF7" w14:textId="570B4959" w:rsidR="0080346E" w:rsidRPr="00236DCC" w:rsidRDefault="0080346E" w:rsidP="0080346E">
            <w:pPr>
              <w:pStyle w:val="Tabulka"/>
            </w:pPr>
            <w:r w:rsidRPr="00236DCC">
              <w:t>"[</w:t>
            </w:r>
            <w:r w:rsidRPr="00236DCC">
              <w:rPr>
                <w:highlight w:val="yellow"/>
              </w:rPr>
              <w:t>VLOŽÍ ZHOTOVITEL</w:t>
            </w:r>
            <w:r w:rsidRPr="00236DCC">
              <w:t>]" Kč</w:t>
            </w:r>
          </w:p>
        </w:tc>
      </w:tr>
    </w:tbl>
    <w:p w14:paraId="5F8E0815" w14:textId="348CA1F4" w:rsidR="00B3317B" w:rsidRDefault="00B3317B" w:rsidP="00236DCC">
      <w:pPr>
        <w:pStyle w:val="Textbezodsazen"/>
      </w:pPr>
    </w:p>
    <w:tbl>
      <w:tblPr>
        <w:tblStyle w:val="TabulkaS-zhlav"/>
        <w:tblpPr w:leftFromText="141" w:rightFromText="141" w:vertAnchor="text" w:horzAnchor="margin" w:tblpY="8"/>
        <w:tblOverlap w:val="never"/>
        <w:tblW w:w="0" w:type="auto"/>
        <w:tblLook w:val="04A0" w:firstRow="1" w:lastRow="0" w:firstColumn="1" w:lastColumn="0" w:noHBand="0" w:noVBand="1"/>
      </w:tblPr>
      <w:tblGrid>
        <w:gridCol w:w="2627"/>
        <w:gridCol w:w="2626"/>
        <w:gridCol w:w="2627"/>
      </w:tblGrid>
      <w:tr w:rsidR="00B3317B" w:rsidRPr="00236DCC" w14:paraId="535903BD" w14:textId="77777777" w:rsidTr="00B3317B">
        <w:trPr>
          <w:cnfStyle w:val="100000000000" w:firstRow="1" w:lastRow="0" w:firstColumn="0" w:lastColumn="0" w:oddVBand="0" w:evenVBand="0" w:oddHBand="0" w:evenHBand="0" w:firstRowFirstColumn="0" w:firstRowLastColumn="0" w:lastRowFirstColumn="0" w:lastRowLastColumn="0"/>
        </w:trPr>
        <w:tc>
          <w:tcPr>
            <w:tcW w:w="7880" w:type="dxa"/>
            <w:gridSpan w:val="3"/>
          </w:tcPr>
          <w:p w14:paraId="0BA1A58F" w14:textId="0A41CAB9" w:rsidR="00B3317B" w:rsidRPr="0067279D" w:rsidRDefault="00B3317B" w:rsidP="00B3317B">
            <w:pPr>
              <w:pStyle w:val="Tabulka"/>
              <w:rPr>
                <w:bCs/>
              </w:rPr>
            </w:pPr>
            <w:r w:rsidRPr="0067279D">
              <w:rPr>
                <w:bCs/>
              </w:rPr>
              <w:t>Spolu Cena za zpracování ZP</w:t>
            </w:r>
            <w:r w:rsidR="004C39E8">
              <w:rPr>
                <w:bCs/>
              </w:rPr>
              <w:t xml:space="preserve"> a</w:t>
            </w:r>
            <w:r w:rsidR="004C39E8" w:rsidRPr="0067279D">
              <w:rPr>
                <w:bCs/>
              </w:rPr>
              <w:t xml:space="preserve"> </w:t>
            </w:r>
            <w:r w:rsidRPr="0067279D">
              <w:rPr>
                <w:bCs/>
              </w:rPr>
              <w:t xml:space="preserve">DPS: </w:t>
            </w:r>
          </w:p>
        </w:tc>
      </w:tr>
      <w:tr w:rsidR="00B3317B" w:rsidRPr="00236DCC" w14:paraId="2B71505D" w14:textId="77777777" w:rsidTr="00B3317B">
        <w:tc>
          <w:tcPr>
            <w:tcW w:w="2627" w:type="dxa"/>
          </w:tcPr>
          <w:p w14:paraId="18F14A9F" w14:textId="77777777" w:rsidR="00B3317B" w:rsidRPr="00236DCC" w:rsidRDefault="00B3317B" w:rsidP="00B3317B">
            <w:pPr>
              <w:pStyle w:val="Tabulka"/>
            </w:pPr>
            <w:r w:rsidRPr="00236DCC">
              <w:t>"[</w:t>
            </w:r>
            <w:r w:rsidRPr="00236DCC">
              <w:rPr>
                <w:highlight w:val="yellow"/>
              </w:rPr>
              <w:t>VLOŽÍ ZHOTOVITEL</w:t>
            </w:r>
            <w:r w:rsidRPr="00236DCC">
              <w:t>]" Kč</w:t>
            </w:r>
          </w:p>
        </w:tc>
        <w:tc>
          <w:tcPr>
            <w:tcW w:w="2626" w:type="dxa"/>
          </w:tcPr>
          <w:p w14:paraId="7BC86AE2" w14:textId="77777777" w:rsidR="00B3317B" w:rsidRPr="00236DCC" w:rsidRDefault="00B3317B" w:rsidP="00B3317B">
            <w:pPr>
              <w:pStyle w:val="Tabulka"/>
            </w:pPr>
            <w:r w:rsidRPr="00236DCC">
              <w:t>"[</w:t>
            </w:r>
            <w:r w:rsidRPr="00236DCC">
              <w:rPr>
                <w:highlight w:val="yellow"/>
              </w:rPr>
              <w:t>VLOŽÍ ZHOTOVITEL</w:t>
            </w:r>
            <w:r w:rsidRPr="00236DCC">
              <w:t>]" Kč</w:t>
            </w:r>
          </w:p>
        </w:tc>
        <w:tc>
          <w:tcPr>
            <w:tcW w:w="2627" w:type="dxa"/>
          </w:tcPr>
          <w:p w14:paraId="52B957FC" w14:textId="77777777" w:rsidR="00B3317B" w:rsidRPr="00236DCC" w:rsidRDefault="00B3317B" w:rsidP="00B3317B">
            <w:pPr>
              <w:pStyle w:val="Tabulka"/>
            </w:pPr>
            <w:r w:rsidRPr="00236DCC">
              <w:t>"[</w:t>
            </w:r>
            <w:r w:rsidRPr="00236DCC">
              <w:rPr>
                <w:highlight w:val="yellow"/>
              </w:rPr>
              <w:t>VLOŽÍ ZHOTOVITEL</w:t>
            </w:r>
            <w:r w:rsidRPr="00236DCC">
              <w:t>]" Kč</w:t>
            </w:r>
          </w:p>
        </w:tc>
      </w:tr>
    </w:tbl>
    <w:p w14:paraId="122DD7D3" w14:textId="588CAA46" w:rsidR="00B3317B" w:rsidRDefault="00B3317B" w:rsidP="00236DCC">
      <w:pPr>
        <w:pStyle w:val="Textbezodsazen"/>
      </w:pPr>
    </w:p>
    <w:p w14:paraId="276D287B" w14:textId="77777777" w:rsidR="00B3317B" w:rsidRDefault="00B3317B" w:rsidP="00236DCC">
      <w:pPr>
        <w:pStyle w:val="Textbezodsazen"/>
      </w:pPr>
    </w:p>
    <w:p w14:paraId="61F4B11C" w14:textId="77777777" w:rsidR="00B3317B" w:rsidRDefault="00B3317B" w:rsidP="00236DCC">
      <w:pPr>
        <w:pStyle w:val="Textbezodsazen"/>
      </w:pPr>
    </w:p>
    <w:p w14:paraId="5CAB7EC8" w14:textId="48398BFA"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Pr>
          <w:rStyle w:val="Tun-ZRUIT"/>
        </w:rPr>
        <w:t xml:space="preserve">ZP, </w:t>
      </w:r>
      <w:r w:rsidR="009521A1">
        <w:rPr>
          <w:rStyle w:val="Tun-ZRUIT"/>
        </w:rPr>
        <w:t>DPS</w:t>
      </w:r>
      <w:r w:rsidR="0076019D">
        <w:rPr>
          <w:rStyle w:val="Tun-ZRUIT"/>
        </w:rPr>
        <w:t>, CDE</w:t>
      </w:r>
      <w:r w:rsidR="009521A1">
        <w:rPr>
          <w:rStyle w:val="Tun-ZRUIT"/>
        </w:rPr>
        <w:t xml:space="preserve"> </w:t>
      </w:r>
      <w:r w:rsidR="007940A0">
        <w:rPr>
          <w:rStyle w:val="Tun-ZRUIT"/>
        </w:rPr>
        <w:t>a výkon Dozoru projektanta</w:t>
      </w:r>
      <w:r w:rsidR="0067279D">
        <w:rPr>
          <w:rStyle w:val="Tun-ZRUIT"/>
        </w:rPr>
        <w:t xml:space="preserve"> při zpracování PDPS</w:t>
      </w:r>
      <w:r w:rsidRPr="00236DCC">
        <w:rPr>
          <w:rStyle w:val="Tun-ZRUIT"/>
        </w:rPr>
        <w:t>:</w:t>
      </w:r>
      <w:bookmarkStart w:id="19" w:name="_Hlk157153816"/>
      <w:r w:rsidR="00C321B7" w:rsidRPr="00C321B7">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9"/>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3FB749ED" w14:textId="1AB10C87"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759BEB8D" w14:textId="77777777" w:rsidR="00B72613" w:rsidRPr="00B06D17" w:rsidRDefault="00B72613" w:rsidP="00517090">
            <w:pPr>
              <w:pStyle w:val="Tabulka"/>
              <w:rPr>
                <w:rStyle w:val="Tun"/>
                <w:highlight w:val="yellow"/>
              </w:rPr>
            </w:pPr>
            <w:r w:rsidRPr="00B06D17">
              <w:rPr>
                <w:rStyle w:val="Tun"/>
                <w:highlight w:val="yellow"/>
              </w:rPr>
              <w:t>[....] Kč</w:t>
            </w:r>
          </w:p>
        </w:tc>
      </w:tr>
      <w:tr w:rsidR="00F44C7C" w:rsidRPr="00B72613" w14:paraId="69698B26" w14:textId="77777777" w:rsidTr="009227F1">
        <w:tc>
          <w:tcPr>
            <w:tcW w:w="2914" w:type="dxa"/>
          </w:tcPr>
          <w:p w14:paraId="4B590F8B" w14:textId="223A8374" w:rsidR="00F44C7C" w:rsidRPr="00B06D17" w:rsidRDefault="00F44C7C" w:rsidP="00F44C7C">
            <w:pPr>
              <w:pStyle w:val="Tabulka"/>
              <w:rPr>
                <w:rStyle w:val="Tun"/>
                <w:highlight w:val="yellow"/>
              </w:rPr>
            </w:pPr>
            <w:proofErr w:type="gramStart"/>
            <w:r>
              <w:rPr>
                <w:rStyle w:val="Tun"/>
                <w:highlight w:val="yellow"/>
              </w:rPr>
              <w:t>1a</w:t>
            </w:r>
            <w:proofErr w:type="gramEnd"/>
            <w:r>
              <w:rPr>
                <w:rStyle w:val="Tun"/>
                <w:highlight w:val="yellow"/>
              </w:rPr>
              <w:t>. Dílčí etapa</w:t>
            </w:r>
          </w:p>
        </w:tc>
        <w:tc>
          <w:tcPr>
            <w:tcW w:w="2977" w:type="dxa"/>
          </w:tcPr>
          <w:p w14:paraId="32B629BA" w14:textId="6875B129" w:rsidR="00F44C7C" w:rsidRPr="00B06D17" w:rsidRDefault="00F44C7C" w:rsidP="00F44C7C">
            <w:pPr>
              <w:pStyle w:val="Tabulka"/>
              <w:rPr>
                <w:rStyle w:val="Tun"/>
                <w:highlight w:val="yellow"/>
              </w:rPr>
            </w:pPr>
            <w:r>
              <w:rPr>
                <w:rStyle w:val="Tun"/>
                <w:highlight w:val="yellow"/>
              </w:rPr>
              <w:t xml:space="preserve"> (bez fakturace)</w:t>
            </w:r>
          </w:p>
        </w:tc>
        <w:tc>
          <w:tcPr>
            <w:tcW w:w="2977" w:type="dxa"/>
          </w:tcPr>
          <w:p w14:paraId="116BA36F" w14:textId="439F2C71" w:rsidR="00F44C7C" w:rsidRPr="00B06D17" w:rsidRDefault="00F44C7C" w:rsidP="00F44C7C">
            <w:pPr>
              <w:pStyle w:val="Tabulka"/>
              <w:rPr>
                <w:rStyle w:val="Tun"/>
                <w:highlight w:val="yellow"/>
              </w:rPr>
            </w:pPr>
            <w:r>
              <w:rPr>
                <w:rStyle w:val="Tun"/>
                <w:highlight w:val="yellow"/>
              </w:rPr>
              <w:t xml:space="preserve"> (bez fakturace)</w:t>
            </w:r>
          </w:p>
        </w:tc>
      </w:tr>
      <w:tr w:rsidR="00F44C7C" w:rsidRPr="00B72613" w14:paraId="54E0D8E5" w14:textId="77777777" w:rsidTr="009227F1">
        <w:tc>
          <w:tcPr>
            <w:tcW w:w="2914" w:type="dxa"/>
          </w:tcPr>
          <w:p w14:paraId="6EFBE21E" w14:textId="00F547C9" w:rsidR="00F44C7C" w:rsidRPr="00B06D17" w:rsidRDefault="00F44C7C" w:rsidP="00F44C7C">
            <w:pPr>
              <w:pStyle w:val="Tabulka"/>
              <w:rPr>
                <w:rStyle w:val="Tun"/>
                <w:highlight w:val="yellow"/>
              </w:rPr>
            </w:pPr>
            <w:proofErr w:type="gramStart"/>
            <w:r>
              <w:rPr>
                <w:rStyle w:val="Tun"/>
                <w:highlight w:val="yellow"/>
              </w:rPr>
              <w:t>1b</w:t>
            </w:r>
            <w:proofErr w:type="gramEnd"/>
            <w:r>
              <w:rPr>
                <w:rStyle w:val="Tun"/>
                <w:highlight w:val="yellow"/>
              </w:rPr>
              <w:t>. Dílčí etapa</w:t>
            </w:r>
          </w:p>
        </w:tc>
        <w:tc>
          <w:tcPr>
            <w:tcW w:w="2977" w:type="dxa"/>
          </w:tcPr>
          <w:p w14:paraId="501E7FED" w14:textId="17B28A49" w:rsidR="00F44C7C" w:rsidRPr="00B06D17" w:rsidRDefault="00F44C7C" w:rsidP="00F44C7C">
            <w:pPr>
              <w:pStyle w:val="Tabulka"/>
              <w:rPr>
                <w:rStyle w:val="Tun"/>
                <w:highlight w:val="yellow"/>
              </w:rPr>
            </w:pPr>
            <w:r>
              <w:rPr>
                <w:rStyle w:val="Tun"/>
                <w:highlight w:val="yellow"/>
              </w:rPr>
              <w:t xml:space="preserve"> (bez fakturace)</w:t>
            </w:r>
          </w:p>
        </w:tc>
        <w:tc>
          <w:tcPr>
            <w:tcW w:w="2977" w:type="dxa"/>
          </w:tcPr>
          <w:p w14:paraId="3D1E77A5" w14:textId="526BD6B4" w:rsidR="00F44C7C" w:rsidRPr="00B06D17" w:rsidRDefault="00F44C7C" w:rsidP="00F44C7C">
            <w:pPr>
              <w:pStyle w:val="Tabulka"/>
              <w:rPr>
                <w:rStyle w:val="Tun"/>
                <w:highlight w:val="yellow"/>
              </w:rPr>
            </w:pPr>
            <w:r>
              <w:rPr>
                <w:rStyle w:val="Tun"/>
                <w:highlight w:val="yellow"/>
              </w:rPr>
              <w:t xml:space="preserve"> (bez fakturace)</w:t>
            </w:r>
          </w:p>
        </w:tc>
      </w:tr>
      <w:tr w:rsidR="00F44C7C" w:rsidRPr="00B72613" w14:paraId="5FF81586" w14:textId="77777777" w:rsidTr="009227F1">
        <w:tc>
          <w:tcPr>
            <w:tcW w:w="2914" w:type="dxa"/>
          </w:tcPr>
          <w:p w14:paraId="4E767CD0" w14:textId="77777777" w:rsidR="00F44C7C" w:rsidRPr="00B06D17" w:rsidRDefault="00F44C7C" w:rsidP="00F44C7C">
            <w:pPr>
              <w:pStyle w:val="Tabulka"/>
              <w:rPr>
                <w:rStyle w:val="Tun"/>
                <w:highlight w:val="yellow"/>
              </w:rPr>
            </w:pPr>
            <w:r w:rsidRPr="00B06D17">
              <w:rPr>
                <w:rStyle w:val="Tun"/>
                <w:highlight w:val="yellow"/>
              </w:rPr>
              <w:t>2. Dílčí etapa</w:t>
            </w:r>
          </w:p>
        </w:tc>
        <w:tc>
          <w:tcPr>
            <w:tcW w:w="2977" w:type="dxa"/>
          </w:tcPr>
          <w:p w14:paraId="329F118D" w14:textId="153A602D" w:rsidR="00F44C7C" w:rsidRPr="00B06D17" w:rsidRDefault="00F44C7C" w:rsidP="00F44C7C">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1B712DD5" w14:textId="366637D9" w:rsidR="00F44C7C" w:rsidRPr="00B06D17" w:rsidRDefault="00F44C7C" w:rsidP="00F44C7C">
            <w:pPr>
              <w:pStyle w:val="Tabulka"/>
              <w:rPr>
                <w:rStyle w:val="Tun"/>
                <w:highlight w:val="yellow"/>
              </w:rPr>
            </w:pPr>
            <w:r w:rsidRPr="00B06D17">
              <w:rPr>
                <w:rStyle w:val="Tun"/>
                <w:highlight w:val="yellow"/>
              </w:rPr>
              <w:t>[....] Kč</w:t>
            </w:r>
            <w:r>
              <w:rPr>
                <w:rStyle w:val="Tun"/>
                <w:highlight w:val="yellow"/>
              </w:rPr>
              <w:t xml:space="preserve"> </w:t>
            </w:r>
          </w:p>
        </w:tc>
      </w:tr>
      <w:tr w:rsidR="00F44C7C" w:rsidRPr="00B72613" w14:paraId="702BEB9C" w14:textId="77777777" w:rsidTr="009227F1">
        <w:tc>
          <w:tcPr>
            <w:tcW w:w="2914" w:type="dxa"/>
          </w:tcPr>
          <w:p w14:paraId="4B5EAB04" w14:textId="77777777" w:rsidR="00F44C7C" w:rsidRPr="00B06D17" w:rsidRDefault="00F44C7C" w:rsidP="00F44C7C">
            <w:pPr>
              <w:pStyle w:val="Tabulka"/>
              <w:rPr>
                <w:rStyle w:val="Tun"/>
                <w:highlight w:val="yellow"/>
              </w:rPr>
            </w:pPr>
            <w:r w:rsidRPr="00B06D17">
              <w:rPr>
                <w:rStyle w:val="Tun"/>
                <w:highlight w:val="yellow"/>
              </w:rPr>
              <w:t>3. Dílčí etapa</w:t>
            </w:r>
          </w:p>
        </w:tc>
        <w:tc>
          <w:tcPr>
            <w:tcW w:w="2977" w:type="dxa"/>
          </w:tcPr>
          <w:p w14:paraId="09D3A387" w14:textId="7B885C9C" w:rsidR="00F44C7C" w:rsidRPr="00B06D17" w:rsidRDefault="00F44C7C" w:rsidP="00F44C7C">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17353B2D" w14:textId="77777777" w:rsidR="00F44C7C" w:rsidRPr="00B06D17" w:rsidRDefault="00F44C7C" w:rsidP="00F44C7C">
            <w:pPr>
              <w:pStyle w:val="Tabulka"/>
              <w:rPr>
                <w:rStyle w:val="Tun"/>
                <w:highlight w:val="yellow"/>
              </w:rPr>
            </w:pPr>
            <w:r w:rsidRPr="00B06D17">
              <w:rPr>
                <w:rStyle w:val="Tun"/>
                <w:highlight w:val="yellow"/>
              </w:rPr>
              <w:t>[....] Kč</w:t>
            </w:r>
          </w:p>
        </w:tc>
      </w:tr>
      <w:tr w:rsidR="00F44C7C" w:rsidRPr="00B72613" w14:paraId="3E81B8E0" w14:textId="77777777" w:rsidTr="009227F1">
        <w:tc>
          <w:tcPr>
            <w:tcW w:w="2914" w:type="dxa"/>
          </w:tcPr>
          <w:p w14:paraId="5FFABDB3" w14:textId="77777777" w:rsidR="00F44C7C" w:rsidRPr="00B06D17" w:rsidRDefault="00F44C7C" w:rsidP="00F44C7C">
            <w:pPr>
              <w:pStyle w:val="Tabulka"/>
              <w:rPr>
                <w:rStyle w:val="Tun"/>
                <w:highlight w:val="yellow"/>
              </w:rPr>
            </w:pPr>
            <w:r w:rsidRPr="00B06D17">
              <w:rPr>
                <w:rStyle w:val="Tun"/>
                <w:highlight w:val="yellow"/>
              </w:rPr>
              <w:t>4. Dílčí etapa</w:t>
            </w:r>
          </w:p>
        </w:tc>
        <w:tc>
          <w:tcPr>
            <w:tcW w:w="2977" w:type="dxa"/>
          </w:tcPr>
          <w:p w14:paraId="314C69F3" w14:textId="3955CAB4" w:rsidR="00F44C7C" w:rsidRPr="00B06D17" w:rsidRDefault="00F44C7C" w:rsidP="00F44C7C">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5B8954A9" w14:textId="77777777" w:rsidR="00F44C7C" w:rsidRPr="00B06D17" w:rsidRDefault="00F44C7C" w:rsidP="00F44C7C">
            <w:pPr>
              <w:pStyle w:val="Tabulka"/>
              <w:rPr>
                <w:rStyle w:val="Tun"/>
                <w:highlight w:val="yellow"/>
              </w:rPr>
            </w:pPr>
            <w:r w:rsidRPr="00B06D17">
              <w:rPr>
                <w:rStyle w:val="Tun"/>
                <w:highlight w:val="yellow"/>
              </w:rPr>
              <w:t>[....] Kč</w:t>
            </w:r>
          </w:p>
        </w:tc>
      </w:tr>
      <w:tr w:rsidR="00F44C7C" w:rsidRPr="00B72613" w14:paraId="601AF452" w14:textId="77777777" w:rsidTr="009227F1">
        <w:tc>
          <w:tcPr>
            <w:tcW w:w="2914" w:type="dxa"/>
          </w:tcPr>
          <w:p w14:paraId="119E4F48" w14:textId="77777777" w:rsidR="00F44C7C" w:rsidRPr="00B06D17" w:rsidRDefault="00F44C7C" w:rsidP="00F44C7C">
            <w:pPr>
              <w:pStyle w:val="Tabulka"/>
              <w:rPr>
                <w:rStyle w:val="Tun"/>
                <w:highlight w:val="yellow"/>
              </w:rPr>
            </w:pPr>
            <w:r w:rsidRPr="00B06D17">
              <w:rPr>
                <w:rStyle w:val="Tun"/>
                <w:highlight w:val="yellow"/>
              </w:rPr>
              <w:t>5. Dílčí etapa</w:t>
            </w:r>
          </w:p>
        </w:tc>
        <w:tc>
          <w:tcPr>
            <w:tcW w:w="2977" w:type="dxa"/>
          </w:tcPr>
          <w:p w14:paraId="015431D6" w14:textId="2B4E22F3" w:rsidR="00F44C7C" w:rsidRPr="00B06D17" w:rsidRDefault="00F44C7C" w:rsidP="00F44C7C">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16088675" w14:textId="6F9F89A9" w:rsidR="00F44C7C" w:rsidRPr="00B06D17" w:rsidRDefault="00F44C7C" w:rsidP="00F44C7C">
            <w:pPr>
              <w:pStyle w:val="Tabulka"/>
              <w:rPr>
                <w:rStyle w:val="Tun"/>
                <w:highlight w:val="yellow"/>
              </w:rPr>
            </w:pPr>
            <w:r w:rsidRPr="00B06D17">
              <w:rPr>
                <w:rStyle w:val="Tun"/>
                <w:highlight w:val="yellow"/>
              </w:rPr>
              <w:t>[....] Kč</w:t>
            </w:r>
          </w:p>
        </w:tc>
      </w:tr>
      <w:tr w:rsidR="00F44C7C" w:rsidRPr="00B72613" w14:paraId="45244CB7" w14:textId="77777777" w:rsidTr="009227F1">
        <w:tc>
          <w:tcPr>
            <w:tcW w:w="2914" w:type="dxa"/>
          </w:tcPr>
          <w:p w14:paraId="051BCD84" w14:textId="5D5A3E0C" w:rsidR="00F44C7C" w:rsidRPr="00B06D17" w:rsidRDefault="00F44C7C" w:rsidP="00F44C7C">
            <w:pPr>
              <w:pStyle w:val="Tabulka"/>
              <w:rPr>
                <w:rStyle w:val="Tun"/>
                <w:highlight w:val="yellow"/>
              </w:rPr>
            </w:pPr>
            <w:r w:rsidRPr="00B06D17">
              <w:rPr>
                <w:rStyle w:val="Tun"/>
                <w:highlight w:val="yellow"/>
              </w:rPr>
              <w:t xml:space="preserve">6. Dílčí etapa </w:t>
            </w:r>
          </w:p>
        </w:tc>
        <w:tc>
          <w:tcPr>
            <w:tcW w:w="2977" w:type="dxa"/>
          </w:tcPr>
          <w:p w14:paraId="16A7E2F9" w14:textId="5670F9E0" w:rsidR="00F44C7C" w:rsidRPr="00B06D17" w:rsidRDefault="00F44C7C" w:rsidP="00F44C7C">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41BB2FC4" w14:textId="77777777" w:rsidR="00F44C7C" w:rsidRPr="00B06D17" w:rsidRDefault="00F44C7C" w:rsidP="00F44C7C">
            <w:pPr>
              <w:pStyle w:val="Tabulka"/>
              <w:rPr>
                <w:rStyle w:val="Tun"/>
                <w:highlight w:val="yellow"/>
              </w:rPr>
            </w:pPr>
            <w:r w:rsidRPr="00B06D17">
              <w:rPr>
                <w:rStyle w:val="Tun"/>
                <w:highlight w:val="yellow"/>
              </w:rPr>
              <w:t>[....] Kč</w:t>
            </w:r>
          </w:p>
        </w:tc>
      </w:tr>
      <w:tr w:rsidR="00F44C7C" w:rsidRPr="00B72613" w14:paraId="1CD09D0F" w14:textId="77777777" w:rsidTr="009227F1">
        <w:tc>
          <w:tcPr>
            <w:tcW w:w="2914" w:type="dxa"/>
          </w:tcPr>
          <w:p w14:paraId="65E07968" w14:textId="3ED72903" w:rsidR="00F44C7C" w:rsidRPr="00B06D17" w:rsidRDefault="00F44C7C" w:rsidP="00F44C7C">
            <w:pPr>
              <w:pStyle w:val="Tabulka"/>
              <w:rPr>
                <w:rStyle w:val="Tun"/>
                <w:highlight w:val="yellow"/>
              </w:rPr>
            </w:pPr>
            <w:r>
              <w:rPr>
                <w:rStyle w:val="Tun"/>
                <w:highlight w:val="yellow"/>
              </w:rPr>
              <w:t>7. Dílčí etapa</w:t>
            </w:r>
          </w:p>
        </w:tc>
        <w:tc>
          <w:tcPr>
            <w:tcW w:w="2977" w:type="dxa"/>
          </w:tcPr>
          <w:p w14:paraId="6F9E6CB6" w14:textId="6E2E1AB3" w:rsidR="00F44C7C" w:rsidRPr="00B06D17" w:rsidRDefault="00F44C7C" w:rsidP="00F44C7C">
            <w:pPr>
              <w:pStyle w:val="Tabulka"/>
              <w:rPr>
                <w:rStyle w:val="Tun"/>
                <w:highlight w:val="yellow"/>
              </w:rPr>
            </w:pPr>
            <w:r>
              <w:rPr>
                <w:rStyle w:val="Tun"/>
                <w:highlight w:val="yellow"/>
              </w:rPr>
              <w:t xml:space="preserve"> (bez fakturace)</w:t>
            </w:r>
          </w:p>
        </w:tc>
        <w:tc>
          <w:tcPr>
            <w:tcW w:w="2977" w:type="dxa"/>
          </w:tcPr>
          <w:p w14:paraId="2BBD6B78" w14:textId="60DB6611" w:rsidR="00F44C7C" w:rsidRPr="00B06D17" w:rsidRDefault="00F44C7C" w:rsidP="00F44C7C">
            <w:pPr>
              <w:pStyle w:val="Tabulka"/>
              <w:rPr>
                <w:rStyle w:val="Tun"/>
                <w:highlight w:val="yellow"/>
              </w:rPr>
            </w:pPr>
            <w:r>
              <w:rPr>
                <w:rStyle w:val="Tun"/>
                <w:highlight w:val="yellow"/>
              </w:rPr>
              <w:t xml:space="preserve"> (bez fakturace)</w:t>
            </w:r>
          </w:p>
        </w:tc>
      </w:tr>
      <w:tr w:rsidR="00F44C7C" w:rsidRPr="00B72613" w14:paraId="1F51D09B" w14:textId="77777777" w:rsidTr="009227F1">
        <w:tc>
          <w:tcPr>
            <w:tcW w:w="2914" w:type="dxa"/>
          </w:tcPr>
          <w:p w14:paraId="0365321B" w14:textId="29ECF775" w:rsidR="00F44C7C" w:rsidRDefault="00F44C7C" w:rsidP="00F44C7C">
            <w:pPr>
              <w:pStyle w:val="Tabulka"/>
              <w:rPr>
                <w:rStyle w:val="Tun"/>
                <w:highlight w:val="yellow"/>
              </w:rPr>
            </w:pPr>
            <w:r>
              <w:rPr>
                <w:rStyle w:val="Tun"/>
                <w:highlight w:val="yellow"/>
              </w:rPr>
              <w:t>8. Dílčí etapa</w:t>
            </w:r>
          </w:p>
        </w:tc>
        <w:tc>
          <w:tcPr>
            <w:tcW w:w="2977" w:type="dxa"/>
          </w:tcPr>
          <w:p w14:paraId="5C3FD9EC" w14:textId="1054FD71" w:rsidR="00F44C7C" w:rsidRPr="00B06D17" w:rsidRDefault="00F44C7C" w:rsidP="00F44C7C">
            <w:pPr>
              <w:pStyle w:val="Tabulka"/>
              <w:rPr>
                <w:rStyle w:val="Tun"/>
                <w:highlight w:val="yellow"/>
              </w:rPr>
            </w:pPr>
            <w:r>
              <w:rPr>
                <w:rStyle w:val="Tun"/>
                <w:highlight w:val="yellow"/>
              </w:rPr>
              <w:t xml:space="preserve"> (bez fakturace)</w:t>
            </w:r>
          </w:p>
        </w:tc>
        <w:tc>
          <w:tcPr>
            <w:tcW w:w="2977" w:type="dxa"/>
          </w:tcPr>
          <w:p w14:paraId="189821B5" w14:textId="278B920C" w:rsidR="00F44C7C" w:rsidRPr="00B06D17" w:rsidRDefault="00F44C7C" w:rsidP="00F44C7C">
            <w:pPr>
              <w:pStyle w:val="Tabulka"/>
              <w:rPr>
                <w:rStyle w:val="Tun"/>
                <w:highlight w:val="yellow"/>
              </w:rPr>
            </w:pPr>
            <w:r>
              <w:rPr>
                <w:rStyle w:val="Tun"/>
                <w:highlight w:val="yellow"/>
              </w:rPr>
              <w:t xml:space="preserve"> (bez fakturace)</w:t>
            </w:r>
          </w:p>
        </w:tc>
      </w:tr>
      <w:tr w:rsidR="00F44C7C" w:rsidRPr="00B72613" w14:paraId="1DFFB81F" w14:textId="77777777" w:rsidTr="009227F1">
        <w:tc>
          <w:tcPr>
            <w:tcW w:w="2914" w:type="dxa"/>
          </w:tcPr>
          <w:p w14:paraId="1B323105" w14:textId="2C530C29" w:rsidR="00F44C7C" w:rsidRDefault="00F44C7C" w:rsidP="00F44C7C">
            <w:pPr>
              <w:pStyle w:val="Tabulka"/>
              <w:rPr>
                <w:rStyle w:val="Tun"/>
                <w:highlight w:val="yellow"/>
              </w:rPr>
            </w:pPr>
            <w:r>
              <w:rPr>
                <w:rStyle w:val="Tun"/>
                <w:highlight w:val="yellow"/>
              </w:rPr>
              <w:t>9. Dílčí etapa</w:t>
            </w:r>
          </w:p>
        </w:tc>
        <w:tc>
          <w:tcPr>
            <w:tcW w:w="2977" w:type="dxa"/>
          </w:tcPr>
          <w:p w14:paraId="6F8F5D83" w14:textId="47AB01F6" w:rsidR="00F44C7C" w:rsidRDefault="00F44C7C" w:rsidP="00F44C7C">
            <w:pPr>
              <w:pStyle w:val="Tabulka"/>
              <w:rPr>
                <w:rStyle w:val="Tun"/>
                <w:highlight w:val="yellow"/>
              </w:rPr>
            </w:pPr>
            <w:r w:rsidRPr="00B06D17">
              <w:rPr>
                <w:rStyle w:val="Tun"/>
                <w:highlight w:val="yellow"/>
              </w:rPr>
              <w:t>[....] Kč</w:t>
            </w:r>
          </w:p>
        </w:tc>
        <w:tc>
          <w:tcPr>
            <w:tcW w:w="2977" w:type="dxa"/>
          </w:tcPr>
          <w:p w14:paraId="6A035C7B" w14:textId="1D18D2E2" w:rsidR="00F44C7C" w:rsidRDefault="00F44C7C" w:rsidP="00F44C7C">
            <w:pPr>
              <w:pStyle w:val="Tabulka"/>
              <w:rPr>
                <w:rStyle w:val="Tun"/>
                <w:highlight w:val="yellow"/>
              </w:rPr>
            </w:pPr>
            <w:r w:rsidRPr="00B06D17">
              <w:rPr>
                <w:rStyle w:val="Tun"/>
                <w:highlight w:val="yellow"/>
              </w:rPr>
              <w:t>[....] Kč</w:t>
            </w:r>
          </w:p>
        </w:tc>
      </w:tr>
      <w:tr w:rsidR="00F44C7C" w:rsidRPr="00B72613" w14:paraId="02ACDD2B" w14:textId="77777777" w:rsidTr="009227F1">
        <w:tc>
          <w:tcPr>
            <w:tcW w:w="2914" w:type="dxa"/>
          </w:tcPr>
          <w:p w14:paraId="5D8EC5C7" w14:textId="65A8CC5C" w:rsidR="00F44C7C" w:rsidRDefault="00F44C7C" w:rsidP="00F44C7C">
            <w:pPr>
              <w:pStyle w:val="Tabulka"/>
              <w:rPr>
                <w:rStyle w:val="Tun"/>
                <w:highlight w:val="yellow"/>
              </w:rPr>
            </w:pPr>
            <w:r>
              <w:rPr>
                <w:rStyle w:val="Tun"/>
                <w:highlight w:val="yellow"/>
              </w:rPr>
              <w:t>10. Dílčí etapa</w:t>
            </w:r>
          </w:p>
        </w:tc>
        <w:tc>
          <w:tcPr>
            <w:tcW w:w="2977" w:type="dxa"/>
          </w:tcPr>
          <w:p w14:paraId="49465AE1" w14:textId="69944FFB" w:rsidR="00F44C7C" w:rsidRDefault="00F44C7C" w:rsidP="00F44C7C">
            <w:pPr>
              <w:pStyle w:val="Tabulka"/>
              <w:rPr>
                <w:rStyle w:val="Tun"/>
                <w:highlight w:val="yellow"/>
              </w:rPr>
            </w:pPr>
            <w:r>
              <w:rPr>
                <w:rStyle w:val="Tun"/>
                <w:highlight w:val="yellow"/>
              </w:rPr>
              <w:t xml:space="preserve"> (bez fakturace)</w:t>
            </w:r>
          </w:p>
        </w:tc>
        <w:tc>
          <w:tcPr>
            <w:tcW w:w="2977" w:type="dxa"/>
          </w:tcPr>
          <w:p w14:paraId="2B193FAF" w14:textId="79CD405A" w:rsidR="00F44C7C" w:rsidRDefault="00F44C7C" w:rsidP="00F44C7C">
            <w:pPr>
              <w:pStyle w:val="Tabulka"/>
              <w:rPr>
                <w:rStyle w:val="Tun"/>
                <w:highlight w:val="yellow"/>
              </w:rPr>
            </w:pPr>
            <w:r>
              <w:rPr>
                <w:rStyle w:val="Tun"/>
                <w:highlight w:val="yellow"/>
              </w:rPr>
              <w:t xml:space="preserve"> (bez fakturace)</w:t>
            </w:r>
          </w:p>
        </w:tc>
      </w:tr>
      <w:tr w:rsidR="00F44C7C" w:rsidRPr="00B72613" w14:paraId="08292F67" w14:textId="77777777" w:rsidTr="009227F1">
        <w:tc>
          <w:tcPr>
            <w:tcW w:w="2914" w:type="dxa"/>
          </w:tcPr>
          <w:p w14:paraId="0913B4CB" w14:textId="4D632613" w:rsidR="00F44C7C" w:rsidRDefault="00F44C7C" w:rsidP="00F44C7C">
            <w:pPr>
              <w:pStyle w:val="Tabulka"/>
              <w:rPr>
                <w:rStyle w:val="Tun"/>
                <w:highlight w:val="yellow"/>
              </w:rPr>
            </w:pPr>
            <w:r>
              <w:rPr>
                <w:rStyle w:val="Tun"/>
                <w:highlight w:val="yellow"/>
              </w:rPr>
              <w:t>11. Dílčí etapa</w:t>
            </w:r>
          </w:p>
        </w:tc>
        <w:tc>
          <w:tcPr>
            <w:tcW w:w="2977" w:type="dxa"/>
          </w:tcPr>
          <w:p w14:paraId="540B9115" w14:textId="432540D1" w:rsidR="00F44C7C" w:rsidRDefault="00F44C7C" w:rsidP="00F44C7C">
            <w:pPr>
              <w:pStyle w:val="Tabulka"/>
              <w:rPr>
                <w:rStyle w:val="Tun"/>
                <w:highlight w:val="yellow"/>
              </w:rPr>
            </w:pPr>
            <w:r w:rsidRPr="00B06D17">
              <w:rPr>
                <w:rStyle w:val="Tun"/>
                <w:highlight w:val="yellow"/>
              </w:rPr>
              <w:t>[....] Kč</w:t>
            </w:r>
          </w:p>
        </w:tc>
        <w:tc>
          <w:tcPr>
            <w:tcW w:w="2977" w:type="dxa"/>
          </w:tcPr>
          <w:p w14:paraId="5AC9BB74" w14:textId="07347C07" w:rsidR="00F44C7C" w:rsidRDefault="00F44C7C" w:rsidP="00F44C7C">
            <w:pPr>
              <w:pStyle w:val="Tabulka"/>
              <w:rPr>
                <w:rStyle w:val="Tun"/>
                <w:highlight w:val="yellow"/>
              </w:rPr>
            </w:pPr>
            <w:r w:rsidRPr="00B06D17">
              <w:rPr>
                <w:rStyle w:val="Tun"/>
                <w:highlight w:val="yellow"/>
              </w:rPr>
              <w:t>[....] Kč</w:t>
            </w:r>
          </w:p>
        </w:tc>
      </w:tr>
      <w:tr w:rsidR="00F44C7C" w:rsidRPr="00B72613" w14:paraId="790EB4B9" w14:textId="77777777" w:rsidTr="009227F1">
        <w:tc>
          <w:tcPr>
            <w:tcW w:w="2914" w:type="dxa"/>
          </w:tcPr>
          <w:p w14:paraId="23A30C86" w14:textId="7593FE56" w:rsidR="00F44C7C" w:rsidRDefault="00F44C7C" w:rsidP="00F44C7C">
            <w:pPr>
              <w:pStyle w:val="Tabulka"/>
              <w:rPr>
                <w:rStyle w:val="Tun"/>
                <w:highlight w:val="yellow"/>
              </w:rPr>
            </w:pPr>
            <w:r>
              <w:rPr>
                <w:rStyle w:val="Tun"/>
                <w:highlight w:val="yellow"/>
              </w:rPr>
              <w:t>12. Dílčí etapa</w:t>
            </w:r>
          </w:p>
        </w:tc>
        <w:tc>
          <w:tcPr>
            <w:tcW w:w="2977" w:type="dxa"/>
          </w:tcPr>
          <w:p w14:paraId="4124370A" w14:textId="457DAAE1" w:rsidR="00F44C7C" w:rsidRDefault="00F44C7C" w:rsidP="00F44C7C">
            <w:pPr>
              <w:pStyle w:val="Tabulka"/>
              <w:rPr>
                <w:rStyle w:val="Tun"/>
                <w:highlight w:val="yellow"/>
              </w:rPr>
            </w:pPr>
            <w:r w:rsidRPr="00B06D17">
              <w:rPr>
                <w:rStyle w:val="Tun"/>
                <w:highlight w:val="yellow"/>
              </w:rPr>
              <w:t>[....] Kč</w:t>
            </w:r>
          </w:p>
        </w:tc>
        <w:tc>
          <w:tcPr>
            <w:tcW w:w="2977" w:type="dxa"/>
          </w:tcPr>
          <w:p w14:paraId="2560439D" w14:textId="0111438C" w:rsidR="00F44C7C" w:rsidRDefault="00F44C7C" w:rsidP="00F44C7C">
            <w:pPr>
              <w:pStyle w:val="Tabulka"/>
              <w:rPr>
                <w:rStyle w:val="Tun"/>
                <w:highlight w:val="yellow"/>
              </w:rPr>
            </w:pPr>
            <w:r w:rsidRPr="00B06D17">
              <w:rPr>
                <w:rStyle w:val="Tun"/>
                <w:highlight w:val="yellow"/>
              </w:rPr>
              <w:t>[....] Kč</w:t>
            </w:r>
          </w:p>
        </w:tc>
      </w:tr>
      <w:tr w:rsidR="00F44C7C" w:rsidRPr="00B72613" w14:paraId="7649AA5D" w14:textId="77777777" w:rsidTr="009227F1">
        <w:tc>
          <w:tcPr>
            <w:tcW w:w="2914" w:type="dxa"/>
          </w:tcPr>
          <w:p w14:paraId="7BE36DAA" w14:textId="1DF89523" w:rsidR="00F44C7C" w:rsidRDefault="00F44C7C" w:rsidP="00F44C7C">
            <w:pPr>
              <w:pStyle w:val="Tabulka"/>
              <w:rPr>
                <w:rStyle w:val="Tun"/>
                <w:highlight w:val="yellow"/>
              </w:rPr>
            </w:pPr>
            <w:r>
              <w:rPr>
                <w:rStyle w:val="Tun"/>
                <w:highlight w:val="yellow"/>
              </w:rPr>
              <w:t>13. Dílčí etapa</w:t>
            </w:r>
          </w:p>
        </w:tc>
        <w:tc>
          <w:tcPr>
            <w:tcW w:w="2977" w:type="dxa"/>
          </w:tcPr>
          <w:p w14:paraId="5EF31D99" w14:textId="6B78E1B2" w:rsidR="00F44C7C" w:rsidRDefault="00F44C7C" w:rsidP="00F44C7C">
            <w:pPr>
              <w:pStyle w:val="Tabulka"/>
              <w:rPr>
                <w:rStyle w:val="Tun"/>
                <w:highlight w:val="yellow"/>
              </w:rPr>
            </w:pPr>
            <w:r w:rsidRPr="00B06D17">
              <w:rPr>
                <w:rStyle w:val="Tun"/>
                <w:highlight w:val="yellow"/>
              </w:rPr>
              <w:t>[....] Kč</w:t>
            </w:r>
          </w:p>
        </w:tc>
        <w:tc>
          <w:tcPr>
            <w:tcW w:w="2977" w:type="dxa"/>
          </w:tcPr>
          <w:p w14:paraId="2FC366C0" w14:textId="17775F01" w:rsidR="00F44C7C" w:rsidRDefault="00F44C7C" w:rsidP="00F44C7C">
            <w:pPr>
              <w:pStyle w:val="Tabulka"/>
              <w:rPr>
                <w:rStyle w:val="Tun"/>
                <w:highlight w:val="yellow"/>
              </w:rPr>
            </w:pPr>
            <w:r w:rsidRPr="00B06D17">
              <w:rPr>
                <w:rStyle w:val="Tun"/>
                <w:highlight w:val="yellow"/>
              </w:rPr>
              <w:t>[....] Kč</w:t>
            </w:r>
          </w:p>
        </w:tc>
      </w:tr>
      <w:tr w:rsidR="00F44C7C" w:rsidRPr="00B72613" w14:paraId="752C1F57" w14:textId="77777777" w:rsidTr="009227F1">
        <w:tc>
          <w:tcPr>
            <w:tcW w:w="2914" w:type="dxa"/>
          </w:tcPr>
          <w:p w14:paraId="315A1D1B" w14:textId="16DE7B33" w:rsidR="00F44C7C" w:rsidRDefault="00F44C7C" w:rsidP="00F44C7C">
            <w:pPr>
              <w:pStyle w:val="Tabulka"/>
              <w:rPr>
                <w:rStyle w:val="Tun"/>
                <w:highlight w:val="yellow"/>
              </w:rPr>
            </w:pPr>
            <w:r>
              <w:rPr>
                <w:rStyle w:val="Tun"/>
                <w:highlight w:val="yellow"/>
              </w:rPr>
              <w:t>14. Dílčí etapa</w:t>
            </w:r>
          </w:p>
        </w:tc>
        <w:tc>
          <w:tcPr>
            <w:tcW w:w="2977" w:type="dxa"/>
          </w:tcPr>
          <w:p w14:paraId="691B5CBD" w14:textId="010C71AD" w:rsidR="00F44C7C" w:rsidRDefault="00F44C7C" w:rsidP="00F44C7C">
            <w:pPr>
              <w:pStyle w:val="Tabulka"/>
              <w:rPr>
                <w:rStyle w:val="Tun"/>
                <w:highlight w:val="yellow"/>
              </w:rPr>
            </w:pPr>
            <w:r w:rsidRPr="00B06D17">
              <w:rPr>
                <w:rStyle w:val="Tun"/>
                <w:highlight w:val="yellow"/>
              </w:rPr>
              <w:t>[....] Kč</w:t>
            </w:r>
          </w:p>
        </w:tc>
        <w:tc>
          <w:tcPr>
            <w:tcW w:w="2977" w:type="dxa"/>
          </w:tcPr>
          <w:p w14:paraId="59C1A6E2" w14:textId="5571AABD" w:rsidR="00F44C7C" w:rsidRDefault="00F44C7C" w:rsidP="00F44C7C">
            <w:pPr>
              <w:pStyle w:val="Tabulka"/>
              <w:rPr>
                <w:rStyle w:val="Tun"/>
                <w:highlight w:val="yellow"/>
              </w:rPr>
            </w:pPr>
            <w:r w:rsidRPr="00B06D17">
              <w:rPr>
                <w:rStyle w:val="Tun"/>
                <w:highlight w:val="yellow"/>
              </w:rPr>
              <w:t>[....] Kč</w:t>
            </w:r>
          </w:p>
        </w:tc>
      </w:tr>
      <w:tr w:rsidR="00F44C7C" w:rsidRPr="00B72613" w14:paraId="7F1734FE" w14:textId="77777777" w:rsidTr="009227F1">
        <w:tc>
          <w:tcPr>
            <w:tcW w:w="2914" w:type="dxa"/>
          </w:tcPr>
          <w:p w14:paraId="33E60334" w14:textId="27A17C94" w:rsidR="00F44C7C" w:rsidRDefault="00F44C7C" w:rsidP="00F44C7C">
            <w:pPr>
              <w:pStyle w:val="Tabulka"/>
              <w:rPr>
                <w:rStyle w:val="Tun"/>
                <w:highlight w:val="yellow"/>
              </w:rPr>
            </w:pPr>
            <w:r>
              <w:rPr>
                <w:rStyle w:val="Tun"/>
                <w:highlight w:val="yellow"/>
              </w:rPr>
              <w:t>15. Dílčí etapa</w:t>
            </w:r>
          </w:p>
        </w:tc>
        <w:tc>
          <w:tcPr>
            <w:tcW w:w="2977" w:type="dxa"/>
          </w:tcPr>
          <w:p w14:paraId="1A159E10" w14:textId="0482E3B7" w:rsidR="00F44C7C" w:rsidRDefault="00F44C7C" w:rsidP="00F44C7C">
            <w:pPr>
              <w:pStyle w:val="Tabulka"/>
              <w:rPr>
                <w:rStyle w:val="Tun"/>
                <w:highlight w:val="yellow"/>
              </w:rPr>
            </w:pPr>
            <w:r w:rsidRPr="00B06D17">
              <w:rPr>
                <w:rStyle w:val="Tun"/>
                <w:highlight w:val="yellow"/>
              </w:rPr>
              <w:t>[....] Kč</w:t>
            </w:r>
          </w:p>
        </w:tc>
        <w:tc>
          <w:tcPr>
            <w:tcW w:w="2977" w:type="dxa"/>
          </w:tcPr>
          <w:p w14:paraId="4A5D79D1" w14:textId="2C66911D" w:rsidR="00F44C7C" w:rsidRDefault="00F44C7C" w:rsidP="00F44C7C">
            <w:pPr>
              <w:pStyle w:val="Tabulka"/>
              <w:rPr>
                <w:rStyle w:val="Tun"/>
                <w:highlight w:val="yellow"/>
              </w:rPr>
            </w:pPr>
            <w:r w:rsidRPr="00B06D17">
              <w:rPr>
                <w:rStyle w:val="Tun"/>
                <w:highlight w:val="yellow"/>
              </w:rPr>
              <w:t>[....] Kč</w:t>
            </w:r>
          </w:p>
        </w:tc>
      </w:tr>
      <w:tr w:rsidR="00F44C7C" w:rsidRPr="00B72613" w14:paraId="159EECFB" w14:textId="77777777" w:rsidTr="009227F1">
        <w:tc>
          <w:tcPr>
            <w:tcW w:w="2914" w:type="dxa"/>
          </w:tcPr>
          <w:p w14:paraId="754AF7AE" w14:textId="4A3A1EC5" w:rsidR="00F44C7C" w:rsidRDefault="00F44C7C" w:rsidP="00F44C7C">
            <w:pPr>
              <w:pStyle w:val="Tabulka"/>
              <w:rPr>
                <w:rStyle w:val="Tun"/>
                <w:highlight w:val="yellow"/>
              </w:rPr>
            </w:pPr>
            <w:r>
              <w:rPr>
                <w:rStyle w:val="Tun"/>
                <w:highlight w:val="yellow"/>
              </w:rPr>
              <w:t>16. Dílčí etapa</w:t>
            </w:r>
          </w:p>
        </w:tc>
        <w:tc>
          <w:tcPr>
            <w:tcW w:w="2977" w:type="dxa"/>
          </w:tcPr>
          <w:p w14:paraId="580CB683" w14:textId="00BE254E" w:rsidR="00F44C7C" w:rsidRDefault="00F44C7C" w:rsidP="00F44C7C">
            <w:pPr>
              <w:pStyle w:val="Tabulka"/>
              <w:rPr>
                <w:rStyle w:val="Tun"/>
                <w:highlight w:val="yellow"/>
              </w:rPr>
            </w:pPr>
            <w:r w:rsidRPr="00B06D17">
              <w:rPr>
                <w:rStyle w:val="Tun"/>
                <w:highlight w:val="yellow"/>
              </w:rPr>
              <w:t>[....] Kč</w:t>
            </w:r>
          </w:p>
        </w:tc>
        <w:tc>
          <w:tcPr>
            <w:tcW w:w="2977" w:type="dxa"/>
          </w:tcPr>
          <w:p w14:paraId="7AC2936E" w14:textId="19A9C7A1" w:rsidR="00F44C7C" w:rsidRDefault="00F44C7C" w:rsidP="00F44C7C">
            <w:pPr>
              <w:pStyle w:val="Tabulka"/>
              <w:rPr>
                <w:rStyle w:val="Tun"/>
                <w:highlight w:val="yellow"/>
              </w:rPr>
            </w:pPr>
            <w:r w:rsidRPr="00B06D17">
              <w:rPr>
                <w:rStyle w:val="Tun"/>
                <w:highlight w:val="yellow"/>
              </w:rPr>
              <w:t>[....] Kč</w:t>
            </w:r>
          </w:p>
        </w:tc>
      </w:tr>
      <w:tr w:rsidR="00F44C7C" w:rsidRPr="00B72613" w14:paraId="68AC9819" w14:textId="77777777" w:rsidTr="009227F1">
        <w:tc>
          <w:tcPr>
            <w:tcW w:w="2914" w:type="dxa"/>
          </w:tcPr>
          <w:p w14:paraId="1A267BD5" w14:textId="0962F802" w:rsidR="00F44C7C" w:rsidRDefault="00F44C7C" w:rsidP="00F44C7C">
            <w:pPr>
              <w:pStyle w:val="Tabulka"/>
              <w:rPr>
                <w:rStyle w:val="Tun"/>
                <w:highlight w:val="yellow"/>
              </w:rPr>
            </w:pPr>
            <w:r>
              <w:rPr>
                <w:rStyle w:val="Tun"/>
                <w:highlight w:val="yellow"/>
              </w:rPr>
              <w:t>17. Dílčí etapa</w:t>
            </w:r>
          </w:p>
        </w:tc>
        <w:tc>
          <w:tcPr>
            <w:tcW w:w="2977" w:type="dxa"/>
          </w:tcPr>
          <w:p w14:paraId="516962E9" w14:textId="3DF1F350" w:rsidR="00F44C7C" w:rsidRDefault="00F44C7C" w:rsidP="00F44C7C">
            <w:pPr>
              <w:pStyle w:val="Tabulka"/>
              <w:rPr>
                <w:rStyle w:val="Tun"/>
                <w:highlight w:val="yellow"/>
              </w:rPr>
            </w:pPr>
            <w:r w:rsidRPr="00B06D17">
              <w:rPr>
                <w:rStyle w:val="Tun"/>
                <w:highlight w:val="yellow"/>
              </w:rPr>
              <w:t>[....] Kč</w:t>
            </w:r>
            <w:r>
              <w:rPr>
                <w:rStyle w:val="Tun"/>
                <w:highlight w:val="yellow"/>
              </w:rPr>
              <w:t xml:space="preserve"> (fakturace Ceny za výkon Dozoru projektanta při zpracování PDPS)</w:t>
            </w:r>
          </w:p>
        </w:tc>
        <w:tc>
          <w:tcPr>
            <w:tcW w:w="2977" w:type="dxa"/>
          </w:tcPr>
          <w:p w14:paraId="530457E4" w14:textId="5846514E" w:rsidR="00F44C7C" w:rsidRDefault="00F44C7C" w:rsidP="00F44C7C">
            <w:pPr>
              <w:pStyle w:val="Tabulka"/>
              <w:rPr>
                <w:rStyle w:val="Tun"/>
                <w:highlight w:val="yellow"/>
              </w:rPr>
            </w:pPr>
            <w:r w:rsidRPr="00B06D17">
              <w:rPr>
                <w:rStyle w:val="Tun"/>
                <w:highlight w:val="yellow"/>
              </w:rPr>
              <w:t>[....] Kč</w:t>
            </w:r>
          </w:p>
        </w:tc>
      </w:tr>
      <w:tr w:rsidR="00F44C7C" w:rsidRPr="00B72613" w14:paraId="781662FF" w14:textId="77777777" w:rsidTr="009227F1">
        <w:tc>
          <w:tcPr>
            <w:tcW w:w="2914" w:type="dxa"/>
          </w:tcPr>
          <w:p w14:paraId="1C9FF282" w14:textId="77777777" w:rsidR="00F44C7C" w:rsidRPr="00B72613" w:rsidRDefault="00F44C7C" w:rsidP="00F44C7C">
            <w:pPr>
              <w:pStyle w:val="Tabulka"/>
              <w:rPr>
                <w:rStyle w:val="Tun"/>
              </w:rPr>
            </w:pPr>
            <w:r w:rsidRPr="00B72613">
              <w:rPr>
                <w:rStyle w:val="Tun"/>
              </w:rPr>
              <w:t>Celkem:</w:t>
            </w:r>
          </w:p>
        </w:tc>
        <w:tc>
          <w:tcPr>
            <w:tcW w:w="2977" w:type="dxa"/>
          </w:tcPr>
          <w:p w14:paraId="3F271987" w14:textId="77777777" w:rsidR="00F44C7C" w:rsidRPr="00B72613" w:rsidRDefault="00F44C7C" w:rsidP="00F44C7C">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F44C7C" w:rsidRPr="00B72613" w:rsidRDefault="00F44C7C" w:rsidP="00F44C7C">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DE0C959" w14:textId="77777777" w:rsidR="00236DCC" w:rsidRDefault="00236DCC" w:rsidP="00236DCC">
      <w:pPr>
        <w:pStyle w:val="Textbezodsazen"/>
      </w:pPr>
    </w:p>
    <w:p w14:paraId="6ABD8765" w14:textId="77777777" w:rsidR="004C39E8" w:rsidRDefault="004C39E8" w:rsidP="00236DCC">
      <w:pPr>
        <w:pStyle w:val="Textbezodsazen"/>
        <w:sectPr w:rsidR="004C39E8" w:rsidSect="004C39E8">
          <w:headerReference w:type="default" r:id="rId27"/>
          <w:footerReference w:type="even" r:id="rId28"/>
          <w:footerReference w:type="default" r:id="rId29"/>
          <w:pgSz w:w="11906" w:h="16838" w:code="9"/>
          <w:pgMar w:top="1588" w:right="1474" w:bottom="1588" w:left="1077" w:header="595" w:footer="624" w:gutter="0"/>
          <w:pgNumType w:start="1"/>
          <w:cols w:space="708"/>
          <w:docGrid w:linePitch="360"/>
        </w:sectPr>
      </w:pPr>
    </w:p>
    <w:p w14:paraId="2571C37D" w14:textId="2509242D" w:rsidR="00236DCC" w:rsidRDefault="00236DCC" w:rsidP="00236DCC">
      <w:pPr>
        <w:pStyle w:val="Textbezodsazen"/>
      </w:pPr>
    </w:p>
    <w:p w14:paraId="03BD7E88" w14:textId="77777777" w:rsidR="00B72613" w:rsidRDefault="00B72613" w:rsidP="00B72613">
      <w:pPr>
        <w:pStyle w:val="Nadpisbezsl1-1"/>
      </w:pPr>
      <w:r>
        <w:t>Příloha č. 5</w:t>
      </w:r>
    </w:p>
    <w:p w14:paraId="4108BCE2" w14:textId="77777777" w:rsidR="00AA0F9E" w:rsidRDefault="00AA0F9E" w:rsidP="006737E9">
      <w:pPr>
        <w:pStyle w:val="Text2-1"/>
        <w:numPr>
          <w:ilvl w:val="0"/>
          <w:numId w:val="0"/>
        </w:numPr>
        <w:ind w:left="737" w:hanging="737"/>
        <w:rPr>
          <w:b/>
        </w:rPr>
      </w:pPr>
    </w:p>
    <w:p w14:paraId="3B033F05" w14:textId="77777777" w:rsidR="00AA0F9E" w:rsidRDefault="00AA0F9E" w:rsidP="006737E9">
      <w:pPr>
        <w:pStyle w:val="Text2-1"/>
        <w:numPr>
          <w:ilvl w:val="0"/>
          <w:numId w:val="0"/>
        </w:numPr>
        <w:ind w:left="737" w:hanging="737"/>
        <w:rPr>
          <w:b/>
        </w:rPr>
      </w:pPr>
    </w:p>
    <w:p w14:paraId="7AD82749" w14:textId="77777777" w:rsidR="003638F4" w:rsidRDefault="00B72613" w:rsidP="006737E9">
      <w:pPr>
        <w:pStyle w:val="Text2-1"/>
        <w:numPr>
          <w:ilvl w:val="0"/>
          <w:numId w:val="0"/>
        </w:numPr>
        <w:ind w:left="737" w:hanging="737"/>
        <w:rPr>
          <w:b/>
        </w:rPr>
      </w:pPr>
      <w:r w:rsidRPr="005562D9">
        <w:rPr>
          <w:b/>
        </w:rPr>
        <w:t>Harmonogram plnění</w:t>
      </w: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3638F4" w:rsidRPr="00AA0F9E" w14:paraId="18B1A922" w14:textId="77777777" w:rsidTr="00FB77C8">
        <w:trPr>
          <w:trHeight w:val="270"/>
        </w:trPr>
        <w:tc>
          <w:tcPr>
            <w:tcW w:w="1134" w:type="dxa"/>
            <w:shd w:val="clear" w:color="auto" w:fill="auto"/>
            <w:noWrap/>
            <w:vAlign w:val="center"/>
            <w:hideMark/>
          </w:tcPr>
          <w:p w14:paraId="32E44115" w14:textId="77777777" w:rsidR="003638F4" w:rsidRPr="00953AE4" w:rsidRDefault="003638F4" w:rsidP="00FB77C8">
            <w:pPr>
              <w:spacing w:after="0" w:line="240" w:lineRule="auto"/>
              <w:jc w:val="center"/>
              <w:rPr>
                <w:rFonts w:eastAsia="Times New Roman" w:cs="Times New Roman"/>
                <w:b/>
                <w:bCs/>
                <w:sz w:val="18"/>
                <w:szCs w:val="18"/>
                <w:lang w:eastAsia="cs-CZ"/>
              </w:rPr>
            </w:pPr>
            <w:r w:rsidRPr="00953AE4">
              <w:rPr>
                <w:rFonts w:eastAsia="Times New Roman" w:cs="Times New Roman"/>
                <w:b/>
                <w:bCs/>
                <w:sz w:val="18"/>
                <w:szCs w:val="18"/>
                <w:lang w:eastAsia="cs-CZ"/>
              </w:rPr>
              <w:t>Část díla</w:t>
            </w:r>
          </w:p>
        </w:tc>
        <w:tc>
          <w:tcPr>
            <w:tcW w:w="1701" w:type="dxa"/>
            <w:shd w:val="clear" w:color="auto" w:fill="auto"/>
            <w:noWrap/>
            <w:vAlign w:val="center"/>
            <w:hideMark/>
          </w:tcPr>
          <w:p w14:paraId="79A18743" w14:textId="77777777" w:rsidR="003638F4" w:rsidRPr="00953AE4" w:rsidRDefault="003638F4" w:rsidP="00FB77C8">
            <w:pPr>
              <w:spacing w:after="0" w:line="240" w:lineRule="auto"/>
              <w:jc w:val="center"/>
              <w:rPr>
                <w:rFonts w:eastAsia="Times New Roman" w:cs="Times New Roman"/>
                <w:b/>
                <w:bCs/>
                <w:sz w:val="18"/>
                <w:szCs w:val="18"/>
                <w:lang w:eastAsia="cs-CZ"/>
              </w:rPr>
            </w:pPr>
            <w:r w:rsidRPr="00953AE4">
              <w:rPr>
                <w:rFonts w:eastAsia="Times New Roman" w:cs="Times New Roman"/>
                <w:b/>
                <w:bCs/>
                <w:sz w:val="18"/>
                <w:szCs w:val="18"/>
                <w:lang w:eastAsia="cs-CZ"/>
              </w:rPr>
              <w:t>Doba plnění</w:t>
            </w:r>
          </w:p>
        </w:tc>
        <w:tc>
          <w:tcPr>
            <w:tcW w:w="7797" w:type="dxa"/>
            <w:shd w:val="clear" w:color="auto" w:fill="auto"/>
            <w:noWrap/>
            <w:vAlign w:val="center"/>
            <w:hideMark/>
          </w:tcPr>
          <w:p w14:paraId="44CEFDDD" w14:textId="77777777" w:rsidR="003638F4" w:rsidRPr="00953AE4" w:rsidRDefault="003638F4" w:rsidP="00FB77C8">
            <w:pPr>
              <w:spacing w:after="0" w:line="240" w:lineRule="auto"/>
              <w:jc w:val="center"/>
              <w:rPr>
                <w:rFonts w:eastAsia="Times New Roman" w:cs="Times New Roman"/>
                <w:b/>
                <w:bCs/>
                <w:color w:val="404040"/>
                <w:lang w:eastAsia="cs-CZ"/>
              </w:rPr>
            </w:pPr>
            <w:r w:rsidRPr="00953AE4">
              <w:rPr>
                <w:rFonts w:eastAsia="Times New Roman" w:cs="Times New Roman"/>
                <w:b/>
                <w:bCs/>
                <w:color w:val="404040"/>
                <w:lang w:eastAsia="cs-CZ"/>
              </w:rPr>
              <w:t>Popis činností prováděných v Dílčí etapě</w:t>
            </w:r>
          </w:p>
        </w:tc>
        <w:tc>
          <w:tcPr>
            <w:tcW w:w="2126" w:type="dxa"/>
            <w:shd w:val="clear" w:color="auto" w:fill="auto"/>
            <w:noWrap/>
            <w:vAlign w:val="center"/>
            <w:hideMark/>
          </w:tcPr>
          <w:p w14:paraId="53EDF01C" w14:textId="77777777" w:rsidR="003638F4" w:rsidRPr="00953AE4" w:rsidRDefault="003638F4" w:rsidP="00FB77C8">
            <w:pPr>
              <w:spacing w:after="0" w:line="240" w:lineRule="auto"/>
              <w:jc w:val="center"/>
              <w:rPr>
                <w:rFonts w:eastAsia="Times New Roman" w:cs="Times New Roman"/>
                <w:b/>
                <w:bCs/>
                <w:sz w:val="18"/>
                <w:szCs w:val="18"/>
                <w:lang w:eastAsia="cs-CZ"/>
              </w:rPr>
            </w:pPr>
            <w:r w:rsidRPr="00953AE4">
              <w:rPr>
                <w:rFonts w:eastAsia="Times New Roman" w:cs="Times New Roman"/>
                <w:b/>
                <w:bCs/>
                <w:sz w:val="18"/>
                <w:szCs w:val="18"/>
                <w:lang w:eastAsia="cs-CZ"/>
              </w:rPr>
              <w:t>Podmínky dokončení Dílčí etapy</w:t>
            </w:r>
          </w:p>
        </w:tc>
        <w:tc>
          <w:tcPr>
            <w:tcW w:w="1276" w:type="dxa"/>
            <w:shd w:val="clear" w:color="auto" w:fill="auto"/>
            <w:noWrap/>
            <w:vAlign w:val="center"/>
            <w:hideMark/>
          </w:tcPr>
          <w:p w14:paraId="6A21406E" w14:textId="77777777" w:rsidR="003638F4" w:rsidRPr="00953AE4" w:rsidRDefault="003638F4" w:rsidP="00FB77C8">
            <w:pPr>
              <w:spacing w:after="0" w:line="240" w:lineRule="auto"/>
              <w:jc w:val="center"/>
              <w:rPr>
                <w:rFonts w:eastAsia="Times New Roman" w:cs="Times New Roman"/>
                <w:b/>
                <w:bCs/>
                <w:sz w:val="18"/>
                <w:szCs w:val="18"/>
                <w:lang w:eastAsia="cs-CZ"/>
              </w:rPr>
            </w:pPr>
            <w:r w:rsidRPr="00953AE4">
              <w:rPr>
                <w:rFonts w:eastAsia="Times New Roman" w:cs="Times New Roman"/>
                <w:b/>
                <w:bCs/>
                <w:sz w:val="18"/>
                <w:szCs w:val="18"/>
                <w:lang w:eastAsia="cs-CZ"/>
              </w:rPr>
              <w:t>Fakturace po dokončení dílčí etapy</w:t>
            </w:r>
          </w:p>
        </w:tc>
      </w:tr>
      <w:tr w:rsidR="003638F4" w:rsidRPr="00AA0F9E" w14:paraId="1C9DF110" w14:textId="77777777" w:rsidTr="00FB77C8">
        <w:trPr>
          <w:trHeight w:val="675"/>
        </w:trPr>
        <w:tc>
          <w:tcPr>
            <w:tcW w:w="1134" w:type="dxa"/>
            <w:vMerge w:val="restart"/>
            <w:shd w:val="clear" w:color="auto" w:fill="auto"/>
            <w:noWrap/>
            <w:vAlign w:val="center"/>
            <w:hideMark/>
          </w:tcPr>
          <w:p w14:paraId="72B249C7" w14:textId="77777777" w:rsidR="003638F4" w:rsidRPr="00AA0F9E" w:rsidRDefault="003638F4" w:rsidP="00FB77C8">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 Dílčí etapa</w:t>
            </w:r>
          </w:p>
        </w:tc>
        <w:tc>
          <w:tcPr>
            <w:tcW w:w="1701" w:type="dxa"/>
            <w:vMerge w:val="restart"/>
            <w:shd w:val="clear" w:color="000000" w:fill="FFFFFF"/>
            <w:vAlign w:val="center"/>
            <w:hideMark/>
          </w:tcPr>
          <w:p w14:paraId="3CC53B9F" w14:textId="77777777" w:rsidR="003638F4" w:rsidRPr="0067279D" w:rsidRDefault="003638F4" w:rsidP="00FB77C8">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2 měsíců od nabytí účinnosti Smlouvy</w:t>
            </w:r>
          </w:p>
        </w:tc>
        <w:tc>
          <w:tcPr>
            <w:tcW w:w="7797" w:type="dxa"/>
            <w:shd w:val="clear" w:color="auto" w:fill="auto"/>
            <w:hideMark/>
          </w:tcPr>
          <w:p w14:paraId="01861EE6" w14:textId="15FAA653" w:rsidR="0080346E" w:rsidRDefault="0080346E" w:rsidP="00FB77C8">
            <w:pPr>
              <w:spacing w:after="0" w:line="240" w:lineRule="auto"/>
              <w:rPr>
                <w:rFonts w:eastAsia="Times New Roman" w:cs="Times New Roman"/>
                <w:sz w:val="18"/>
                <w:szCs w:val="18"/>
                <w:lang w:eastAsia="cs-CZ"/>
              </w:rPr>
            </w:pPr>
            <w:r>
              <w:rPr>
                <w:rFonts w:eastAsia="Times New Roman" w:cs="Times New Roman"/>
                <w:sz w:val="18"/>
                <w:szCs w:val="18"/>
                <w:lang w:eastAsia="cs-CZ"/>
              </w:rPr>
              <w:t>Zajištění s</w:t>
            </w:r>
            <w:r w:rsidR="003638F4" w:rsidRPr="00AA0F9E">
              <w:rPr>
                <w:rFonts w:eastAsia="Times New Roman" w:cs="Times New Roman"/>
                <w:sz w:val="18"/>
                <w:szCs w:val="18"/>
                <w:lang w:eastAsia="cs-CZ"/>
              </w:rPr>
              <w:t>polečné</w:t>
            </w:r>
            <w:r>
              <w:rPr>
                <w:rFonts w:eastAsia="Times New Roman" w:cs="Times New Roman"/>
                <w:sz w:val="18"/>
                <w:szCs w:val="18"/>
                <w:lang w:eastAsia="cs-CZ"/>
              </w:rPr>
              <w:t xml:space="preserve">ho </w:t>
            </w:r>
            <w:r w:rsidR="003638F4" w:rsidRPr="00AA0F9E">
              <w:rPr>
                <w:rFonts w:eastAsia="Times New Roman" w:cs="Times New Roman"/>
                <w:sz w:val="18"/>
                <w:szCs w:val="18"/>
                <w:lang w:eastAsia="cs-CZ"/>
              </w:rPr>
              <w:t>datové</w:t>
            </w:r>
            <w:r>
              <w:rPr>
                <w:rFonts w:eastAsia="Times New Roman" w:cs="Times New Roman"/>
                <w:sz w:val="18"/>
                <w:szCs w:val="18"/>
                <w:lang w:eastAsia="cs-CZ"/>
              </w:rPr>
              <w:t>ho</w:t>
            </w:r>
            <w:r w:rsidR="003638F4" w:rsidRPr="00AA0F9E">
              <w:rPr>
                <w:rFonts w:eastAsia="Times New Roman" w:cs="Times New Roman"/>
                <w:sz w:val="18"/>
                <w:szCs w:val="18"/>
                <w:lang w:eastAsia="cs-CZ"/>
              </w:rPr>
              <w:t xml:space="preserve"> prostředí (CDE)</w:t>
            </w:r>
            <w:r>
              <w:rPr>
                <w:rFonts w:eastAsia="Times New Roman" w:cs="Times New Roman"/>
                <w:sz w:val="18"/>
                <w:szCs w:val="18"/>
                <w:lang w:eastAsia="cs-CZ"/>
              </w:rPr>
              <w:t>.</w:t>
            </w:r>
            <w:r w:rsidR="003638F4" w:rsidRPr="00AA0F9E">
              <w:rPr>
                <w:rFonts w:eastAsia="Times New Roman" w:cs="Times New Roman"/>
                <w:sz w:val="18"/>
                <w:szCs w:val="18"/>
                <w:lang w:eastAsia="cs-CZ"/>
              </w:rPr>
              <w:t xml:space="preserve"> z</w:t>
            </w:r>
          </w:p>
          <w:p w14:paraId="758D24FD" w14:textId="4BCB8C87" w:rsidR="003638F4" w:rsidRPr="00AA0F9E" w:rsidRDefault="0080346E" w:rsidP="00FB77C8">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003638F4" w:rsidRPr="00AA0F9E">
              <w:rPr>
                <w:rFonts w:eastAsia="Times New Roman" w:cs="Times New Roman"/>
                <w:sz w:val="18"/>
                <w:szCs w:val="18"/>
                <w:lang w:eastAsia="cs-CZ"/>
              </w:rPr>
              <w:t>ajištění školení na CDE</w:t>
            </w:r>
            <w:r>
              <w:rPr>
                <w:rFonts w:eastAsia="Times New Roman" w:cs="Times New Roman"/>
                <w:sz w:val="18"/>
                <w:szCs w:val="18"/>
                <w:lang w:eastAsia="cs-CZ"/>
              </w:rPr>
              <w:t xml:space="preserve"> včetně licencí </w:t>
            </w:r>
            <w:r w:rsidR="003638F4" w:rsidRPr="00AA0F9E">
              <w:rPr>
                <w:rFonts w:eastAsia="Times New Roman" w:cs="Times New Roman"/>
                <w:sz w:val="18"/>
                <w:szCs w:val="18"/>
                <w:lang w:eastAsia="cs-CZ"/>
              </w:rPr>
              <w:t>dle cíle 1.6 EIR.</w:t>
            </w:r>
          </w:p>
        </w:tc>
        <w:tc>
          <w:tcPr>
            <w:tcW w:w="2126" w:type="dxa"/>
            <w:vMerge w:val="restart"/>
            <w:shd w:val="clear" w:color="auto" w:fill="auto"/>
            <w:vAlign w:val="center"/>
            <w:hideMark/>
          </w:tcPr>
          <w:p w14:paraId="42D10322" w14:textId="77777777" w:rsidR="003638F4" w:rsidRPr="00AA0F9E" w:rsidRDefault="003638F4" w:rsidP="00FB77C8">
            <w:pPr>
              <w:spacing w:after="0" w:line="240" w:lineRule="auto"/>
              <w:jc w:val="center"/>
              <w:rPr>
                <w:rFonts w:eastAsia="Times New Roman" w:cs="Times New Roman"/>
                <w:color w:val="404040"/>
                <w:sz w:val="18"/>
                <w:szCs w:val="18"/>
                <w:lang w:eastAsia="cs-CZ"/>
              </w:rPr>
            </w:pPr>
            <w:r w:rsidRPr="00AA0F9E">
              <w:rPr>
                <w:rFonts w:eastAsia="Times New Roman" w:cs="Times New Roman"/>
                <w:color w:val="404040"/>
                <w:sz w:val="18"/>
                <w:szCs w:val="18"/>
                <w:lang w:eastAsia="cs-CZ"/>
              </w:rPr>
              <w:t xml:space="preserve">Prezenční listina ze školení </w:t>
            </w:r>
            <w:r w:rsidRPr="00AA0F9E">
              <w:rPr>
                <w:rFonts w:eastAsia="Times New Roman" w:cs="Times New Roman"/>
                <w:color w:val="404040"/>
                <w:sz w:val="18"/>
                <w:szCs w:val="18"/>
                <w:lang w:eastAsia="cs-CZ"/>
              </w:rPr>
              <w:br/>
              <w:t>a</w:t>
            </w:r>
            <w:r w:rsidRPr="00AA0F9E">
              <w:rPr>
                <w:rFonts w:eastAsia="Times New Roman" w:cs="Times New Roman"/>
                <w:color w:val="404040"/>
                <w:sz w:val="18"/>
                <w:szCs w:val="18"/>
                <w:lang w:eastAsia="cs-CZ"/>
              </w:rPr>
              <w:br/>
              <w:t>Předávací protokol podepsaný Objednatelem</w:t>
            </w:r>
          </w:p>
        </w:tc>
        <w:tc>
          <w:tcPr>
            <w:tcW w:w="1276" w:type="dxa"/>
            <w:vMerge w:val="restart"/>
            <w:shd w:val="clear" w:color="auto" w:fill="auto"/>
            <w:vAlign w:val="center"/>
            <w:hideMark/>
          </w:tcPr>
          <w:p w14:paraId="677207B1" w14:textId="1163C54E" w:rsidR="003638F4" w:rsidRPr="0067279D" w:rsidRDefault="003638F4" w:rsidP="00FB77C8">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5 % z ceny ZP a DPS</w:t>
            </w:r>
            <w:r w:rsidR="00384233" w:rsidRPr="0067279D">
              <w:rPr>
                <w:rFonts w:eastAsia="Times New Roman" w:cs="Times New Roman"/>
                <w:b/>
                <w:bCs/>
                <w:color w:val="404040"/>
                <w:sz w:val="16"/>
                <w:szCs w:val="16"/>
                <w:lang w:eastAsia="cs-CZ"/>
              </w:rPr>
              <w:t>+15</w:t>
            </w:r>
            <w:r w:rsidR="004C39E8">
              <w:rPr>
                <w:rFonts w:eastAsia="Times New Roman" w:cs="Times New Roman"/>
                <w:b/>
                <w:bCs/>
                <w:color w:val="404040"/>
                <w:sz w:val="16"/>
                <w:szCs w:val="16"/>
                <w:lang w:eastAsia="cs-CZ"/>
              </w:rPr>
              <w:t xml:space="preserve"> </w:t>
            </w:r>
            <w:r w:rsidR="00384233" w:rsidRPr="0067279D">
              <w:rPr>
                <w:rFonts w:eastAsia="Times New Roman" w:cs="Times New Roman"/>
                <w:b/>
                <w:bCs/>
                <w:color w:val="404040"/>
                <w:sz w:val="16"/>
                <w:szCs w:val="16"/>
                <w:lang w:eastAsia="cs-CZ"/>
              </w:rPr>
              <w:t xml:space="preserve">% z ceny CDE </w:t>
            </w:r>
          </w:p>
        </w:tc>
      </w:tr>
      <w:tr w:rsidR="003638F4" w:rsidRPr="00AA0F9E" w14:paraId="1B678AF7" w14:textId="77777777" w:rsidTr="00FB77C8">
        <w:trPr>
          <w:trHeight w:val="1125"/>
        </w:trPr>
        <w:tc>
          <w:tcPr>
            <w:tcW w:w="1134" w:type="dxa"/>
            <w:vMerge/>
            <w:vAlign w:val="center"/>
            <w:hideMark/>
          </w:tcPr>
          <w:p w14:paraId="7235AB88" w14:textId="77777777" w:rsidR="003638F4" w:rsidRPr="00AA0F9E" w:rsidRDefault="003638F4" w:rsidP="00FB77C8">
            <w:pPr>
              <w:spacing w:after="0" w:line="240" w:lineRule="auto"/>
              <w:jc w:val="center"/>
              <w:rPr>
                <w:rFonts w:eastAsia="Times New Roman" w:cs="Times New Roman"/>
                <w:b/>
                <w:bCs/>
                <w:sz w:val="18"/>
                <w:szCs w:val="18"/>
                <w:lang w:eastAsia="cs-CZ"/>
              </w:rPr>
            </w:pPr>
          </w:p>
        </w:tc>
        <w:tc>
          <w:tcPr>
            <w:tcW w:w="1701" w:type="dxa"/>
            <w:vMerge/>
            <w:vAlign w:val="center"/>
            <w:hideMark/>
          </w:tcPr>
          <w:p w14:paraId="10026D81" w14:textId="77777777" w:rsidR="003638F4" w:rsidRPr="0067279D" w:rsidRDefault="003638F4" w:rsidP="00FB77C8">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6F1830B3" w14:textId="77777777" w:rsidR="003638F4" w:rsidRDefault="003638F4" w:rsidP="00FB77C8">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Odevzdání schválené struktury a koncepce </w:t>
            </w:r>
            <w:r w:rsidRPr="00AF2E79">
              <w:rPr>
                <w:rFonts w:eastAsia="Times New Roman" w:cs="Times New Roman"/>
                <w:bCs/>
                <w:sz w:val="18"/>
                <w:szCs w:val="18"/>
                <w:lang w:eastAsia="cs-CZ"/>
              </w:rPr>
              <w:t>BEP</w:t>
            </w:r>
            <w:r w:rsidRPr="00AA0F9E">
              <w:rPr>
                <w:rFonts w:eastAsia="Times New Roman" w:cs="Times New Roman"/>
                <w:sz w:val="18"/>
                <w:szCs w:val="18"/>
                <w:lang w:eastAsia="cs-CZ"/>
              </w:rPr>
              <w:t>, dle požadavků BIM Protokolu s projednanými a odsouhlasenými přílohami BEP č. 1 (Adresářová struktura CDE) a č. 3 (Harmonogram cílů BIM)</w:t>
            </w:r>
            <w:r w:rsidR="0080346E">
              <w:rPr>
                <w:rFonts w:eastAsia="Times New Roman" w:cs="Times New Roman"/>
                <w:sz w:val="18"/>
                <w:szCs w:val="18"/>
                <w:lang w:eastAsia="cs-CZ"/>
              </w:rPr>
              <w:t>.</w:t>
            </w:r>
          </w:p>
          <w:p w14:paraId="65CE8ED3" w14:textId="77777777" w:rsidR="0080346E" w:rsidRDefault="0080346E" w:rsidP="00FB77C8">
            <w:pPr>
              <w:spacing w:after="0" w:line="240" w:lineRule="auto"/>
              <w:rPr>
                <w:rFonts w:eastAsia="Times New Roman" w:cs="Times New Roman"/>
                <w:sz w:val="18"/>
                <w:szCs w:val="18"/>
                <w:lang w:eastAsia="cs-CZ"/>
              </w:rPr>
            </w:pPr>
            <w:r w:rsidRPr="004938B6">
              <w:rPr>
                <w:rFonts w:eastAsia="Times New Roman" w:cs="Times New Roman"/>
                <w:sz w:val="18"/>
                <w:szCs w:val="18"/>
                <w:lang w:eastAsia="cs-CZ"/>
              </w:rPr>
              <w:t xml:space="preserve">Předložení testovacího vzorku </w:t>
            </w:r>
            <w:proofErr w:type="spellStart"/>
            <w:r w:rsidRPr="004938B6">
              <w:rPr>
                <w:rFonts w:eastAsia="Times New Roman" w:cs="Times New Roman"/>
                <w:sz w:val="18"/>
                <w:szCs w:val="18"/>
                <w:lang w:eastAsia="cs-CZ"/>
              </w:rPr>
              <w:t>DiMS</w:t>
            </w:r>
            <w:proofErr w:type="spellEnd"/>
            <w:r w:rsidRPr="004938B6">
              <w:rPr>
                <w:rFonts w:eastAsia="Times New Roman" w:cs="Times New Roman"/>
                <w:sz w:val="18"/>
                <w:szCs w:val="18"/>
                <w:lang w:eastAsia="cs-CZ"/>
              </w:rPr>
              <w:t xml:space="preserve"> dle Harmonogramu plnění před začátkem modelovacích </w:t>
            </w:r>
            <w:proofErr w:type="gramStart"/>
            <w:r w:rsidRPr="004938B6">
              <w:rPr>
                <w:rFonts w:eastAsia="Times New Roman" w:cs="Times New Roman"/>
                <w:sz w:val="18"/>
                <w:szCs w:val="18"/>
                <w:lang w:eastAsia="cs-CZ"/>
              </w:rPr>
              <w:t>prací - cíl</w:t>
            </w:r>
            <w:proofErr w:type="gramEnd"/>
            <w:r w:rsidRPr="004938B6">
              <w:rPr>
                <w:rFonts w:eastAsia="Times New Roman" w:cs="Times New Roman"/>
                <w:sz w:val="18"/>
                <w:szCs w:val="18"/>
                <w:lang w:eastAsia="cs-CZ"/>
              </w:rPr>
              <w:t xml:space="preserve"> 3.5 EIR</w:t>
            </w:r>
            <w:r>
              <w:rPr>
                <w:rFonts w:eastAsia="Times New Roman" w:cs="Times New Roman"/>
                <w:sz w:val="18"/>
                <w:szCs w:val="18"/>
                <w:lang w:eastAsia="cs-CZ"/>
              </w:rPr>
              <w:t>.</w:t>
            </w:r>
          </w:p>
          <w:p w14:paraId="482FB352" w14:textId="31DFD87E" w:rsidR="0080346E" w:rsidRPr="00AA0F9E" w:rsidRDefault="0080346E" w:rsidP="00FB77C8">
            <w:pPr>
              <w:spacing w:after="0" w:line="240" w:lineRule="auto"/>
              <w:rPr>
                <w:rFonts w:eastAsia="Times New Roman" w:cs="Times New Roman"/>
                <w:sz w:val="18"/>
                <w:szCs w:val="18"/>
                <w:lang w:eastAsia="cs-CZ"/>
              </w:rPr>
            </w:pPr>
          </w:p>
        </w:tc>
        <w:tc>
          <w:tcPr>
            <w:tcW w:w="2126" w:type="dxa"/>
            <w:vMerge/>
            <w:vAlign w:val="center"/>
            <w:hideMark/>
          </w:tcPr>
          <w:p w14:paraId="68FF393D" w14:textId="77777777" w:rsidR="003638F4" w:rsidRPr="00AA0F9E" w:rsidRDefault="003638F4" w:rsidP="00FB77C8">
            <w:pPr>
              <w:spacing w:after="0" w:line="240" w:lineRule="auto"/>
              <w:rPr>
                <w:rFonts w:eastAsia="Times New Roman" w:cs="Times New Roman"/>
                <w:color w:val="404040"/>
                <w:sz w:val="18"/>
                <w:szCs w:val="18"/>
                <w:lang w:eastAsia="cs-CZ"/>
              </w:rPr>
            </w:pPr>
          </w:p>
        </w:tc>
        <w:tc>
          <w:tcPr>
            <w:tcW w:w="1276" w:type="dxa"/>
            <w:vMerge/>
            <w:vAlign w:val="center"/>
            <w:hideMark/>
          </w:tcPr>
          <w:p w14:paraId="2243BAF2" w14:textId="77777777" w:rsidR="003638F4" w:rsidRPr="0067279D" w:rsidRDefault="003638F4" w:rsidP="00FB77C8">
            <w:pPr>
              <w:spacing w:after="0" w:line="240" w:lineRule="auto"/>
              <w:rPr>
                <w:rFonts w:eastAsia="Times New Roman" w:cs="Times New Roman"/>
                <w:b/>
                <w:bCs/>
                <w:color w:val="404040"/>
                <w:sz w:val="16"/>
                <w:szCs w:val="16"/>
                <w:lang w:eastAsia="cs-CZ"/>
              </w:rPr>
            </w:pPr>
          </w:p>
        </w:tc>
      </w:tr>
      <w:tr w:rsidR="003638F4" w:rsidRPr="00AA0F9E" w14:paraId="28D6D67A" w14:textId="77777777" w:rsidTr="00FB77C8">
        <w:trPr>
          <w:trHeight w:val="465"/>
        </w:trPr>
        <w:tc>
          <w:tcPr>
            <w:tcW w:w="1134" w:type="dxa"/>
            <w:vMerge/>
            <w:vAlign w:val="center"/>
            <w:hideMark/>
          </w:tcPr>
          <w:p w14:paraId="6E4AF048" w14:textId="77777777" w:rsidR="003638F4" w:rsidRPr="00AA0F9E" w:rsidRDefault="003638F4" w:rsidP="00FB77C8">
            <w:pPr>
              <w:spacing w:after="0" w:line="240" w:lineRule="auto"/>
              <w:jc w:val="center"/>
              <w:rPr>
                <w:rFonts w:eastAsia="Times New Roman" w:cs="Times New Roman"/>
                <w:b/>
                <w:bCs/>
                <w:sz w:val="18"/>
                <w:szCs w:val="18"/>
                <w:lang w:eastAsia="cs-CZ"/>
              </w:rPr>
            </w:pPr>
          </w:p>
        </w:tc>
        <w:tc>
          <w:tcPr>
            <w:tcW w:w="1701" w:type="dxa"/>
            <w:vMerge/>
            <w:vAlign w:val="center"/>
            <w:hideMark/>
          </w:tcPr>
          <w:p w14:paraId="4BF0F018" w14:textId="77777777" w:rsidR="003638F4" w:rsidRPr="0067279D" w:rsidRDefault="003638F4" w:rsidP="00FB77C8">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75379EF5" w14:textId="5E71D28E" w:rsidR="003638F4" w:rsidRPr="00AA0F9E" w:rsidRDefault="003638F4" w:rsidP="00FB77C8">
            <w:pPr>
              <w:spacing w:after="0" w:line="240" w:lineRule="auto"/>
              <w:rPr>
                <w:rFonts w:eastAsia="Times New Roman" w:cs="Times New Roman"/>
                <w:sz w:val="18"/>
                <w:szCs w:val="18"/>
                <w:lang w:eastAsia="cs-CZ"/>
              </w:rPr>
            </w:pPr>
            <w:r w:rsidRPr="003638F4">
              <w:rPr>
                <w:rFonts w:eastAsia="Times New Roman" w:cs="Times New Roman"/>
                <w:sz w:val="18"/>
                <w:szCs w:val="18"/>
                <w:lang w:eastAsia="cs-CZ"/>
              </w:rPr>
              <w:t>Projekt podrobného inženýrskogeologického průzkumu</w:t>
            </w:r>
          </w:p>
        </w:tc>
        <w:tc>
          <w:tcPr>
            <w:tcW w:w="2126" w:type="dxa"/>
            <w:vMerge/>
            <w:vAlign w:val="center"/>
            <w:hideMark/>
          </w:tcPr>
          <w:p w14:paraId="71DA1FD3" w14:textId="77777777" w:rsidR="003638F4" w:rsidRPr="00AA0F9E" w:rsidRDefault="003638F4" w:rsidP="00FB77C8">
            <w:pPr>
              <w:spacing w:after="0" w:line="240" w:lineRule="auto"/>
              <w:rPr>
                <w:rFonts w:eastAsia="Times New Roman" w:cs="Times New Roman"/>
                <w:color w:val="404040"/>
                <w:sz w:val="18"/>
                <w:szCs w:val="18"/>
                <w:lang w:eastAsia="cs-CZ"/>
              </w:rPr>
            </w:pPr>
          </w:p>
        </w:tc>
        <w:tc>
          <w:tcPr>
            <w:tcW w:w="1276" w:type="dxa"/>
            <w:vMerge/>
            <w:vAlign w:val="center"/>
            <w:hideMark/>
          </w:tcPr>
          <w:p w14:paraId="5803E78C" w14:textId="77777777" w:rsidR="003638F4" w:rsidRPr="0067279D" w:rsidRDefault="003638F4" w:rsidP="00FB77C8">
            <w:pPr>
              <w:spacing w:after="0" w:line="240" w:lineRule="auto"/>
              <w:rPr>
                <w:rFonts w:eastAsia="Times New Roman" w:cs="Times New Roman"/>
                <w:b/>
                <w:bCs/>
                <w:color w:val="404040"/>
                <w:sz w:val="16"/>
                <w:szCs w:val="16"/>
                <w:lang w:eastAsia="cs-CZ"/>
              </w:rPr>
            </w:pPr>
          </w:p>
        </w:tc>
      </w:tr>
      <w:tr w:rsidR="003638F4" w:rsidRPr="00AA0F9E" w14:paraId="09305FAF" w14:textId="77777777" w:rsidTr="00FB77C8">
        <w:trPr>
          <w:trHeight w:val="675"/>
        </w:trPr>
        <w:tc>
          <w:tcPr>
            <w:tcW w:w="1134" w:type="dxa"/>
            <w:shd w:val="clear" w:color="auto" w:fill="auto"/>
            <w:noWrap/>
            <w:vAlign w:val="center"/>
            <w:hideMark/>
          </w:tcPr>
          <w:p w14:paraId="54EEE062" w14:textId="190AC62E" w:rsidR="003638F4" w:rsidRPr="00AA0F9E" w:rsidRDefault="00344F62" w:rsidP="00FB77C8">
            <w:pPr>
              <w:spacing w:after="0" w:line="240" w:lineRule="auto"/>
              <w:jc w:val="center"/>
              <w:rPr>
                <w:rFonts w:eastAsia="Times New Roman" w:cs="Times New Roman"/>
                <w:b/>
                <w:bCs/>
                <w:sz w:val="18"/>
                <w:szCs w:val="18"/>
                <w:lang w:eastAsia="cs-CZ"/>
              </w:rPr>
            </w:pPr>
            <w:proofErr w:type="gramStart"/>
            <w:r>
              <w:rPr>
                <w:rFonts w:eastAsia="Times New Roman" w:cs="Times New Roman"/>
                <w:b/>
                <w:bCs/>
                <w:sz w:val="18"/>
                <w:szCs w:val="18"/>
                <w:lang w:eastAsia="cs-CZ"/>
              </w:rPr>
              <w:t>1a</w:t>
            </w:r>
            <w:proofErr w:type="gramEnd"/>
            <w:r>
              <w:rPr>
                <w:rFonts w:eastAsia="Times New Roman" w:cs="Times New Roman"/>
                <w:b/>
                <w:bCs/>
                <w:sz w:val="18"/>
                <w:szCs w:val="18"/>
                <w:lang w:eastAsia="cs-CZ"/>
              </w:rPr>
              <w:t xml:space="preserve">. </w:t>
            </w:r>
            <w:r w:rsidR="003638F4" w:rsidRPr="00AA0F9E">
              <w:rPr>
                <w:rFonts w:eastAsia="Times New Roman" w:cs="Times New Roman"/>
                <w:b/>
                <w:bCs/>
                <w:sz w:val="18"/>
                <w:szCs w:val="18"/>
                <w:lang w:eastAsia="cs-CZ"/>
              </w:rPr>
              <w:t xml:space="preserve">Dílčí etapa </w:t>
            </w:r>
          </w:p>
        </w:tc>
        <w:tc>
          <w:tcPr>
            <w:tcW w:w="1701" w:type="dxa"/>
            <w:shd w:val="clear" w:color="000000" w:fill="FFFFFF"/>
            <w:vAlign w:val="center"/>
            <w:hideMark/>
          </w:tcPr>
          <w:p w14:paraId="6B22F62D" w14:textId="77777777" w:rsidR="003638F4" w:rsidRPr="0067279D" w:rsidRDefault="003638F4" w:rsidP="00FB77C8">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1 měsíce od předání připomínek</w:t>
            </w:r>
          </w:p>
        </w:tc>
        <w:tc>
          <w:tcPr>
            <w:tcW w:w="7797" w:type="dxa"/>
            <w:shd w:val="clear" w:color="auto" w:fill="auto"/>
            <w:hideMark/>
          </w:tcPr>
          <w:p w14:paraId="374B0FBD" w14:textId="04F76014" w:rsidR="003638F4" w:rsidRPr="00AA0F9E" w:rsidRDefault="003638F4" w:rsidP="00FB77C8">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apracování připomínek do projektu inženýrskogeologického průzkumu</w:t>
            </w:r>
          </w:p>
        </w:tc>
        <w:tc>
          <w:tcPr>
            <w:tcW w:w="2126" w:type="dxa"/>
            <w:shd w:val="clear" w:color="auto" w:fill="auto"/>
            <w:noWrap/>
            <w:vAlign w:val="center"/>
            <w:hideMark/>
          </w:tcPr>
          <w:p w14:paraId="55A79502" w14:textId="77777777" w:rsidR="003638F4" w:rsidRPr="00AA0F9E" w:rsidRDefault="003638F4" w:rsidP="00FB77C8">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noWrap/>
            <w:vAlign w:val="center"/>
            <w:hideMark/>
          </w:tcPr>
          <w:p w14:paraId="190C5548" w14:textId="77777777" w:rsidR="003638F4" w:rsidRPr="00F675D1" w:rsidRDefault="003638F4" w:rsidP="00FB77C8">
            <w:pPr>
              <w:spacing w:after="0" w:line="240" w:lineRule="auto"/>
              <w:jc w:val="center"/>
              <w:rPr>
                <w:rFonts w:eastAsia="Times New Roman" w:cs="Times New Roman"/>
                <w:b/>
                <w:bCs/>
                <w:sz w:val="16"/>
                <w:szCs w:val="18"/>
                <w:lang w:eastAsia="cs-CZ"/>
              </w:rPr>
            </w:pPr>
            <w:r w:rsidRPr="00F675D1">
              <w:rPr>
                <w:rFonts w:eastAsia="Times New Roman" w:cs="Times New Roman"/>
                <w:b/>
                <w:bCs/>
                <w:sz w:val="16"/>
                <w:szCs w:val="18"/>
                <w:lang w:eastAsia="cs-CZ"/>
              </w:rPr>
              <w:t>bez fakturace</w:t>
            </w:r>
          </w:p>
        </w:tc>
      </w:tr>
      <w:tr w:rsidR="003638F4" w:rsidRPr="00AA0F9E" w14:paraId="65F7639E" w14:textId="77777777" w:rsidTr="00FB77C8">
        <w:trPr>
          <w:trHeight w:val="675"/>
        </w:trPr>
        <w:tc>
          <w:tcPr>
            <w:tcW w:w="1134" w:type="dxa"/>
            <w:shd w:val="clear" w:color="auto" w:fill="auto"/>
            <w:noWrap/>
            <w:vAlign w:val="center"/>
            <w:hideMark/>
          </w:tcPr>
          <w:p w14:paraId="1FD37CB7" w14:textId="354114B0" w:rsidR="003638F4" w:rsidRPr="00AA0F9E" w:rsidRDefault="00344F62" w:rsidP="00FB77C8">
            <w:pPr>
              <w:spacing w:after="0" w:line="240" w:lineRule="auto"/>
              <w:jc w:val="center"/>
              <w:rPr>
                <w:rFonts w:eastAsia="Times New Roman" w:cs="Times New Roman"/>
                <w:b/>
                <w:bCs/>
                <w:sz w:val="18"/>
                <w:szCs w:val="18"/>
                <w:lang w:eastAsia="cs-CZ"/>
              </w:rPr>
            </w:pPr>
            <w:proofErr w:type="gramStart"/>
            <w:r>
              <w:rPr>
                <w:rFonts w:eastAsia="Times New Roman" w:cs="Times New Roman"/>
                <w:b/>
                <w:bCs/>
                <w:sz w:val="18"/>
                <w:szCs w:val="18"/>
                <w:lang w:eastAsia="cs-CZ"/>
              </w:rPr>
              <w:t>1b</w:t>
            </w:r>
            <w:proofErr w:type="gramEnd"/>
            <w:r>
              <w:rPr>
                <w:rFonts w:eastAsia="Times New Roman" w:cs="Times New Roman"/>
                <w:b/>
                <w:bCs/>
                <w:sz w:val="18"/>
                <w:szCs w:val="18"/>
                <w:lang w:eastAsia="cs-CZ"/>
              </w:rPr>
              <w:t xml:space="preserve">. </w:t>
            </w:r>
            <w:r w:rsidR="003638F4" w:rsidRPr="00AA0F9E">
              <w:rPr>
                <w:rFonts w:eastAsia="Times New Roman" w:cs="Times New Roman"/>
                <w:b/>
                <w:bCs/>
                <w:sz w:val="18"/>
                <w:szCs w:val="18"/>
                <w:lang w:eastAsia="cs-CZ"/>
              </w:rPr>
              <w:t xml:space="preserve">Dílčí etapa </w:t>
            </w:r>
          </w:p>
        </w:tc>
        <w:tc>
          <w:tcPr>
            <w:tcW w:w="1701" w:type="dxa"/>
            <w:shd w:val="clear" w:color="000000" w:fill="FFFFFF"/>
            <w:vAlign w:val="center"/>
            <w:hideMark/>
          </w:tcPr>
          <w:p w14:paraId="0F643E8B" w14:textId="77777777" w:rsidR="003638F4" w:rsidRPr="0067279D" w:rsidRDefault="003638F4" w:rsidP="00FB77C8">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 xml:space="preserve">Do 1 měsíce od předání dokumentace </w:t>
            </w:r>
          </w:p>
        </w:tc>
        <w:tc>
          <w:tcPr>
            <w:tcW w:w="7797" w:type="dxa"/>
            <w:shd w:val="clear" w:color="auto" w:fill="auto"/>
            <w:hideMark/>
          </w:tcPr>
          <w:p w14:paraId="13C0079B" w14:textId="77777777" w:rsidR="003638F4" w:rsidRDefault="003638F4" w:rsidP="00FB77C8">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apracování</w:t>
            </w:r>
            <w:r w:rsidRPr="00A11A2F">
              <w:rPr>
                <w:rFonts w:eastAsia="Times New Roman" w:cs="Times New Roman"/>
                <w:sz w:val="18"/>
                <w:szCs w:val="18"/>
                <w:lang w:eastAsia="cs-CZ"/>
              </w:rPr>
              <w:t xml:space="preserve"> </w:t>
            </w:r>
            <w:r>
              <w:rPr>
                <w:rFonts w:eastAsia="Times New Roman" w:cs="Times New Roman"/>
                <w:sz w:val="18"/>
                <w:szCs w:val="18"/>
                <w:lang w:eastAsia="cs-CZ"/>
              </w:rPr>
              <w:t xml:space="preserve">výsledků </w:t>
            </w:r>
            <w:r w:rsidRPr="00A11A2F">
              <w:rPr>
                <w:rFonts w:eastAsia="Times New Roman" w:cs="Times New Roman"/>
                <w:sz w:val="18"/>
                <w:szCs w:val="18"/>
                <w:lang w:eastAsia="cs-CZ"/>
              </w:rPr>
              <w:t xml:space="preserve">dopravní technologie </w:t>
            </w:r>
            <w:r>
              <w:rPr>
                <w:rFonts w:eastAsia="Times New Roman" w:cs="Times New Roman"/>
                <w:sz w:val="18"/>
                <w:szCs w:val="18"/>
                <w:lang w:eastAsia="cs-CZ"/>
              </w:rPr>
              <w:t xml:space="preserve">předaných </w:t>
            </w:r>
            <w:r w:rsidRPr="00A11A2F">
              <w:rPr>
                <w:rFonts w:eastAsia="Times New Roman" w:cs="Times New Roman"/>
                <w:sz w:val="18"/>
                <w:szCs w:val="18"/>
                <w:lang w:eastAsia="cs-CZ"/>
              </w:rPr>
              <w:t xml:space="preserve">ze stavby Hradec Králové </w:t>
            </w:r>
            <w:r>
              <w:rPr>
                <w:rFonts w:eastAsia="Times New Roman" w:cs="Times New Roman"/>
                <w:sz w:val="18"/>
                <w:szCs w:val="18"/>
                <w:lang w:eastAsia="cs-CZ"/>
              </w:rPr>
              <w:t>–</w:t>
            </w:r>
            <w:r w:rsidRPr="00A11A2F">
              <w:rPr>
                <w:rFonts w:eastAsia="Times New Roman" w:cs="Times New Roman"/>
                <w:sz w:val="18"/>
                <w:szCs w:val="18"/>
                <w:lang w:eastAsia="cs-CZ"/>
              </w:rPr>
              <w:t xml:space="preserve"> Jaroměř</w:t>
            </w:r>
          </w:p>
          <w:p w14:paraId="48F0861F" w14:textId="77777777" w:rsidR="003638F4" w:rsidRPr="00AA0F9E" w:rsidRDefault="003638F4" w:rsidP="00FB77C8">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apracování</w:t>
            </w:r>
            <w:r w:rsidRPr="00A11A2F">
              <w:rPr>
                <w:rFonts w:eastAsia="Times New Roman" w:cs="Times New Roman"/>
                <w:sz w:val="18"/>
                <w:szCs w:val="18"/>
                <w:lang w:eastAsia="cs-CZ"/>
              </w:rPr>
              <w:t xml:space="preserve"> </w:t>
            </w:r>
            <w:r>
              <w:rPr>
                <w:rFonts w:eastAsia="Times New Roman" w:cs="Times New Roman"/>
                <w:sz w:val="18"/>
                <w:szCs w:val="18"/>
                <w:lang w:eastAsia="cs-CZ"/>
              </w:rPr>
              <w:t xml:space="preserve">výsledků energetických výpočtů předaných </w:t>
            </w:r>
            <w:r w:rsidRPr="00A11A2F">
              <w:rPr>
                <w:rFonts w:eastAsia="Times New Roman" w:cs="Times New Roman"/>
                <w:sz w:val="18"/>
                <w:szCs w:val="18"/>
                <w:lang w:eastAsia="cs-CZ"/>
              </w:rPr>
              <w:t xml:space="preserve">ze stavby Hradec </w:t>
            </w:r>
            <w:proofErr w:type="gramStart"/>
            <w:r w:rsidRPr="00A11A2F">
              <w:rPr>
                <w:rFonts w:eastAsia="Times New Roman" w:cs="Times New Roman"/>
                <w:sz w:val="18"/>
                <w:szCs w:val="18"/>
                <w:lang w:eastAsia="cs-CZ"/>
              </w:rPr>
              <w:t>Králové - Jaroměř</w:t>
            </w:r>
            <w:proofErr w:type="gramEnd"/>
          </w:p>
        </w:tc>
        <w:tc>
          <w:tcPr>
            <w:tcW w:w="2126" w:type="dxa"/>
            <w:shd w:val="clear" w:color="auto" w:fill="auto"/>
            <w:noWrap/>
            <w:vAlign w:val="center"/>
            <w:hideMark/>
          </w:tcPr>
          <w:p w14:paraId="4E5631AC" w14:textId="77777777" w:rsidR="003638F4" w:rsidRPr="00AA0F9E" w:rsidRDefault="003638F4" w:rsidP="00FB77C8">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noWrap/>
            <w:vAlign w:val="center"/>
            <w:hideMark/>
          </w:tcPr>
          <w:p w14:paraId="5BBC683A" w14:textId="77777777" w:rsidR="003638F4" w:rsidRPr="00F675D1" w:rsidRDefault="003638F4" w:rsidP="00FB77C8">
            <w:pPr>
              <w:spacing w:after="0" w:line="240" w:lineRule="auto"/>
              <w:jc w:val="center"/>
              <w:rPr>
                <w:rFonts w:eastAsia="Times New Roman" w:cs="Times New Roman"/>
                <w:b/>
                <w:bCs/>
                <w:sz w:val="16"/>
                <w:szCs w:val="18"/>
                <w:lang w:eastAsia="cs-CZ"/>
              </w:rPr>
            </w:pPr>
            <w:r w:rsidRPr="00F675D1">
              <w:rPr>
                <w:rFonts w:eastAsia="Times New Roman" w:cs="Times New Roman"/>
                <w:b/>
                <w:bCs/>
                <w:sz w:val="16"/>
                <w:szCs w:val="18"/>
                <w:lang w:eastAsia="cs-CZ"/>
              </w:rPr>
              <w:t>bez fakturace</w:t>
            </w:r>
          </w:p>
        </w:tc>
      </w:tr>
      <w:tr w:rsidR="003638F4" w:rsidRPr="00AA0F9E" w14:paraId="78BE3D55" w14:textId="77777777" w:rsidTr="00FB77C8">
        <w:trPr>
          <w:trHeight w:val="450"/>
        </w:trPr>
        <w:tc>
          <w:tcPr>
            <w:tcW w:w="1134" w:type="dxa"/>
            <w:vMerge w:val="restart"/>
            <w:shd w:val="clear" w:color="auto" w:fill="auto"/>
            <w:noWrap/>
            <w:vAlign w:val="center"/>
            <w:hideMark/>
          </w:tcPr>
          <w:p w14:paraId="5EB5897A" w14:textId="77777777" w:rsidR="003638F4" w:rsidRPr="00AA0F9E" w:rsidRDefault="003638F4" w:rsidP="00FB77C8">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2. Dílčí etapa</w:t>
            </w:r>
          </w:p>
        </w:tc>
        <w:tc>
          <w:tcPr>
            <w:tcW w:w="1701" w:type="dxa"/>
            <w:vMerge w:val="restart"/>
            <w:shd w:val="clear" w:color="000000" w:fill="FFFFFF"/>
            <w:vAlign w:val="center"/>
            <w:hideMark/>
          </w:tcPr>
          <w:p w14:paraId="7567E86E" w14:textId="67610DB3" w:rsidR="003638F4" w:rsidRPr="0067279D" w:rsidRDefault="003638F4" w:rsidP="00FB77C8">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5 měsíců od nabytí účinnosti Smlouvy, nebo společně s</w:t>
            </w:r>
            <w:r w:rsidR="00D325DF">
              <w:rPr>
                <w:rFonts w:eastAsia="Times New Roman" w:cs="Times New Roman"/>
                <w:b/>
                <w:bCs/>
                <w:sz w:val="18"/>
                <w:szCs w:val="18"/>
                <w:lang w:eastAsia="cs-CZ"/>
              </w:rPr>
              <w:t> </w:t>
            </w:r>
            <w:proofErr w:type="gramStart"/>
            <w:r w:rsidR="00D325DF">
              <w:rPr>
                <w:rFonts w:eastAsia="Times New Roman" w:cs="Times New Roman"/>
                <w:b/>
                <w:bCs/>
                <w:sz w:val="18"/>
                <w:szCs w:val="18"/>
                <w:lang w:eastAsia="cs-CZ"/>
              </w:rPr>
              <w:t>1b</w:t>
            </w:r>
            <w:proofErr w:type="gramEnd"/>
            <w:r w:rsidR="00D325DF">
              <w:rPr>
                <w:rFonts w:eastAsia="Times New Roman" w:cs="Times New Roman"/>
                <w:b/>
                <w:bCs/>
                <w:sz w:val="18"/>
                <w:szCs w:val="18"/>
                <w:lang w:eastAsia="cs-CZ"/>
              </w:rPr>
              <w:t>. D</w:t>
            </w:r>
            <w:r w:rsidRPr="0067279D">
              <w:rPr>
                <w:rFonts w:eastAsia="Times New Roman" w:cs="Times New Roman"/>
                <w:b/>
                <w:bCs/>
                <w:sz w:val="18"/>
                <w:szCs w:val="18"/>
                <w:lang w:eastAsia="cs-CZ"/>
              </w:rPr>
              <w:t xml:space="preserve">ílčí etapou </w:t>
            </w:r>
            <w:r w:rsidR="00D325DF">
              <w:rPr>
                <w:rFonts w:eastAsia="Times New Roman" w:cs="Times New Roman"/>
                <w:b/>
                <w:bCs/>
                <w:sz w:val="18"/>
                <w:szCs w:val="18"/>
                <w:lang w:eastAsia="cs-CZ"/>
              </w:rPr>
              <w:t>–</w:t>
            </w:r>
            <w:r w:rsidRPr="0067279D">
              <w:rPr>
                <w:rFonts w:eastAsia="Times New Roman" w:cs="Times New Roman"/>
                <w:b/>
                <w:bCs/>
                <w:sz w:val="18"/>
                <w:szCs w:val="18"/>
                <w:lang w:eastAsia="cs-CZ"/>
              </w:rPr>
              <w:t xml:space="preserve"> </w:t>
            </w:r>
            <w:r w:rsidR="00D325DF">
              <w:rPr>
                <w:rFonts w:eastAsia="Times New Roman" w:cs="Times New Roman"/>
                <w:b/>
                <w:bCs/>
                <w:sz w:val="18"/>
                <w:szCs w:val="18"/>
                <w:lang w:eastAsia="cs-CZ"/>
              </w:rPr>
              <w:t xml:space="preserve">dle toho, </w:t>
            </w:r>
            <w:r w:rsidRPr="0067279D">
              <w:rPr>
                <w:rFonts w:eastAsia="Times New Roman" w:cs="Times New Roman"/>
                <w:b/>
                <w:bCs/>
                <w:sz w:val="18"/>
                <w:szCs w:val="18"/>
                <w:lang w:eastAsia="cs-CZ"/>
              </w:rPr>
              <w:t>co nastane později</w:t>
            </w:r>
          </w:p>
        </w:tc>
        <w:tc>
          <w:tcPr>
            <w:tcW w:w="7797" w:type="dxa"/>
            <w:shd w:val="clear" w:color="auto" w:fill="auto"/>
            <w:hideMark/>
          </w:tcPr>
          <w:p w14:paraId="2E4CBF5F" w14:textId="77777777" w:rsidR="003638F4" w:rsidRPr="00AA0F9E" w:rsidRDefault="003638F4" w:rsidP="00FB77C8">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GPK, koncept řešení silniční sítě a náhrad přejezdů</w:t>
            </w:r>
          </w:p>
        </w:tc>
        <w:tc>
          <w:tcPr>
            <w:tcW w:w="2126" w:type="dxa"/>
            <w:vMerge w:val="restart"/>
            <w:shd w:val="clear" w:color="auto" w:fill="auto"/>
            <w:noWrap/>
            <w:vAlign w:val="center"/>
            <w:hideMark/>
          </w:tcPr>
          <w:p w14:paraId="51565948" w14:textId="77777777" w:rsidR="003638F4" w:rsidRPr="00AA0F9E" w:rsidRDefault="003638F4" w:rsidP="00FB77C8">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78ABFAB7" w14:textId="77777777" w:rsidR="003638F4" w:rsidRPr="0067279D" w:rsidRDefault="003638F4" w:rsidP="00FB77C8">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10 % z ceny ZP a DPS</w:t>
            </w:r>
          </w:p>
        </w:tc>
      </w:tr>
      <w:tr w:rsidR="003638F4" w:rsidRPr="00AA0F9E" w14:paraId="35D1EED5" w14:textId="77777777" w:rsidTr="00FB77C8">
        <w:trPr>
          <w:trHeight w:val="225"/>
        </w:trPr>
        <w:tc>
          <w:tcPr>
            <w:tcW w:w="1134" w:type="dxa"/>
            <w:vMerge/>
            <w:vAlign w:val="center"/>
            <w:hideMark/>
          </w:tcPr>
          <w:p w14:paraId="3543D3A6" w14:textId="77777777" w:rsidR="003638F4" w:rsidRPr="00AA0F9E" w:rsidRDefault="003638F4" w:rsidP="00FB77C8">
            <w:pPr>
              <w:spacing w:after="0" w:line="240" w:lineRule="auto"/>
              <w:jc w:val="center"/>
              <w:rPr>
                <w:rFonts w:eastAsia="Times New Roman" w:cs="Times New Roman"/>
                <w:b/>
                <w:bCs/>
                <w:sz w:val="18"/>
                <w:szCs w:val="18"/>
                <w:lang w:eastAsia="cs-CZ"/>
              </w:rPr>
            </w:pPr>
          </w:p>
        </w:tc>
        <w:tc>
          <w:tcPr>
            <w:tcW w:w="1701" w:type="dxa"/>
            <w:vMerge/>
            <w:vAlign w:val="center"/>
            <w:hideMark/>
          </w:tcPr>
          <w:p w14:paraId="061B6532" w14:textId="77777777" w:rsidR="003638F4" w:rsidRPr="0067279D" w:rsidRDefault="003638F4" w:rsidP="00FB77C8">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6405D321" w14:textId="77777777" w:rsidR="003638F4" w:rsidRPr="00AA0F9E" w:rsidRDefault="003638F4" w:rsidP="00FB77C8">
            <w:pPr>
              <w:spacing w:after="0" w:line="240" w:lineRule="auto"/>
              <w:rPr>
                <w:rFonts w:eastAsia="Times New Roman" w:cs="Times New Roman"/>
                <w:sz w:val="18"/>
                <w:szCs w:val="18"/>
                <w:lang w:eastAsia="cs-CZ"/>
              </w:rPr>
            </w:pPr>
            <w:r>
              <w:rPr>
                <w:rFonts w:eastAsia="Times New Roman" w:cs="Times New Roman"/>
                <w:sz w:val="18"/>
                <w:szCs w:val="18"/>
                <w:lang w:eastAsia="cs-CZ"/>
              </w:rPr>
              <w:t>P</w:t>
            </w:r>
            <w:r w:rsidRPr="00AA0F9E">
              <w:rPr>
                <w:rFonts w:eastAsia="Times New Roman" w:cs="Times New Roman"/>
                <w:sz w:val="18"/>
                <w:szCs w:val="18"/>
                <w:lang w:eastAsia="cs-CZ"/>
              </w:rPr>
              <w:t>odklady pro GIS portál</w:t>
            </w:r>
          </w:p>
        </w:tc>
        <w:tc>
          <w:tcPr>
            <w:tcW w:w="2126" w:type="dxa"/>
            <w:vMerge/>
            <w:vAlign w:val="center"/>
            <w:hideMark/>
          </w:tcPr>
          <w:p w14:paraId="4E817A05" w14:textId="77777777" w:rsidR="003638F4" w:rsidRPr="00AA0F9E" w:rsidRDefault="003638F4" w:rsidP="00FB77C8">
            <w:pPr>
              <w:spacing w:after="0" w:line="240" w:lineRule="auto"/>
              <w:rPr>
                <w:rFonts w:eastAsia="Times New Roman" w:cs="Times New Roman"/>
                <w:sz w:val="18"/>
                <w:szCs w:val="18"/>
                <w:lang w:eastAsia="cs-CZ"/>
              </w:rPr>
            </w:pPr>
          </w:p>
        </w:tc>
        <w:tc>
          <w:tcPr>
            <w:tcW w:w="1276" w:type="dxa"/>
            <w:vMerge/>
            <w:vAlign w:val="center"/>
            <w:hideMark/>
          </w:tcPr>
          <w:p w14:paraId="5832F445" w14:textId="77777777" w:rsidR="003638F4" w:rsidRPr="0067279D" w:rsidRDefault="003638F4" w:rsidP="00FB77C8">
            <w:pPr>
              <w:spacing w:after="0" w:line="240" w:lineRule="auto"/>
              <w:rPr>
                <w:rFonts w:eastAsia="Times New Roman" w:cs="Times New Roman"/>
                <w:b/>
                <w:bCs/>
                <w:color w:val="404040"/>
                <w:sz w:val="16"/>
                <w:szCs w:val="16"/>
                <w:lang w:eastAsia="cs-CZ"/>
              </w:rPr>
            </w:pPr>
          </w:p>
        </w:tc>
      </w:tr>
    </w:tbl>
    <w:p w14:paraId="119F15E4" w14:textId="77777777" w:rsidR="00344F62" w:rsidRDefault="00344F62">
      <w:r>
        <w:br w:type="page"/>
      </w: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694CFD" w:rsidRPr="00AA0F9E" w14:paraId="1D6DDC21" w14:textId="77777777" w:rsidTr="00FB77C8">
        <w:trPr>
          <w:trHeight w:val="450"/>
        </w:trPr>
        <w:tc>
          <w:tcPr>
            <w:tcW w:w="1134" w:type="dxa"/>
            <w:shd w:val="clear" w:color="auto" w:fill="auto"/>
            <w:noWrap/>
            <w:vAlign w:val="center"/>
            <w:hideMark/>
          </w:tcPr>
          <w:p w14:paraId="51C42D35" w14:textId="0D8A6706" w:rsidR="00694CFD" w:rsidRPr="00AA0F9E" w:rsidRDefault="00694CFD" w:rsidP="00694CFD">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lastRenderedPageBreak/>
              <w:t>3. Dílčí etapa</w:t>
            </w:r>
          </w:p>
        </w:tc>
        <w:tc>
          <w:tcPr>
            <w:tcW w:w="1701" w:type="dxa"/>
            <w:shd w:val="clear" w:color="000000" w:fill="FFFFFF"/>
            <w:vAlign w:val="center"/>
            <w:hideMark/>
          </w:tcPr>
          <w:p w14:paraId="6E071D32"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9 měsíců od nabytí účinnosti Smlouvy</w:t>
            </w:r>
          </w:p>
        </w:tc>
        <w:tc>
          <w:tcPr>
            <w:tcW w:w="7797" w:type="dxa"/>
            <w:shd w:val="clear" w:color="auto" w:fill="auto"/>
            <w:hideMark/>
          </w:tcPr>
          <w:p w14:paraId="6BF03060" w14:textId="5ADAF0BB" w:rsidR="00694CFD" w:rsidRDefault="00694CFD" w:rsidP="00694CFD">
            <w:pPr>
              <w:spacing w:after="0" w:line="240" w:lineRule="auto"/>
              <w:rPr>
                <w:rFonts w:eastAsia="Times New Roman" w:cs="Times New Roman"/>
                <w:sz w:val="18"/>
                <w:szCs w:val="18"/>
                <w:lang w:eastAsia="cs-CZ"/>
              </w:rPr>
            </w:pPr>
            <w:r>
              <w:rPr>
                <w:rFonts w:eastAsia="Times New Roman" w:cs="Times New Roman"/>
                <w:sz w:val="18"/>
                <w:szCs w:val="18"/>
                <w:lang w:eastAsia="cs-CZ"/>
              </w:rPr>
              <w:t>T</w:t>
            </w:r>
            <w:r w:rsidRPr="00AA0F9E">
              <w:rPr>
                <w:rFonts w:eastAsia="Times New Roman" w:cs="Times New Roman"/>
                <w:sz w:val="18"/>
                <w:szCs w:val="18"/>
                <w:lang w:eastAsia="cs-CZ"/>
              </w:rPr>
              <w:t>echnické řešení k</w:t>
            </w:r>
            <w:r w:rsidR="0080346E">
              <w:rPr>
                <w:rFonts w:eastAsia="Times New Roman" w:cs="Times New Roman"/>
                <w:sz w:val="18"/>
                <w:szCs w:val="18"/>
                <w:lang w:eastAsia="cs-CZ"/>
              </w:rPr>
              <w:t> </w:t>
            </w:r>
            <w:r w:rsidRPr="00AA0F9E">
              <w:rPr>
                <w:rFonts w:eastAsia="Times New Roman" w:cs="Times New Roman"/>
                <w:sz w:val="18"/>
                <w:szCs w:val="18"/>
                <w:lang w:eastAsia="cs-CZ"/>
              </w:rPr>
              <w:t>připomínkám</w:t>
            </w:r>
          </w:p>
          <w:p w14:paraId="43A5ADD8" w14:textId="67F634C5" w:rsidR="0080346E" w:rsidRDefault="0080346E" w:rsidP="0080346E">
            <w:pPr>
              <w:spacing w:after="0" w:line="240" w:lineRule="auto"/>
              <w:rPr>
                <w:rFonts w:eastAsia="Times New Roman" w:cs="Times New Roman"/>
                <w:sz w:val="18"/>
                <w:szCs w:val="18"/>
                <w:lang w:eastAsia="cs-CZ"/>
              </w:rPr>
            </w:pPr>
            <w:r>
              <w:rPr>
                <w:rFonts w:eastAsia="Times New Roman" w:cs="Times New Roman"/>
                <w:sz w:val="18"/>
                <w:szCs w:val="18"/>
                <w:lang w:eastAsia="cs-CZ"/>
              </w:rPr>
              <w:t>Návrh konceptu Monitorovací zprávy o impleme</w:t>
            </w:r>
            <w:r w:rsidR="00EC3376">
              <w:rPr>
                <w:rFonts w:eastAsia="Times New Roman" w:cs="Times New Roman"/>
                <w:sz w:val="18"/>
                <w:szCs w:val="18"/>
                <w:lang w:eastAsia="cs-CZ"/>
              </w:rPr>
              <w:t>n</w:t>
            </w:r>
            <w:r>
              <w:rPr>
                <w:rFonts w:eastAsia="Times New Roman" w:cs="Times New Roman"/>
                <w:sz w:val="18"/>
                <w:szCs w:val="18"/>
                <w:lang w:eastAsia="cs-CZ"/>
              </w:rPr>
              <w:t xml:space="preserve">taci procesu BIM, dle požadavků BIM protokolu k připomínkám. </w:t>
            </w:r>
          </w:p>
          <w:p w14:paraId="21F80A4A" w14:textId="00715BA3" w:rsidR="0080346E" w:rsidRPr="00AA0F9E" w:rsidRDefault="0080346E" w:rsidP="00694CFD">
            <w:pPr>
              <w:spacing w:after="0" w:line="240" w:lineRule="auto"/>
              <w:rPr>
                <w:rFonts w:eastAsia="Times New Roman" w:cs="Times New Roman"/>
                <w:sz w:val="18"/>
                <w:szCs w:val="18"/>
                <w:lang w:eastAsia="cs-CZ"/>
              </w:rPr>
            </w:pPr>
          </w:p>
        </w:tc>
        <w:tc>
          <w:tcPr>
            <w:tcW w:w="2126" w:type="dxa"/>
            <w:shd w:val="clear" w:color="auto" w:fill="auto"/>
            <w:noWrap/>
            <w:vAlign w:val="center"/>
            <w:hideMark/>
          </w:tcPr>
          <w:p w14:paraId="43AF8DED"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40E49D28"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5 % z ceny ZP a DPS</w:t>
            </w:r>
          </w:p>
        </w:tc>
      </w:tr>
      <w:tr w:rsidR="00694CFD" w:rsidRPr="00AA0F9E" w14:paraId="48B3EE07" w14:textId="77777777" w:rsidTr="00FB77C8">
        <w:trPr>
          <w:trHeight w:val="450"/>
        </w:trPr>
        <w:tc>
          <w:tcPr>
            <w:tcW w:w="1134" w:type="dxa"/>
            <w:vMerge w:val="restart"/>
            <w:shd w:val="clear" w:color="auto" w:fill="auto"/>
            <w:noWrap/>
            <w:vAlign w:val="center"/>
            <w:hideMark/>
          </w:tcPr>
          <w:p w14:paraId="0CB6B296" w14:textId="77777777" w:rsidR="00694CFD" w:rsidRPr="00AA0F9E" w:rsidRDefault="00694CFD" w:rsidP="00694CFD">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4. Dílčí etapa</w:t>
            </w:r>
          </w:p>
        </w:tc>
        <w:tc>
          <w:tcPr>
            <w:tcW w:w="1701" w:type="dxa"/>
            <w:vMerge w:val="restart"/>
            <w:shd w:val="clear" w:color="000000" w:fill="FFFFFF"/>
            <w:vAlign w:val="center"/>
            <w:hideMark/>
          </w:tcPr>
          <w:p w14:paraId="57EDD379"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13 měsíců od nabytí účinnosti Smlouvy</w:t>
            </w:r>
          </w:p>
        </w:tc>
        <w:tc>
          <w:tcPr>
            <w:tcW w:w="7797" w:type="dxa"/>
            <w:shd w:val="clear" w:color="auto" w:fill="auto"/>
            <w:hideMark/>
          </w:tcPr>
          <w:p w14:paraId="59D69E86" w14:textId="64385E4D" w:rsidR="00694CFD" w:rsidRPr="00AA0F9E" w:rsidRDefault="00694CFD" w:rsidP="00694CFD">
            <w:pPr>
              <w:spacing w:after="0" w:line="240" w:lineRule="auto"/>
              <w:rPr>
                <w:rFonts w:eastAsia="Times New Roman" w:cs="Times New Roman"/>
                <w:sz w:val="18"/>
                <w:szCs w:val="18"/>
                <w:lang w:eastAsia="cs-CZ"/>
              </w:rPr>
            </w:pPr>
            <w:r>
              <w:rPr>
                <w:rFonts w:eastAsia="Times New Roman" w:cs="Times New Roman"/>
                <w:sz w:val="18"/>
                <w:szCs w:val="18"/>
                <w:lang w:eastAsia="cs-CZ"/>
              </w:rPr>
              <w:t>H</w:t>
            </w:r>
            <w:r w:rsidRPr="00AA0F9E">
              <w:rPr>
                <w:rFonts w:eastAsia="Times New Roman" w:cs="Times New Roman"/>
                <w:sz w:val="18"/>
                <w:szCs w:val="18"/>
                <w:lang w:eastAsia="cs-CZ"/>
              </w:rPr>
              <w:t>luková a rozptylová studie</w:t>
            </w:r>
          </w:p>
        </w:tc>
        <w:tc>
          <w:tcPr>
            <w:tcW w:w="2126" w:type="dxa"/>
            <w:vMerge w:val="restart"/>
            <w:shd w:val="clear" w:color="auto" w:fill="auto"/>
            <w:noWrap/>
            <w:vAlign w:val="center"/>
            <w:hideMark/>
          </w:tcPr>
          <w:p w14:paraId="198C6528"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3A116747"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10 % z ceny ZP a DPS</w:t>
            </w:r>
          </w:p>
        </w:tc>
      </w:tr>
      <w:tr w:rsidR="00694CFD" w:rsidRPr="00AA0F9E" w14:paraId="04686B31" w14:textId="77777777" w:rsidTr="004938B6">
        <w:trPr>
          <w:trHeight w:val="225"/>
        </w:trPr>
        <w:tc>
          <w:tcPr>
            <w:tcW w:w="1134" w:type="dxa"/>
            <w:vMerge/>
            <w:vAlign w:val="center"/>
            <w:hideMark/>
          </w:tcPr>
          <w:p w14:paraId="39BF5736"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7C819632"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126BE55E" w14:textId="1BCB10FA"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Zjišťovací řízení EIA</w:t>
            </w:r>
          </w:p>
        </w:tc>
        <w:tc>
          <w:tcPr>
            <w:tcW w:w="2126" w:type="dxa"/>
            <w:vMerge/>
            <w:vAlign w:val="center"/>
            <w:hideMark/>
          </w:tcPr>
          <w:p w14:paraId="504AFB86" w14:textId="77777777" w:rsidR="00694CFD" w:rsidRPr="00AA0F9E" w:rsidRDefault="00694CFD" w:rsidP="00694CFD">
            <w:pPr>
              <w:spacing w:after="0" w:line="240" w:lineRule="auto"/>
              <w:rPr>
                <w:rFonts w:eastAsia="Times New Roman" w:cs="Times New Roman"/>
                <w:sz w:val="18"/>
                <w:szCs w:val="18"/>
                <w:lang w:eastAsia="cs-CZ"/>
              </w:rPr>
            </w:pPr>
          </w:p>
        </w:tc>
        <w:tc>
          <w:tcPr>
            <w:tcW w:w="1276" w:type="dxa"/>
            <w:vMerge/>
            <w:hideMark/>
          </w:tcPr>
          <w:p w14:paraId="67A01C3E"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56A4289F" w14:textId="77777777" w:rsidTr="00FB77C8">
        <w:trPr>
          <w:trHeight w:val="225"/>
        </w:trPr>
        <w:tc>
          <w:tcPr>
            <w:tcW w:w="1134" w:type="dxa"/>
            <w:vMerge/>
            <w:vAlign w:val="center"/>
            <w:hideMark/>
          </w:tcPr>
          <w:p w14:paraId="34E4E329"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4BEB63C0"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67FF0737" w14:textId="77777777" w:rsidR="00694CFD"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Oznámení EIA</w:t>
            </w:r>
          </w:p>
          <w:p w14:paraId="436C5E8B" w14:textId="69DD2457" w:rsidR="00384233" w:rsidRDefault="00384233" w:rsidP="00694CFD">
            <w:pPr>
              <w:spacing w:after="0" w:line="240" w:lineRule="auto"/>
              <w:rPr>
                <w:rFonts w:eastAsia="Times New Roman" w:cs="Times New Roman"/>
                <w:sz w:val="18"/>
                <w:szCs w:val="18"/>
                <w:lang w:eastAsia="cs-CZ"/>
              </w:rPr>
            </w:pPr>
            <w:r>
              <w:rPr>
                <w:rFonts w:eastAsia="Times New Roman" w:cs="Times New Roman"/>
                <w:sz w:val="18"/>
                <w:szCs w:val="18"/>
                <w:lang w:eastAsia="cs-CZ"/>
              </w:rPr>
              <w:t>Předložení dopracovaného dokumentu BEP, dle BIM Protokolu a požadavků vycházejících z dílčí etapy 1</w:t>
            </w:r>
          </w:p>
          <w:p w14:paraId="205E9E02" w14:textId="41901280" w:rsidR="00384233" w:rsidRPr="00AA0F9E" w:rsidRDefault="00384233" w:rsidP="00694CFD">
            <w:pPr>
              <w:spacing w:after="0" w:line="240" w:lineRule="auto"/>
              <w:rPr>
                <w:rFonts w:eastAsia="Times New Roman" w:cs="Times New Roman"/>
                <w:sz w:val="18"/>
                <w:szCs w:val="18"/>
                <w:lang w:eastAsia="cs-CZ"/>
              </w:rPr>
            </w:pPr>
          </w:p>
        </w:tc>
        <w:tc>
          <w:tcPr>
            <w:tcW w:w="2126" w:type="dxa"/>
            <w:vMerge/>
            <w:vAlign w:val="center"/>
            <w:hideMark/>
          </w:tcPr>
          <w:p w14:paraId="68E083B9" w14:textId="77777777" w:rsidR="00694CFD" w:rsidRPr="00AA0F9E" w:rsidRDefault="00694CFD" w:rsidP="00694CFD">
            <w:pPr>
              <w:spacing w:after="0" w:line="240" w:lineRule="auto"/>
              <w:rPr>
                <w:rFonts w:eastAsia="Times New Roman" w:cs="Times New Roman"/>
                <w:sz w:val="18"/>
                <w:szCs w:val="18"/>
                <w:lang w:eastAsia="cs-CZ"/>
              </w:rPr>
            </w:pPr>
          </w:p>
        </w:tc>
        <w:tc>
          <w:tcPr>
            <w:tcW w:w="1276" w:type="dxa"/>
            <w:vMerge/>
            <w:vAlign w:val="center"/>
            <w:hideMark/>
          </w:tcPr>
          <w:p w14:paraId="082A379D"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5CEA716A" w14:textId="77777777" w:rsidTr="00FB77C8">
        <w:trPr>
          <w:trHeight w:val="450"/>
        </w:trPr>
        <w:tc>
          <w:tcPr>
            <w:tcW w:w="1134" w:type="dxa"/>
            <w:shd w:val="clear" w:color="auto" w:fill="auto"/>
            <w:noWrap/>
            <w:vAlign w:val="center"/>
            <w:hideMark/>
          </w:tcPr>
          <w:p w14:paraId="79D0F6F2" w14:textId="77777777" w:rsidR="00694CFD" w:rsidRPr="00380167" w:rsidRDefault="00694CFD" w:rsidP="00694CFD">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5</w:t>
            </w:r>
            <w:r w:rsidRPr="00380167">
              <w:rPr>
                <w:rFonts w:eastAsia="Times New Roman" w:cs="Times New Roman"/>
                <w:b/>
                <w:bCs/>
                <w:sz w:val="18"/>
                <w:szCs w:val="18"/>
                <w:lang w:eastAsia="cs-CZ"/>
              </w:rPr>
              <w:t>. Dílčí etapa</w:t>
            </w:r>
          </w:p>
        </w:tc>
        <w:tc>
          <w:tcPr>
            <w:tcW w:w="1701" w:type="dxa"/>
            <w:shd w:val="clear" w:color="000000" w:fill="FFFFFF"/>
            <w:vAlign w:val="center"/>
            <w:hideMark/>
          </w:tcPr>
          <w:p w14:paraId="609EA902"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31.10.2026</w:t>
            </w:r>
          </w:p>
        </w:tc>
        <w:tc>
          <w:tcPr>
            <w:tcW w:w="7797" w:type="dxa"/>
            <w:shd w:val="clear" w:color="auto" w:fill="auto"/>
            <w:hideMark/>
          </w:tcPr>
          <w:p w14:paraId="41C69EBF" w14:textId="0AD31DE2" w:rsidR="00694CFD" w:rsidRPr="00DB6593" w:rsidRDefault="00694CFD" w:rsidP="00694CFD">
            <w:pPr>
              <w:spacing w:after="0" w:line="240" w:lineRule="auto"/>
              <w:rPr>
                <w:rFonts w:eastAsia="Times New Roman" w:cs="Times New Roman"/>
                <w:sz w:val="18"/>
                <w:szCs w:val="18"/>
                <w:lang w:eastAsia="cs-CZ"/>
              </w:rPr>
            </w:pPr>
            <w:r w:rsidRPr="00DB6593">
              <w:rPr>
                <w:rFonts w:eastAsia="Times New Roman" w:cs="Times New Roman"/>
                <w:sz w:val="18"/>
                <w:szCs w:val="18"/>
                <w:lang w:eastAsia="cs-CZ"/>
              </w:rPr>
              <w:t>Realizace podrobného inženýrskogeologického průzkumu</w:t>
            </w:r>
          </w:p>
        </w:tc>
        <w:tc>
          <w:tcPr>
            <w:tcW w:w="2126" w:type="dxa"/>
            <w:shd w:val="clear" w:color="auto" w:fill="auto"/>
            <w:noWrap/>
            <w:vAlign w:val="center"/>
            <w:hideMark/>
          </w:tcPr>
          <w:p w14:paraId="7BC4EA3D" w14:textId="77777777" w:rsidR="00694CFD" w:rsidRPr="004A7ABB" w:rsidRDefault="00694CFD" w:rsidP="00694CFD">
            <w:pPr>
              <w:spacing w:after="0" w:line="240" w:lineRule="auto"/>
              <w:jc w:val="center"/>
              <w:rPr>
                <w:rFonts w:eastAsia="Times New Roman" w:cs="Times New Roman"/>
                <w:sz w:val="18"/>
                <w:szCs w:val="18"/>
                <w:lang w:eastAsia="cs-CZ"/>
              </w:rPr>
            </w:pPr>
            <w:r w:rsidRPr="004A7ABB">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4C5B12BB" w14:textId="216176F0" w:rsidR="00694CFD" w:rsidRPr="0067279D" w:rsidRDefault="00694CFD" w:rsidP="00694CFD">
            <w:pPr>
              <w:spacing w:after="0" w:line="240" w:lineRule="auto"/>
              <w:jc w:val="center"/>
              <w:rPr>
                <w:rFonts w:eastAsia="Times New Roman" w:cs="Times New Roman"/>
                <w:b/>
                <w:bCs/>
                <w:color w:val="404040"/>
                <w:sz w:val="18"/>
                <w:szCs w:val="18"/>
                <w:lang w:eastAsia="cs-CZ"/>
              </w:rPr>
            </w:pPr>
            <w:r w:rsidRPr="00F675D1">
              <w:rPr>
                <w:rFonts w:eastAsia="Times New Roman" w:cs="Times New Roman"/>
                <w:b/>
                <w:bCs/>
                <w:color w:val="404040"/>
                <w:sz w:val="16"/>
                <w:szCs w:val="18"/>
                <w:lang w:eastAsia="cs-CZ"/>
              </w:rPr>
              <w:t>5 % z ceny ZP a DPS</w:t>
            </w:r>
          </w:p>
        </w:tc>
      </w:tr>
      <w:tr w:rsidR="00694CFD" w:rsidRPr="00AA0F9E" w14:paraId="7ACACC55" w14:textId="77777777" w:rsidTr="00FB77C8">
        <w:trPr>
          <w:trHeight w:val="225"/>
        </w:trPr>
        <w:tc>
          <w:tcPr>
            <w:tcW w:w="1134" w:type="dxa"/>
            <w:vMerge w:val="restart"/>
            <w:shd w:val="clear" w:color="auto" w:fill="auto"/>
            <w:noWrap/>
            <w:vAlign w:val="center"/>
            <w:hideMark/>
          </w:tcPr>
          <w:p w14:paraId="290DD569" w14:textId="77777777" w:rsidR="00694CFD" w:rsidRPr="00AA0F9E" w:rsidRDefault="00694CFD" w:rsidP="00694CFD">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6</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12C0F82F" w14:textId="11578C4F"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 xml:space="preserve">Do 22 měsíců od nabytí účinnosti </w:t>
            </w:r>
            <w:proofErr w:type="gramStart"/>
            <w:r w:rsidRPr="0067279D">
              <w:rPr>
                <w:rFonts w:eastAsia="Times New Roman" w:cs="Times New Roman"/>
                <w:b/>
                <w:bCs/>
                <w:sz w:val="18"/>
                <w:szCs w:val="18"/>
                <w:lang w:eastAsia="cs-CZ"/>
              </w:rPr>
              <w:t>Smlouvy - nebo</w:t>
            </w:r>
            <w:proofErr w:type="gramEnd"/>
            <w:r w:rsidRPr="0067279D">
              <w:rPr>
                <w:rFonts w:eastAsia="Times New Roman" w:cs="Times New Roman"/>
                <w:b/>
                <w:bCs/>
                <w:sz w:val="18"/>
                <w:szCs w:val="18"/>
                <w:lang w:eastAsia="cs-CZ"/>
              </w:rPr>
              <w:t xml:space="preserve"> 6 měsíců od ukončení zjišťovacího řízení </w:t>
            </w:r>
            <w:r w:rsidR="00D325DF">
              <w:rPr>
                <w:rFonts w:eastAsia="Times New Roman" w:cs="Times New Roman"/>
                <w:b/>
                <w:bCs/>
                <w:sz w:val="18"/>
                <w:szCs w:val="18"/>
                <w:lang w:eastAsia="cs-CZ"/>
              </w:rPr>
              <w:t>–</w:t>
            </w:r>
            <w:r w:rsidRPr="0067279D">
              <w:rPr>
                <w:rFonts w:eastAsia="Times New Roman" w:cs="Times New Roman"/>
                <w:b/>
                <w:bCs/>
                <w:sz w:val="18"/>
                <w:szCs w:val="18"/>
                <w:lang w:eastAsia="cs-CZ"/>
              </w:rPr>
              <w:t xml:space="preserve"> </w:t>
            </w:r>
            <w:r w:rsidR="00D325DF">
              <w:rPr>
                <w:rFonts w:eastAsia="Times New Roman" w:cs="Times New Roman"/>
                <w:b/>
                <w:bCs/>
                <w:sz w:val="18"/>
                <w:szCs w:val="18"/>
                <w:lang w:eastAsia="cs-CZ"/>
              </w:rPr>
              <w:t xml:space="preserve">dle toho, </w:t>
            </w:r>
            <w:r w:rsidRPr="0067279D">
              <w:rPr>
                <w:rFonts w:eastAsia="Times New Roman" w:cs="Times New Roman"/>
                <w:b/>
                <w:bCs/>
                <w:sz w:val="18"/>
                <w:szCs w:val="18"/>
                <w:lang w:eastAsia="cs-CZ"/>
              </w:rPr>
              <w:t>co nastane později</w:t>
            </w:r>
          </w:p>
        </w:tc>
        <w:tc>
          <w:tcPr>
            <w:tcW w:w="7797" w:type="dxa"/>
            <w:shd w:val="clear" w:color="auto" w:fill="auto"/>
            <w:hideMark/>
          </w:tcPr>
          <w:p w14:paraId="0FFDF127" w14:textId="77777777" w:rsidR="00694CFD" w:rsidRPr="00AA0F9E" w:rsidRDefault="00694CFD" w:rsidP="00694CFD">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ávěry zjišťovacího řízení</w:t>
            </w:r>
          </w:p>
        </w:tc>
        <w:tc>
          <w:tcPr>
            <w:tcW w:w="2126" w:type="dxa"/>
            <w:vMerge w:val="restart"/>
            <w:shd w:val="clear" w:color="auto" w:fill="auto"/>
            <w:vAlign w:val="center"/>
            <w:hideMark/>
          </w:tcPr>
          <w:p w14:paraId="1C1922FD"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Kopie dokladu o podání Dokumentace EIA dle § 8 zákona č. 100/2001 Sb.</w:t>
            </w:r>
          </w:p>
        </w:tc>
        <w:tc>
          <w:tcPr>
            <w:tcW w:w="1276" w:type="dxa"/>
            <w:vMerge w:val="restart"/>
            <w:shd w:val="clear" w:color="auto" w:fill="auto"/>
            <w:vAlign w:val="center"/>
            <w:hideMark/>
          </w:tcPr>
          <w:p w14:paraId="0B5FF1C5"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20 % z ceny ZP a DPS</w:t>
            </w:r>
          </w:p>
        </w:tc>
      </w:tr>
      <w:tr w:rsidR="00694CFD" w:rsidRPr="00AA0F9E" w14:paraId="0253EAE8" w14:textId="77777777" w:rsidTr="00FB77C8">
        <w:trPr>
          <w:trHeight w:val="660"/>
        </w:trPr>
        <w:tc>
          <w:tcPr>
            <w:tcW w:w="1134" w:type="dxa"/>
            <w:vMerge/>
            <w:vAlign w:val="center"/>
            <w:hideMark/>
          </w:tcPr>
          <w:p w14:paraId="510DDACE"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1B8FE97B"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7AFCC296"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Zpracování a podání kompletní a úplné dokumentace </w:t>
            </w:r>
            <w:r w:rsidRPr="00AA0F9E">
              <w:rPr>
                <w:rFonts w:eastAsia="Times New Roman" w:cs="Times New Roman"/>
                <w:b/>
                <w:bCs/>
                <w:color w:val="404040"/>
                <w:sz w:val="16"/>
                <w:szCs w:val="16"/>
                <w:lang w:eastAsia="cs-CZ"/>
              </w:rPr>
              <w:t xml:space="preserve">EIA </w:t>
            </w:r>
            <w:r w:rsidRPr="00AA0F9E">
              <w:rPr>
                <w:rFonts w:eastAsia="Times New Roman" w:cs="Times New Roman"/>
                <w:color w:val="404040"/>
                <w:sz w:val="16"/>
                <w:szCs w:val="16"/>
                <w:lang w:eastAsia="cs-CZ"/>
              </w:rPr>
              <w:t>v rozsahu dle přílohy č. 4, zák. 100/2001 Sb.</w:t>
            </w:r>
          </w:p>
        </w:tc>
        <w:tc>
          <w:tcPr>
            <w:tcW w:w="2126" w:type="dxa"/>
            <w:vMerge/>
            <w:vAlign w:val="center"/>
            <w:hideMark/>
          </w:tcPr>
          <w:p w14:paraId="4DC1E974" w14:textId="77777777" w:rsidR="00694CFD" w:rsidRPr="00AA0F9E" w:rsidRDefault="00694CFD" w:rsidP="00694CFD">
            <w:pPr>
              <w:spacing w:after="0" w:line="240" w:lineRule="auto"/>
              <w:rPr>
                <w:rFonts w:eastAsia="Times New Roman" w:cs="Times New Roman"/>
                <w:sz w:val="18"/>
                <w:szCs w:val="18"/>
                <w:lang w:eastAsia="cs-CZ"/>
              </w:rPr>
            </w:pPr>
          </w:p>
        </w:tc>
        <w:tc>
          <w:tcPr>
            <w:tcW w:w="1276" w:type="dxa"/>
            <w:vMerge/>
            <w:vAlign w:val="center"/>
            <w:hideMark/>
          </w:tcPr>
          <w:p w14:paraId="2325F5D0"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14830DDF" w14:textId="77777777" w:rsidTr="00FB77C8">
        <w:trPr>
          <w:trHeight w:val="450"/>
        </w:trPr>
        <w:tc>
          <w:tcPr>
            <w:tcW w:w="1134" w:type="dxa"/>
            <w:vMerge/>
            <w:vAlign w:val="center"/>
            <w:hideMark/>
          </w:tcPr>
          <w:p w14:paraId="68677E8D"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656ED0DF"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674FF033" w14:textId="1C522009" w:rsidR="00694CFD" w:rsidRPr="00AA0F9E" w:rsidRDefault="00694CFD" w:rsidP="00694CFD">
            <w:pPr>
              <w:spacing w:after="0" w:line="240" w:lineRule="auto"/>
              <w:rPr>
                <w:rFonts w:eastAsia="Times New Roman" w:cs="Times New Roman"/>
                <w:sz w:val="18"/>
                <w:szCs w:val="18"/>
                <w:lang w:eastAsia="cs-CZ"/>
              </w:rPr>
            </w:pPr>
          </w:p>
        </w:tc>
        <w:tc>
          <w:tcPr>
            <w:tcW w:w="2126" w:type="dxa"/>
            <w:vMerge w:val="restart"/>
            <w:shd w:val="clear" w:color="auto" w:fill="auto"/>
            <w:noWrap/>
            <w:vAlign w:val="center"/>
            <w:hideMark/>
          </w:tcPr>
          <w:p w14:paraId="00BEB1AB"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ign w:val="center"/>
            <w:hideMark/>
          </w:tcPr>
          <w:p w14:paraId="2EB29822"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6A5A2245" w14:textId="77777777" w:rsidTr="00FB77C8">
        <w:trPr>
          <w:trHeight w:val="450"/>
        </w:trPr>
        <w:tc>
          <w:tcPr>
            <w:tcW w:w="1134" w:type="dxa"/>
            <w:vMerge/>
            <w:vAlign w:val="center"/>
            <w:hideMark/>
          </w:tcPr>
          <w:p w14:paraId="02B7E7DD"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6446BBD3"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8A06822" w14:textId="77777777" w:rsidR="00694CFD" w:rsidRPr="00AA0F9E" w:rsidRDefault="00694CFD" w:rsidP="00694CFD">
            <w:pPr>
              <w:spacing w:after="0" w:line="240" w:lineRule="auto"/>
              <w:rPr>
                <w:rFonts w:eastAsia="Times New Roman" w:cs="Times New Roman"/>
                <w:b/>
                <w:bCs/>
                <w:sz w:val="18"/>
                <w:szCs w:val="18"/>
                <w:lang w:eastAsia="cs-CZ"/>
              </w:rPr>
            </w:pPr>
            <w:r>
              <w:rPr>
                <w:rFonts w:eastAsia="Times New Roman" w:cs="Times New Roman"/>
                <w:b/>
                <w:bCs/>
                <w:sz w:val="18"/>
                <w:szCs w:val="18"/>
                <w:lang w:eastAsia="cs-CZ"/>
              </w:rPr>
              <w:t>O</w:t>
            </w:r>
            <w:r w:rsidRPr="00AA0F9E">
              <w:rPr>
                <w:rFonts w:eastAsia="Times New Roman" w:cs="Times New Roman"/>
                <w:b/>
                <w:bCs/>
                <w:sz w:val="18"/>
                <w:szCs w:val="18"/>
                <w:lang w:eastAsia="cs-CZ"/>
              </w:rPr>
              <w:t>dsouhlasené technické řešení po zapracování připomínek objednatele</w:t>
            </w:r>
          </w:p>
        </w:tc>
        <w:tc>
          <w:tcPr>
            <w:tcW w:w="2126" w:type="dxa"/>
            <w:vMerge/>
            <w:vAlign w:val="center"/>
            <w:hideMark/>
          </w:tcPr>
          <w:p w14:paraId="0CC7A451" w14:textId="77777777" w:rsidR="00694CFD" w:rsidRPr="00AA0F9E" w:rsidRDefault="00694CFD" w:rsidP="00694CFD">
            <w:pPr>
              <w:spacing w:after="0" w:line="240" w:lineRule="auto"/>
              <w:rPr>
                <w:rFonts w:eastAsia="Times New Roman" w:cs="Times New Roman"/>
                <w:sz w:val="18"/>
                <w:szCs w:val="18"/>
                <w:lang w:eastAsia="cs-CZ"/>
              </w:rPr>
            </w:pPr>
          </w:p>
        </w:tc>
        <w:tc>
          <w:tcPr>
            <w:tcW w:w="1276" w:type="dxa"/>
            <w:vMerge/>
            <w:vAlign w:val="center"/>
            <w:hideMark/>
          </w:tcPr>
          <w:p w14:paraId="61F7613C"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5CD31846" w14:textId="77777777" w:rsidTr="00FB77C8">
        <w:trPr>
          <w:trHeight w:val="225"/>
        </w:trPr>
        <w:tc>
          <w:tcPr>
            <w:tcW w:w="1134" w:type="dxa"/>
            <w:vMerge/>
            <w:vAlign w:val="center"/>
            <w:hideMark/>
          </w:tcPr>
          <w:p w14:paraId="1EE1AB5A"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52775FF4"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48A8FFB0" w14:textId="77777777" w:rsidR="00694CFD" w:rsidRPr="00AA0F9E" w:rsidRDefault="00694CFD" w:rsidP="00694CFD">
            <w:pPr>
              <w:spacing w:after="0" w:line="240" w:lineRule="auto"/>
              <w:rPr>
                <w:rFonts w:eastAsia="Times New Roman" w:cs="Times New Roman"/>
                <w:sz w:val="18"/>
                <w:szCs w:val="18"/>
                <w:lang w:eastAsia="cs-CZ"/>
              </w:rPr>
            </w:pPr>
            <w:r>
              <w:rPr>
                <w:rFonts w:eastAsia="Times New Roman" w:cs="Times New Roman"/>
                <w:sz w:val="18"/>
                <w:szCs w:val="18"/>
                <w:lang w:eastAsia="cs-CZ"/>
              </w:rPr>
              <w:t>K</w:t>
            </w:r>
            <w:r w:rsidRPr="00AA0F9E">
              <w:rPr>
                <w:rFonts w:eastAsia="Times New Roman" w:cs="Times New Roman"/>
                <w:sz w:val="18"/>
                <w:szCs w:val="18"/>
                <w:lang w:eastAsia="cs-CZ"/>
              </w:rPr>
              <w:t>oncept dokumentace DPS (před EIA)</w:t>
            </w:r>
          </w:p>
        </w:tc>
        <w:tc>
          <w:tcPr>
            <w:tcW w:w="2126" w:type="dxa"/>
            <w:vMerge/>
            <w:vAlign w:val="center"/>
            <w:hideMark/>
          </w:tcPr>
          <w:p w14:paraId="1665D9EF" w14:textId="77777777" w:rsidR="00694CFD" w:rsidRPr="00AA0F9E" w:rsidRDefault="00694CFD" w:rsidP="00694CFD">
            <w:pPr>
              <w:spacing w:after="0" w:line="240" w:lineRule="auto"/>
              <w:rPr>
                <w:rFonts w:eastAsia="Times New Roman" w:cs="Times New Roman"/>
                <w:sz w:val="18"/>
                <w:szCs w:val="18"/>
                <w:lang w:eastAsia="cs-CZ"/>
              </w:rPr>
            </w:pPr>
          </w:p>
        </w:tc>
        <w:tc>
          <w:tcPr>
            <w:tcW w:w="1276" w:type="dxa"/>
            <w:vMerge/>
            <w:vAlign w:val="center"/>
            <w:hideMark/>
          </w:tcPr>
          <w:p w14:paraId="5C6654E1"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32C76943" w14:textId="77777777" w:rsidTr="00FB77C8">
        <w:trPr>
          <w:trHeight w:val="225"/>
        </w:trPr>
        <w:tc>
          <w:tcPr>
            <w:tcW w:w="1134" w:type="dxa"/>
            <w:vMerge/>
            <w:vAlign w:val="center"/>
            <w:hideMark/>
          </w:tcPr>
          <w:p w14:paraId="29571BC9"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0DD1A625"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3EDF8ECA"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Zpracování konceptu záborového elaborátu</w:t>
            </w:r>
          </w:p>
        </w:tc>
        <w:tc>
          <w:tcPr>
            <w:tcW w:w="2126" w:type="dxa"/>
            <w:vMerge/>
            <w:vAlign w:val="center"/>
            <w:hideMark/>
          </w:tcPr>
          <w:p w14:paraId="2175C1D0" w14:textId="77777777" w:rsidR="00694CFD" w:rsidRPr="00AA0F9E" w:rsidRDefault="00694CFD" w:rsidP="00694CFD">
            <w:pPr>
              <w:spacing w:after="0" w:line="240" w:lineRule="auto"/>
              <w:rPr>
                <w:rFonts w:eastAsia="Times New Roman" w:cs="Times New Roman"/>
                <w:sz w:val="18"/>
                <w:szCs w:val="18"/>
                <w:lang w:eastAsia="cs-CZ"/>
              </w:rPr>
            </w:pPr>
          </w:p>
        </w:tc>
        <w:tc>
          <w:tcPr>
            <w:tcW w:w="1276" w:type="dxa"/>
            <w:vMerge/>
            <w:vAlign w:val="center"/>
            <w:hideMark/>
          </w:tcPr>
          <w:p w14:paraId="3D9907A7"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2EC48341" w14:textId="77777777" w:rsidTr="00FB77C8">
        <w:trPr>
          <w:trHeight w:val="900"/>
        </w:trPr>
        <w:tc>
          <w:tcPr>
            <w:tcW w:w="1134" w:type="dxa"/>
            <w:shd w:val="clear" w:color="auto" w:fill="auto"/>
            <w:noWrap/>
            <w:vAlign w:val="center"/>
            <w:hideMark/>
          </w:tcPr>
          <w:p w14:paraId="271DEFC8" w14:textId="77777777" w:rsidR="00694CFD" w:rsidRPr="00AA0F9E" w:rsidRDefault="00694CFD" w:rsidP="00694CFD">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7</w:t>
            </w:r>
            <w:r w:rsidRPr="00AA0F9E">
              <w:rPr>
                <w:rFonts w:eastAsia="Times New Roman" w:cs="Times New Roman"/>
                <w:b/>
                <w:bCs/>
                <w:sz w:val="18"/>
                <w:szCs w:val="18"/>
                <w:lang w:eastAsia="cs-CZ"/>
              </w:rPr>
              <w:t>. Dílčí etapa</w:t>
            </w:r>
          </w:p>
        </w:tc>
        <w:tc>
          <w:tcPr>
            <w:tcW w:w="1701" w:type="dxa"/>
            <w:shd w:val="clear" w:color="auto" w:fill="auto"/>
            <w:vAlign w:val="center"/>
            <w:hideMark/>
          </w:tcPr>
          <w:p w14:paraId="42848739"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2 měsíců po předání předběžného záborového elaborátu</w:t>
            </w:r>
          </w:p>
        </w:tc>
        <w:tc>
          <w:tcPr>
            <w:tcW w:w="7797" w:type="dxa"/>
            <w:shd w:val="clear" w:color="auto" w:fill="auto"/>
            <w:hideMark/>
          </w:tcPr>
          <w:p w14:paraId="71447F0E"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Předběžné oslovení vlastníků</w:t>
            </w:r>
          </w:p>
        </w:tc>
        <w:tc>
          <w:tcPr>
            <w:tcW w:w="2126" w:type="dxa"/>
            <w:shd w:val="clear" w:color="auto" w:fill="auto"/>
            <w:noWrap/>
            <w:vAlign w:val="center"/>
            <w:hideMark/>
          </w:tcPr>
          <w:p w14:paraId="6BCB24C2"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6B4E1D3C"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bez fakturace</w:t>
            </w:r>
          </w:p>
        </w:tc>
      </w:tr>
      <w:tr w:rsidR="00694CFD" w:rsidRPr="00AA0F9E" w14:paraId="4C0CF281" w14:textId="77777777" w:rsidTr="00FB77C8">
        <w:trPr>
          <w:trHeight w:val="450"/>
        </w:trPr>
        <w:tc>
          <w:tcPr>
            <w:tcW w:w="1134" w:type="dxa"/>
            <w:shd w:val="clear" w:color="auto" w:fill="auto"/>
            <w:noWrap/>
            <w:vAlign w:val="center"/>
            <w:hideMark/>
          </w:tcPr>
          <w:p w14:paraId="43EC2337" w14:textId="77777777" w:rsidR="00694CFD" w:rsidRPr="00AA0F9E" w:rsidRDefault="00694CFD" w:rsidP="00694CFD">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8</w:t>
            </w:r>
            <w:r w:rsidRPr="00AA0F9E">
              <w:rPr>
                <w:rFonts w:eastAsia="Times New Roman" w:cs="Times New Roman"/>
                <w:b/>
                <w:bCs/>
                <w:sz w:val="18"/>
                <w:szCs w:val="18"/>
                <w:lang w:eastAsia="cs-CZ"/>
              </w:rPr>
              <w:t>. Dílčí etapa</w:t>
            </w:r>
          </w:p>
        </w:tc>
        <w:tc>
          <w:tcPr>
            <w:tcW w:w="1701" w:type="dxa"/>
            <w:shd w:val="clear" w:color="000000" w:fill="FFFFFF"/>
            <w:vAlign w:val="center"/>
            <w:hideMark/>
          </w:tcPr>
          <w:p w14:paraId="550FBD36"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2 měsíců od závěru EIA</w:t>
            </w:r>
          </w:p>
        </w:tc>
        <w:tc>
          <w:tcPr>
            <w:tcW w:w="7797" w:type="dxa"/>
            <w:shd w:val="clear" w:color="auto" w:fill="auto"/>
            <w:hideMark/>
          </w:tcPr>
          <w:p w14:paraId="5C576481" w14:textId="77777777" w:rsidR="00694CFD" w:rsidRDefault="00694CFD" w:rsidP="00694CFD">
            <w:pPr>
              <w:spacing w:after="0" w:line="240" w:lineRule="auto"/>
              <w:rPr>
                <w:rFonts w:eastAsia="Times New Roman" w:cs="Times New Roman"/>
                <w:b/>
                <w:bCs/>
                <w:sz w:val="18"/>
                <w:szCs w:val="18"/>
                <w:lang w:eastAsia="cs-CZ"/>
              </w:rPr>
            </w:pPr>
            <w:r w:rsidRPr="00AA0F9E">
              <w:rPr>
                <w:rFonts w:eastAsia="Times New Roman" w:cs="Times New Roman"/>
                <w:b/>
                <w:bCs/>
                <w:sz w:val="18"/>
                <w:szCs w:val="18"/>
                <w:lang w:eastAsia="cs-CZ"/>
              </w:rPr>
              <w:t>Čistopis záborového el</w:t>
            </w:r>
            <w:r>
              <w:rPr>
                <w:rFonts w:eastAsia="Times New Roman" w:cs="Times New Roman"/>
                <w:b/>
                <w:bCs/>
                <w:sz w:val="18"/>
                <w:szCs w:val="18"/>
                <w:lang w:eastAsia="cs-CZ"/>
              </w:rPr>
              <w:t>a</w:t>
            </w:r>
            <w:r w:rsidRPr="00AA0F9E">
              <w:rPr>
                <w:rFonts w:eastAsia="Times New Roman" w:cs="Times New Roman"/>
                <w:b/>
                <w:bCs/>
                <w:sz w:val="18"/>
                <w:szCs w:val="18"/>
                <w:lang w:eastAsia="cs-CZ"/>
              </w:rPr>
              <w:t>borátu (po EIA)</w:t>
            </w:r>
          </w:p>
          <w:p w14:paraId="0E7F249D" w14:textId="77777777" w:rsidR="00384233" w:rsidRDefault="00384233" w:rsidP="00694CFD">
            <w:pPr>
              <w:spacing w:after="0" w:line="240" w:lineRule="auto"/>
              <w:rPr>
                <w:rFonts w:eastAsia="Times New Roman" w:cs="Times New Roman"/>
                <w:b/>
                <w:bCs/>
                <w:sz w:val="18"/>
                <w:szCs w:val="18"/>
                <w:lang w:eastAsia="cs-CZ"/>
              </w:rPr>
            </w:pPr>
          </w:p>
          <w:p w14:paraId="7FD9A61E" w14:textId="77777777" w:rsidR="00384233" w:rsidRPr="004938B6" w:rsidRDefault="00384233" w:rsidP="004938B6">
            <w:pPr>
              <w:pStyle w:val="Text2-1"/>
              <w:numPr>
                <w:ilvl w:val="0"/>
                <w:numId w:val="0"/>
              </w:numPr>
            </w:pPr>
            <w:r w:rsidRPr="004938B6">
              <w:rPr>
                <w:rFonts w:eastAsia="Times New Roman" w:cs="Times New Roman"/>
                <w:lang w:eastAsia="cs-CZ"/>
              </w:rPr>
              <w:t>Zajištění</w:t>
            </w:r>
            <w:r w:rsidRPr="00DF2C8A">
              <w:rPr>
                <w:rFonts w:eastAsia="Times New Roman" w:cs="Times New Roman"/>
                <w:b/>
                <w:bCs/>
                <w:lang w:eastAsia="cs-CZ"/>
              </w:rPr>
              <w:t xml:space="preserve"> </w:t>
            </w:r>
            <w:r w:rsidRPr="004938B6">
              <w:t>školení na CDE včetně licencí dle cíle 1.7 EIR;</w:t>
            </w:r>
          </w:p>
          <w:p w14:paraId="57DA9E5A" w14:textId="77777777" w:rsidR="00384233" w:rsidRPr="00AA0F9E" w:rsidRDefault="00384233" w:rsidP="00694CFD">
            <w:pPr>
              <w:spacing w:after="0" w:line="240" w:lineRule="auto"/>
              <w:rPr>
                <w:rFonts w:eastAsia="Times New Roman" w:cs="Times New Roman"/>
                <w:b/>
                <w:bCs/>
                <w:sz w:val="18"/>
                <w:szCs w:val="18"/>
                <w:lang w:eastAsia="cs-CZ"/>
              </w:rPr>
            </w:pPr>
          </w:p>
        </w:tc>
        <w:tc>
          <w:tcPr>
            <w:tcW w:w="2126" w:type="dxa"/>
            <w:shd w:val="clear" w:color="auto" w:fill="auto"/>
            <w:noWrap/>
            <w:vAlign w:val="center"/>
            <w:hideMark/>
          </w:tcPr>
          <w:p w14:paraId="78F9C573"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2118B60E"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bez fakturace</w:t>
            </w:r>
          </w:p>
        </w:tc>
      </w:tr>
      <w:tr w:rsidR="00694CFD" w:rsidRPr="00AA0F9E" w14:paraId="2B1280AF" w14:textId="77777777" w:rsidTr="00FB77C8">
        <w:trPr>
          <w:trHeight w:val="225"/>
        </w:trPr>
        <w:tc>
          <w:tcPr>
            <w:tcW w:w="1134" w:type="dxa"/>
            <w:vMerge w:val="restart"/>
            <w:shd w:val="clear" w:color="auto" w:fill="auto"/>
            <w:noWrap/>
            <w:vAlign w:val="center"/>
            <w:hideMark/>
          </w:tcPr>
          <w:p w14:paraId="27C01A47" w14:textId="77777777" w:rsidR="00694CFD" w:rsidRPr="00AA0F9E" w:rsidRDefault="00694CFD" w:rsidP="00694CFD">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9</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0FBCE05A"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9 měsíců od závěru EIA</w:t>
            </w:r>
          </w:p>
        </w:tc>
        <w:tc>
          <w:tcPr>
            <w:tcW w:w="7797" w:type="dxa"/>
            <w:shd w:val="clear" w:color="auto" w:fill="auto"/>
            <w:hideMark/>
          </w:tcPr>
          <w:p w14:paraId="5BF785E8"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Geometrické plány</w:t>
            </w:r>
          </w:p>
        </w:tc>
        <w:tc>
          <w:tcPr>
            <w:tcW w:w="2126" w:type="dxa"/>
            <w:vMerge w:val="restart"/>
            <w:shd w:val="clear" w:color="auto" w:fill="auto"/>
            <w:noWrap/>
            <w:vAlign w:val="center"/>
            <w:hideMark/>
          </w:tcPr>
          <w:p w14:paraId="41D8EB60"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39CA9067"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5 % z ceny ZP a DPS</w:t>
            </w:r>
          </w:p>
        </w:tc>
      </w:tr>
      <w:tr w:rsidR="00694CFD" w:rsidRPr="00AA0F9E" w14:paraId="0529BD3C" w14:textId="77777777" w:rsidTr="00FB77C8">
        <w:trPr>
          <w:trHeight w:val="225"/>
        </w:trPr>
        <w:tc>
          <w:tcPr>
            <w:tcW w:w="1134" w:type="dxa"/>
            <w:vMerge/>
            <w:vAlign w:val="center"/>
            <w:hideMark/>
          </w:tcPr>
          <w:p w14:paraId="7FDF7510"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3A9AEF8F"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64E50774"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Zpracování odhadů plošně (dle katastrů)</w:t>
            </w:r>
          </w:p>
        </w:tc>
        <w:tc>
          <w:tcPr>
            <w:tcW w:w="2126" w:type="dxa"/>
            <w:vMerge/>
            <w:vAlign w:val="center"/>
            <w:hideMark/>
          </w:tcPr>
          <w:p w14:paraId="415BEA6C" w14:textId="77777777" w:rsidR="00694CFD" w:rsidRPr="00AA0F9E" w:rsidRDefault="00694CFD" w:rsidP="00694CFD">
            <w:pPr>
              <w:spacing w:after="0" w:line="240" w:lineRule="auto"/>
              <w:rPr>
                <w:rFonts w:eastAsia="Times New Roman" w:cs="Times New Roman"/>
                <w:sz w:val="18"/>
                <w:szCs w:val="18"/>
                <w:lang w:eastAsia="cs-CZ"/>
              </w:rPr>
            </w:pPr>
          </w:p>
        </w:tc>
        <w:tc>
          <w:tcPr>
            <w:tcW w:w="1276" w:type="dxa"/>
            <w:vMerge/>
            <w:vAlign w:val="center"/>
            <w:hideMark/>
          </w:tcPr>
          <w:p w14:paraId="7E3CFFAE"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1F5ACC8B" w14:textId="77777777" w:rsidTr="00FB77C8">
        <w:trPr>
          <w:trHeight w:val="450"/>
        </w:trPr>
        <w:tc>
          <w:tcPr>
            <w:tcW w:w="1134" w:type="dxa"/>
            <w:shd w:val="clear" w:color="auto" w:fill="auto"/>
            <w:noWrap/>
            <w:vAlign w:val="center"/>
            <w:hideMark/>
          </w:tcPr>
          <w:p w14:paraId="2D4D6690" w14:textId="77777777" w:rsidR="00694CFD" w:rsidRPr="00AA0F9E" w:rsidRDefault="00694CFD" w:rsidP="00694CFD">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10</w:t>
            </w:r>
            <w:r w:rsidRPr="00AA0F9E">
              <w:rPr>
                <w:rFonts w:eastAsia="Times New Roman" w:cs="Times New Roman"/>
                <w:b/>
                <w:bCs/>
                <w:sz w:val="18"/>
                <w:szCs w:val="18"/>
                <w:lang w:eastAsia="cs-CZ"/>
              </w:rPr>
              <w:t>. Dílčí etapa</w:t>
            </w:r>
          </w:p>
        </w:tc>
        <w:tc>
          <w:tcPr>
            <w:tcW w:w="1701" w:type="dxa"/>
            <w:shd w:val="clear" w:color="000000" w:fill="FFFFFF"/>
            <w:vAlign w:val="center"/>
            <w:hideMark/>
          </w:tcPr>
          <w:p w14:paraId="0D646BE5"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20 měsíců od závěru EIA</w:t>
            </w:r>
          </w:p>
        </w:tc>
        <w:tc>
          <w:tcPr>
            <w:tcW w:w="7797" w:type="dxa"/>
            <w:shd w:val="clear" w:color="auto" w:fill="auto"/>
            <w:hideMark/>
          </w:tcPr>
          <w:p w14:paraId="608BF1E7"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Majetkoprávní </w:t>
            </w:r>
            <w:proofErr w:type="gramStart"/>
            <w:r w:rsidRPr="00AA0F9E">
              <w:rPr>
                <w:rFonts w:eastAsia="Times New Roman" w:cs="Times New Roman"/>
                <w:sz w:val="18"/>
                <w:szCs w:val="18"/>
                <w:lang w:eastAsia="cs-CZ"/>
              </w:rPr>
              <w:t>vypořádání - výkupy</w:t>
            </w:r>
            <w:proofErr w:type="gramEnd"/>
          </w:p>
        </w:tc>
        <w:tc>
          <w:tcPr>
            <w:tcW w:w="2126" w:type="dxa"/>
            <w:shd w:val="clear" w:color="auto" w:fill="auto"/>
            <w:noWrap/>
            <w:vAlign w:val="center"/>
            <w:hideMark/>
          </w:tcPr>
          <w:p w14:paraId="73CC1038"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7697245C"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bez fakturace</w:t>
            </w:r>
          </w:p>
        </w:tc>
      </w:tr>
    </w:tbl>
    <w:p w14:paraId="7753C503" w14:textId="77777777" w:rsidR="00344F62" w:rsidRDefault="00344F62">
      <w:r>
        <w:br w:type="page"/>
      </w: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694CFD" w:rsidRPr="00AA0F9E" w14:paraId="64686CF7" w14:textId="77777777" w:rsidTr="00FB77C8">
        <w:trPr>
          <w:trHeight w:val="450"/>
        </w:trPr>
        <w:tc>
          <w:tcPr>
            <w:tcW w:w="1134" w:type="dxa"/>
            <w:shd w:val="clear" w:color="auto" w:fill="auto"/>
            <w:noWrap/>
            <w:vAlign w:val="center"/>
            <w:hideMark/>
          </w:tcPr>
          <w:p w14:paraId="7965B25B" w14:textId="53B58FA0" w:rsidR="00694CFD" w:rsidRPr="00AA0F9E" w:rsidRDefault="00694CFD" w:rsidP="00694CFD">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lastRenderedPageBreak/>
              <w:t>1</w:t>
            </w:r>
            <w:r>
              <w:rPr>
                <w:rFonts w:eastAsia="Times New Roman" w:cs="Times New Roman"/>
                <w:b/>
                <w:bCs/>
                <w:sz w:val="18"/>
                <w:szCs w:val="18"/>
                <w:lang w:eastAsia="cs-CZ"/>
              </w:rPr>
              <w:t>1</w:t>
            </w:r>
            <w:r w:rsidRPr="00AA0F9E">
              <w:rPr>
                <w:rFonts w:eastAsia="Times New Roman" w:cs="Times New Roman"/>
                <w:b/>
                <w:bCs/>
                <w:sz w:val="18"/>
                <w:szCs w:val="18"/>
                <w:lang w:eastAsia="cs-CZ"/>
              </w:rPr>
              <w:t>. Dílčí etapa</w:t>
            </w:r>
          </w:p>
        </w:tc>
        <w:tc>
          <w:tcPr>
            <w:tcW w:w="1701" w:type="dxa"/>
            <w:shd w:val="clear" w:color="000000" w:fill="FFFFFF"/>
            <w:vAlign w:val="center"/>
            <w:hideMark/>
          </w:tcPr>
          <w:p w14:paraId="4D78404C"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3 měsíců od závěru EIA</w:t>
            </w:r>
          </w:p>
        </w:tc>
        <w:tc>
          <w:tcPr>
            <w:tcW w:w="7797" w:type="dxa"/>
            <w:shd w:val="clear" w:color="auto" w:fill="auto"/>
            <w:hideMark/>
          </w:tcPr>
          <w:p w14:paraId="1E5AB309" w14:textId="4451DF9C" w:rsidR="00694CFD" w:rsidRDefault="00694CFD" w:rsidP="00694CFD">
            <w:pPr>
              <w:spacing w:after="0" w:line="240" w:lineRule="auto"/>
              <w:rPr>
                <w:rFonts w:eastAsia="Times New Roman" w:cs="Times New Roman"/>
                <w:b/>
                <w:bCs/>
                <w:sz w:val="18"/>
                <w:szCs w:val="18"/>
                <w:lang w:eastAsia="cs-CZ"/>
              </w:rPr>
            </w:pPr>
            <w:r w:rsidRPr="00AA0F9E">
              <w:rPr>
                <w:rFonts w:eastAsia="Times New Roman" w:cs="Times New Roman"/>
                <w:b/>
                <w:bCs/>
                <w:sz w:val="18"/>
                <w:szCs w:val="18"/>
                <w:lang w:eastAsia="cs-CZ"/>
              </w:rPr>
              <w:t xml:space="preserve">Dokumentace pro povolení stavby DPS </w:t>
            </w:r>
            <w:r w:rsidR="00384233">
              <w:rPr>
                <w:rFonts w:eastAsia="Times New Roman" w:cs="Times New Roman"/>
                <w:b/>
                <w:bCs/>
                <w:sz w:val="18"/>
                <w:szCs w:val="18"/>
                <w:lang w:eastAsia="cs-CZ"/>
              </w:rPr>
              <w:t xml:space="preserve">v režimu </w:t>
            </w:r>
            <w:proofErr w:type="gramStart"/>
            <w:r w:rsidR="00384233">
              <w:rPr>
                <w:rFonts w:eastAsia="Times New Roman" w:cs="Times New Roman"/>
                <w:b/>
                <w:bCs/>
                <w:sz w:val="18"/>
                <w:szCs w:val="18"/>
                <w:lang w:eastAsia="cs-CZ"/>
              </w:rPr>
              <w:t xml:space="preserve">BIM </w:t>
            </w:r>
            <w:r w:rsidRPr="00AA0F9E">
              <w:rPr>
                <w:rFonts w:eastAsia="Times New Roman" w:cs="Times New Roman"/>
                <w:b/>
                <w:bCs/>
                <w:sz w:val="18"/>
                <w:szCs w:val="18"/>
                <w:lang w:eastAsia="cs-CZ"/>
              </w:rPr>
              <w:t xml:space="preserve"> </w:t>
            </w:r>
            <w:r w:rsidR="00384233">
              <w:rPr>
                <w:rFonts w:eastAsia="Times New Roman" w:cs="Times New Roman"/>
                <w:b/>
                <w:bCs/>
                <w:sz w:val="18"/>
                <w:szCs w:val="18"/>
                <w:lang w:eastAsia="cs-CZ"/>
              </w:rPr>
              <w:t>vč.</w:t>
            </w:r>
            <w:proofErr w:type="gramEnd"/>
            <w:r w:rsidR="00EC3376">
              <w:rPr>
                <w:rFonts w:eastAsia="Times New Roman" w:cs="Times New Roman"/>
                <w:b/>
                <w:bCs/>
                <w:sz w:val="18"/>
                <w:szCs w:val="18"/>
                <w:lang w:eastAsia="cs-CZ"/>
              </w:rPr>
              <w:t xml:space="preserve"> </w:t>
            </w:r>
            <w:r w:rsidRPr="00AA0F9E">
              <w:rPr>
                <w:rFonts w:eastAsia="Times New Roman" w:cs="Times New Roman"/>
                <w:b/>
                <w:bCs/>
                <w:sz w:val="18"/>
                <w:szCs w:val="18"/>
                <w:lang w:eastAsia="cs-CZ"/>
              </w:rPr>
              <w:t>dopracování po stanovisku EIA</w:t>
            </w:r>
            <w:r>
              <w:rPr>
                <w:rFonts w:eastAsia="Times New Roman" w:cs="Times New Roman"/>
                <w:b/>
                <w:bCs/>
                <w:sz w:val="18"/>
                <w:szCs w:val="18"/>
                <w:lang w:eastAsia="cs-CZ"/>
              </w:rPr>
              <w:t xml:space="preserve"> k</w:t>
            </w:r>
            <w:r w:rsidR="00384233">
              <w:rPr>
                <w:rFonts w:eastAsia="Times New Roman" w:cs="Times New Roman"/>
                <w:b/>
                <w:bCs/>
                <w:sz w:val="18"/>
                <w:szCs w:val="18"/>
                <w:lang w:eastAsia="cs-CZ"/>
              </w:rPr>
              <w:t> </w:t>
            </w:r>
            <w:r>
              <w:rPr>
                <w:rFonts w:eastAsia="Times New Roman" w:cs="Times New Roman"/>
                <w:b/>
                <w:bCs/>
                <w:sz w:val="18"/>
                <w:szCs w:val="18"/>
                <w:lang w:eastAsia="cs-CZ"/>
              </w:rPr>
              <w:t>připomínkám</w:t>
            </w:r>
          </w:p>
          <w:p w14:paraId="3F0B342D" w14:textId="77777777" w:rsidR="00384233" w:rsidRPr="00791EBC" w:rsidRDefault="00384233" w:rsidP="00384233">
            <w:pPr>
              <w:spacing w:after="0" w:line="240" w:lineRule="auto"/>
              <w:rPr>
                <w:rFonts w:eastAsia="Times New Roman" w:cs="Times New Roman"/>
                <w:b/>
                <w:bCs/>
                <w:sz w:val="18"/>
                <w:szCs w:val="18"/>
                <w:lang w:eastAsia="cs-CZ"/>
              </w:rPr>
            </w:pPr>
            <w:r w:rsidRPr="00791EBC">
              <w:rPr>
                <w:rFonts w:eastAsia="Times New Roman" w:cs="Times New Roman"/>
                <w:b/>
                <w:bCs/>
                <w:sz w:val="18"/>
                <w:szCs w:val="18"/>
                <w:lang w:eastAsia="cs-CZ"/>
              </w:rPr>
              <w:t>Odevzdání Digitálního modelu stavby k připomínkám</w:t>
            </w:r>
          </w:p>
          <w:p w14:paraId="2BDD72E6" w14:textId="77777777" w:rsidR="00384233" w:rsidRPr="00791EBC" w:rsidRDefault="00384233" w:rsidP="00384233">
            <w:pPr>
              <w:spacing w:after="0" w:line="240" w:lineRule="auto"/>
              <w:rPr>
                <w:rFonts w:eastAsia="Times New Roman" w:cs="Times New Roman"/>
                <w:b/>
                <w:bCs/>
                <w:sz w:val="18"/>
                <w:szCs w:val="18"/>
                <w:lang w:eastAsia="cs-CZ"/>
              </w:rPr>
            </w:pPr>
            <w:r w:rsidRPr="00791EBC">
              <w:rPr>
                <w:rFonts w:eastAsia="Times New Roman" w:cs="Times New Roman"/>
                <w:b/>
                <w:bCs/>
                <w:sz w:val="18"/>
                <w:szCs w:val="18"/>
                <w:lang w:eastAsia="cs-CZ"/>
              </w:rPr>
              <w:t>Předání konceptu závěrečné hodnotící zprávy zpracování díla v režimu BIM</w:t>
            </w:r>
          </w:p>
          <w:p w14:paraId="698D9F25" w14:textId="77777777" w:rsidR="00384233" w:rsidRPr="00791EBC" w:rsidRDefault="00384233" w:rsidP="00384233">
            <w:pPr>
              <w:spacing w:after="0" w:line="240" w:lineRule="auto"/>
              <w:rPr>
                <w:rFonts w:eastAsia="Times New Roman" w:cs="Times New Roman"/>
                <w:b/>
                <w:bCs/>
                <w:sz w:val="18"/>
                <w:szCs w:val="18"/>
                <w:lang w:eastAsia="cs-CZ"/>
              </w:rPr>
            </w:pPr>
            <w:r w:rsidRPr="00791EBC">
              <w:rPr>
                <w:rFonts w:eastAsia="Times New Roman" w:cs="Times New Roman"/>
                <w:b/>
                <w:bCs/>
                <w:sz w:val="18"/>
                <w:szCs w:val="18"/>
                <w:lang w:eastAsia="cs-CZ"/>
              </w:rPr>
              <w:t>dle cíle 4.1 EIR</w:t>
            </w:r>
          </w:p>
          <w:p w14:paraId="791F341E" w14:textId="77777777" w:rsidR="00384233" w:rsidRDefault="00384233" w:rsidP="00384233">
            <w:pPr>
              <w:spacing w:after="0" w:line="240" w:lineRule="auto"/>
              <w:rPr>
                <w:rFonts w:eastAsia="Times New Roman" w:cs="Times New Roman"/>
                <w:b/>
                <w:bCs/>
                <w:sz w:val="18"/>
                <w:szCs w:val="18"/>
                <w:lang w:eastAsia="cs-CZ"/>
              </w:rPr>
            </w:pPr>
            <w:r>
              <w:rPr>
                <w:rFonts w:eastAsia="Times New Roman" w:cs="Times New Roman"/>
                <w:b/>
                <w:bCs/>
                <w:sz w:val="18"/>
                <w:szCs w:val="18"/>
                <w:lang w:eastAsia="cs-CZ"/>
              </w:rPr>
              <w:t>Předání finální verze BEP včetně návrhu na doplnění datových standardů o zatím nedefinované typy elementů stavby jako příloha BEP dle cíle 4.2.EIR</w:t>
            </w:r>
          </w:p>
          <w:p w14:paraId="3D1F4F65" w14:textId="77777777" w:rsidR="00384233" w:rsidRDefault="00384233" w:rsidP="00384233">
            <w:pPr>
              <w:spacing w:after="0" w:line="240" w:lineRule="auto"/>
              <w:rPr>
                <w:rFonts w:eastAsia="Times New Roman" w:cs="Times New Roman"/>
                <w:b/>
                <w:bCs/>
                <w:sz w:val="18"/>
                <w:szCs w:val="18"/>
                <w:lang w:eastAsia="cs-CZ"/>
              </w:rPr>
            </w:pPr>
          </w:p>
          <w:p w14:paraId="0906D3F1" w14:textId="77777777" w:rsidR="00384233" w:rsidRDefault="00384233" w:rsidP="00694CFD">
            <w:pPr>
              <w:spacing w:after="0" w:line="240" w:lineRule="auto"/>
              <w:rPr>
                <w:rFonts w:eastAsia="Times New Roman" w:cs="Times New Roman"/>
                <w:b/>
                <w:bCs/>
                <w:sz w:val="18"/>
                <w:szCs w:val="18"/>
                <w:lang w:eastAsia="cs-CZ"/>
              </w:rPr>
            </w:pPr>
          </w:p>
          <w:p w14:paraId="7D96BBDA" w14:textId="77777777" w:rsidR="00384233" w:rsidRDefault="00384233" w:rsidP="00694CFD">
            <w:pPr>
              <w:spacing w:after="0" w:line="240" w:lineRule="auto"/>
              <w:rPr>
                <w:rFonts w:eastAsia="Times New Roman" w:cs="Times New Roman"/>
                <w:b/>
                <w:bCs/>
                <w:sz w:val="18"/>
                <w:szCs w:val="18"/>
                <w:lang w:eastAsia="cs-CZ"/>
              </w:rPr>
            </w:pPr>
          </w:p>
          <w:p w14:paraId="19478B8A" w14:textId="45B47432" w:rsidR="00384233" w:rsidRPr="00AA0F9E" w:rsidRDefault="00384233" w:rsidP="00694CFD">
            <w:pPr>
              <w:spacing w:after="0" w:line="240" w:lineRule="auto"/>
              <w:rPr>
                <w:rFonts w:eastAsia="Times New Roman" w:cs="Times New Roman"/>
                <w:b/>
                <w:bCs/>
                <w:sz w:val="18"/>
                <w:szCs w:val="18"/>
                <w:lang w:eastAsia="cs-CZ"/>
              </w:rPr>
            </w:pPr>
          </w:p>
        </w:tc>
        <w:tc>
          <w:tcPr>
            <w:tcW w:w="2126" w:type="dxa"/>
            <w:shd w:val="clear" w:color="auto" w:fill="auto"/>
            <w:noWrap/>
            <w:vAlign w:val="center"/>
            <w:hideMark/>
          </w:tcPr>
          <w:p w14:paraId="68C0DE22"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400BFB9A" w14:textId="77777777" w:rsidR="00694CFD" w:rsidRPr="004C39E8" w:rsidRDefault="00694CFD" w:rsidP="00694CFD">
            <w:pPr>
              <w:spacing w:after="0" w:line="240" w:lineRule="auto"/>
              <w:jc w:val="center"/>
              <w:rPr>
                <w:rFonts w:eastAsia="Times New Roman" w:cs="Times New Roman"/>
                <w:b/>
                <w:bCs/>
                <w:color w:val="404040"/>
                <w:sz w:val="16"/>
                <w:szCs w:val="18"/>
                <w:lang w:eastAsia="cs-CZ"/>
              </w:rPr>
            </w:pPr>
            <w:r w:rsidRPr="004C39E8">
              <w:rPr>
                <w:rFonts w:eastAsia="Times New Roman" w:cs="Times New Roman"/>
                <w:b/>
                <w:bCs/>
                <w:color w:val="404040"/>
                <w:sz w:val="16"/>
                <w:szCs w:val="18"/>
                <w:lang w:eastAsia="cs-CZ"/>
              </w:rPr>
              <w:t>10 % z ceny ZP a DPS</w:t>
            </w:r>
          </w:p>
          <w:p w14:paraId="4A16B69C" w14:textId="7EDDB69F" w:rsidR="00384233" w:rsidRPr="0067279D" w:rsidRDefault="00384233" w:rsidP="00694CFD">
            <w:pPr>
              <w:spacing w:after="0" w:line="240" w:lineRule="auto"/>
              <w:jc w:val="center"/>
              <w:rPr>
                <w:rFonts w:eastAsia="Times New Roman" w:cs="Times New Roman"/>
                <w:b/>
                <w:bCs/>
                <w:color w:val="404040"/>
                <w:sz w:val="16"/>
                <w:szCs w:val="16"/>
                <w:lang w:eastAsia="cs-CZ"/>
              </w:rPr>
            </w:pPr>
            <w:r w:rsidRPr="00F675D1">
              <w:rPr>
                <w:rFonts w:eastAsia="Times New Roman" w:cs="Times New Roman"/>
                <w:b/>
                <w:bCs/>
                <w:color w:val="404040"/>
                <w:sz w:val="16"/>
                <w:szCs w:val="18"/>
                <w:lang w:eastAsia="cs-CZ"/>
              </w:rPr>
              <w:t>+ 60</w:t>
            </w:r>
            <w:r w:rsidR="004C39E8" w:rsidRPr="00F675D1">
              <w:rPr>
                <w:rFonts w:eastAsia="Times New Roman" w:cs="Times New Roman"/>
                <w:b/>
                <w:bCs/>
                <w:color w:val="404040"/>
                <w:sz w:val="16"/>
                <w:szCs w:val="18"/>
                <w:lang w:eastAsia="cs-CZ"/>
              </w:rPr>
              <w:t xml:space="preserve"> </w:t>
            </w:r>
            <w:r w:rsidRPr="00F675D1">
              <w:rPr>
                <w:rFonts w:eastAsia="Times New Roman" w:cs="Times New Roman"/>
                <w:b/>
                <w:bCs/>
                <w:color w:val="404040"/>
                <w:sz w:val="16"/>
                <w:szCs w:val="18"/>
                <w:lang w:eastAsia="cs-CZ"/>
              </w:rPr>
              <w:t xml:space="preserve">% z ceny CDE </w:t>
            </w:r>
          </w:p>
        </w:tc>
      </w:tr>
      <w:tr w:rsidR="00694CFD" w:rsidRPr="00AA0F9E" w14:paraId="1207452A" w14:textId="77777777" w:rsidTr="00FB77C8">
        <w:trPr>
          <w:trHeight w:val="225"/>
        </w:trPr>
        <w:tc>
          <w:tcPr>
            <w:tcW w:w="1134" w:type="dxa"/>
            <w:vMerge w:val="restart"/>
            <w:shd w:val="clear" w:color="auto" w:fill="auto"/>
            <w:noWrap/>
            <w:vAlign w:val="center"/>
            <w:hideMark/>
          </w:tcPr>
          <w:p w14:paraId="152927F5" w14:textId="77777777" w:rsidR="00694CFD" w:rsidRPr="00AA0F9E" w:rsidRDefault="00694CFD" w:rsidP="00694CFD">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Pr>
                <w:rFonts w:eastAsia="Times New Roman" w:cs="Times New Roman"/>
                <w:b/>
                <w:bCs/>
                <w:sz w:val="18"/>
                <w:szCs w:val="18"/>
                <w:lang w:eastAsia="cs-CZ"/>
              </w:rPr>
              <w:t>2</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66EEAEE1"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7 měsíců od závěru EIA</w:t>
            </w:r>
          </w:p>
        </w:tc>
        <w:tc>
          <w:tcPr>
            <w:tcW w:w="7797" w:type="dxa"/>
            <w:shd w:val="clear" w:color="auto" w:fill="auto"/>
            <w:hideMark/>
          </w:tcPr>
          <w:p w14:paraId="6567BFC5" w14:textId="362CAE02" w:rsidR="00384233" w:rsidRDefault="00384233" w:rsidP="00384233">
            <w:pPr>
              <w:spacing w:after="0" w:line="240" w:lineRule="auto"/>
              <w:rPr>
                <w:rFonts w:eastAsia="Times New Roman" w:cs="Times New Roman"/>
                <w:sz w:val="18"/>
                <w:szCs w:val="18"/>
                <w:lang w:eastAsia="cs-CZ"/>
              </w:rPr>
            </w:pPr>
            <w:r>
              <w:rPr>
                <w:rFonts w:eastAsia="Times New Roman" w:cs="Times New Roman"/>
                <w:sz w:val="18"/>
                <w:szCs w:val="18"/>
                <w:lang w:eastAsia="cs-CZ"/>
              </w:rPr>
              <w:t> Odevzdání dokumentace DPS v režimu BIM po zapracování připomínek</w:t>
            </w:r>
          </w:p>
          <w:p w14:paraId="5834C4CD" w14:textId="77777777" w:rsidR="00384233" w:rsidRDefault="00384233" w:rsidP="00384233">
            <w:pPr>
              <w:spacing w:after="0" w:line="240" w:lineRule="auto"/>
              <w:rPr>
                <w:rFonts w:eastAsia="Times New Roman" w:cs="Times New Roman"/>
                <w:sz w:val="18"/>
                <w:szCs w:val="18"/>
                <w:lang w:eastAsia="cs-CZ"/>
              </w:rPr>
            </w:pPr>
            <w:r>
              <w:rPr>
                <w:rFonts w:eastAsia="Times New Roman" w:cs="Times New Roman"/>
                <w:sz w:val="18"/>
                <w:szCs w:val="18"/>
                <w:lang w:eastAsia="cs-CZ"/>
              </w:rPr>
              <w:t>Odevzdání Digitálního modelu stavby se zapracovanými připomínkami</w:t>
            </w:r>
          </w:p>
          <w:p w14:paraId="4CF1710E" w14:textId="77777777" w:rsidR="00384233" w:rsidRDefault="00384233" w:rsidP="00694CFD">
            <w:pPr>
              <w:spacing w:after="0" w:line="240" w:lineRule="auto"/>
              <w:rPr>
                <w:rFonts w:eastAsia="Times New Roman" w:cs="Times New Roman"/>
                <w:sz w:val="18"/>
                <w:szCs w:val="18"/>
                <w:lang w:eastAsia="cs-CZ"/>
              </w:rPr>
            </w:pPr>
          </w:p>
          <w:p w14:paraId="2E50EDD7" w14:textId="77777777" w:rsidR="00384233" w:rsidRDefault="00384233" w:rsidP="00694CFD">
            <w:pPr>
              <w:spacing w:after="0" w:line="240" w:lineRule="auto"/>
              <w:rPr>
                <w:rFonts w:eastAsia="Times New Roman" w:cs="Times New Roman"/>
                <w:sz w:val="18"/>
                <w:szCs w:val="18"/>
                <w:lang w:eastAsia="cs-CZ"/>
              </w:rPr>
            </w:pPr>
          </w:p>
          <w:p w14:paraId="4086F262" w14:textId="752BD9D6"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Stanoviska DOSS vč. JES část investora</w:t>
            </w:r>
          </w:p>
        </w:tc>
        <w:tc>
          <w:tcPr>
            <w:tcW w:w="2126" w:type="dxa"/>
            <w:vMerge w:val="restart"/>
            <w:shd w:val="clear" w:color="auto" w:fill="auto"/>
            <w:noWrap/>
            <w:vAlign w:val="center"/>
            <w:hideMark/>
          </w:tcPr>
          <w:p w14:paraId="140D73BE"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631E0734"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5 % z ceny ZP a DPS</w:t>
            </w:r>
          </w:p>
        </w:tc>
      </w:tr>
      <w:tr w:rsidR="00694CFD" w:rsidRPr="00AA0F9E" w14:paraId="16A44DB0" w14:textId="77777777" w:rsidTr="00FB77C8">
        <w:trPr>
          <w:trHeight w:val="225"/>
        </w:trPr>
        <w:tc>
          <w:tcPr>
            <w:tcW w:w="1134" w:type="dxa"/>
            <w:vMerge/>
            <w:vAlign w:val="center"/>
            <w:hideMark/>
          </w:tcPr>
          <w:p w14:paraId="3BF5059E"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41E5626E"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17FDDC3F"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Zpracování záměru projektu</w:t>
            </w:r>
          </w:p>
        </w:tc>
        <w:tc>
          <w:tcPr>
            <w:tcW w:w="2126" w:type="dxa"/>
            <w:vMerge/>
            <w:vAlign w:val="center"/>
            <w:hideMark/>
          </w:tcPr>
          <w:p w14:paraId="00F71EE7" w14:textId="77777777" w:rsidR="00694CFD" w:rsidRPr="00AA0F9E" w:rsidRDefault="00694CFD" w:rsidP="00694CFD">
            <w:pPr>
              <w:spacing w:after="0" w:line="240" w:lineRule="auto"/>
              <w:rPr>
                <w:rFonts w:eastAsia="Times New Roman" w:cs="Times New Roman"/>
                <w:sz w:val="18"/>
                <w:szCs w:val="18"/>
                <w:lang w:eastAsia="cs-CZ"/>
              </w:rPr>
            </w:pPr>
          </w:p>
        </w:tc>
        <w:tc>
          <w:tcPr>
            <w:tcW w:w="1276" w:type="dxa"/>
            <w:vMerge/>
            <w:vAlign w:val="center"/>
            <w:hideMark/>
          </w:tcPr>
          <w:p w14:paraId="2369385F"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13EFD1CE" w14:textId="77777777" w:rsidTr="00FB77C8">
        <w:trPr>
          <w:trHeight w:val="675"/>
        </w:trPr>
        <w:tc>
          <w:tcPr>
            <w:tcW w:w="1134" w:type="dxa"/>
            <w:vMerge w:val="restart"/>
            <w:shd w:val="clear" w:color="auto" w:fill="auto"/>
            <w:noWrap/>
            <w:vAlign w:val="center"/>
            <w:hideMark/>
          </w:tcPr>
          <w:p w14:paraId="38450841" w14:textId="77777777" w:rsidR="00694CFD" w:rsidRPr="00AA0F9E" w:rsidRDefault="00694CFD" w:rsidP="00694CFD">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Pr>
                <w:rFonts w:eastAsia="Times New Roman" w:cs="Times New Roman"/>
                <w:b/>
                <w:bCs/>
                <w:sz w:val="18"/>
                <w:szCs w:val="18"/>
                <w:lang w:eastAsia="cs-CZ"/>
              </w:rPr>
              <w:t>3</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4B5A875B"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2 měsíců po schválení Záměru projektu</w:t>
            </w:r>
          </w:p>
        </w:tc>
        <w:tc>
          <w:tcPr>
            <w:tcW w:w="7797" w:type="dxa"/>
            <w:shd w:val="clear" w:color="auto" w:fill="auto"/>
            <w:hideMark/>
          </w:tcPr>
          <w:p w14:paraId="6B079934"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Zapracování případných připomínek ze schvalování Záměru projektu do dokumentace DPS</w:t>
            </w:r>
          </w:p>
        </w:tc>
        <w:tc>
          <w:tcPr>
            <w:tcW w:w="2126" w:type="dxa"/>
            <w:shd w:val="clear" w:color="auto" w:fill="auto"/>
            <w:noWrap/>
            <w:vAlign w:val="center"/>
            <w:hideMark/>
          </w:tcPr>
          <w:p w14:paraId="1D8D565B"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52369B47"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15 % z ceny ZP a DPS</w:t>
            </w:r>
          </w:p>
        </w:tc>
      </w:tr>
      <w:tr w:rsidR="00694CFD" w:rsidRPr="00AA0F9E" w14:paraId="0FDC0F22" w14:textId="77777777" w:rsidTr="00FB77C8">
        <w:trPr>
          <w:trHeight w:val="450"/>
        </w:trPr>
        <w:tc>
          <w:tcPr>
            <w:tcW w:w="1134" w:type="dxa"/>
            <w:vMerge/>
            <w:vAlign w:val="center"/>
            <w:hideMark/>
          </w:tcPr>
          <w:p w14:paraId="72508B99"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17085C87"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36D268E8"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Podání </w:t>
            </w:r>
            <w:r w:rsidRPr="00AA0F9E">
              <w:rPr>
                <w:rFonts w:eastAsia="Times New Roman" w:cs="Times New Roman"/>
                <w:b/>
                <w:bCs/>
                <w:sz w:val="18"/>
                <w:szCs w:val="18"/>
                <w:lang w:eastAsia="cs-CZ"/>
              </w:rPr>
              <w:t>žádosti o povolení stavby</w:t>
            </w:r>
          </w:p>
        </w:tc>
        <w:tc>
          <w:tcPr>
            <w:tcW w:w="2126" w:type="dxa"/>
            <w:shd w:val="clear" w:color="auto" w:fill="auto"/>
            <w:vAlign w:val="center"/>
            <w:hideMark/>
          </w:tcPr>
          <w:p w14:paraId="410F5928"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Kopie žádosti o povolení záměru potvrzená stavebním úřadem</w:t>
            </w:r>
          </w:p>
        </w:tc>
        <w:tc>
          <w:tcPr>
            <w:tcW w:w="1276" w:type="dxa"/>
            <w:vMerge/>
            <w:vAlign w:val="center"/>
            <w:hideMark/>
          </w:tcPr>
          <w:p w14:paraId="04DC3B50"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21E3DAE6" w14:textId="77777777" w:rsidTr="00FB77C8">
        <w:trPr>
          <w:trHeight w:val="450"/>
        </w:trPr>
        <w:tc>
          <w:tcPr>
            <w:tcW w:w="1134" w:type="dxa"/>
            <w:vMerge w:val="restart"/>
            <w:shd w:val="clear" w:color="auto" w:fill="auto"/>
            <w:noWrap/>
            <w:vAlign w:val="center"/>
            <w:hideMark/>
          </w:tcPr>
          <w:p w14:paraId="083D3F21" w14:textId="77777777" w:rsidR="00694CFD" w:rsidRPr="00AA0F9E" w:rsidRDefault="00694CFD" w:rsidP="00694CFD">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Pr>
                <w:rFonts w:eastAsia="Times New Roman" w:cs="Times New Roman"/>
                <w:b/>
                <w:bCs/>
                <w:sz w:val="18"/>
                <w:szCs w:val="18"/>
                <w:lang w:eastAsia="cs-CZ"/>
              </w:rPr>
              <w:t>4</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0AB9C2C" w14:textId="77777777" w:rsidR="00694CFD" w:rsidRPr="0067279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3 měsíců od nabytí účinnosti povolení stavby</w:t>
            </w:r>
          </w:p>
        </w:tc>
        <w:tc>
          <w:tcPr>
            <w:tcW w:w="7797" w:type="dxa"/>
            <w:shd w:val="clear" w:color="auto" w:fill="auto"/>
            <w:hideMark/>
          </w:tcPr>
          <w:p w14:paraId="42930CE4"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Aktualizace záborového elaborátu (po povolení záměru)</w:t>
            </w:r>
          </w:p>
        </w:tc>
        <w:tc>
          <w:tcPr>
            <w:tcW w:w="2126" w:type="dxa"/>
            <w:vMerge w:val="restart"/>
            <w:shd w:val="clear" w:color="auto" w:fill="auto"/>
            <w:noWrap/>
            <w:vAlign w:val="center"/>
            <w:hideMark/>
          </w:tcPr>
          <w:p w14:paraId="1E62568E" w14:textId="77777777"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3D9F4341"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5 % z ceny ZP a DPS</w:t>
            </w:r>
          </w:p>
        </w:tc>
      </w:tr>
      <w:tr w:rsidR="00694CFD" w:rsidRPr="00AA0F9E" w14:paraId="71361326" w14:textId="77777777" w:rsidTr="00FB77C8">
        <w:trPr>
          <w:trHeight w:val="225"/>
        </w:trPr>
        <w:tc>
          <w:tcPr>
            <w:tcW w:w="1134" w:type="dxa"/>
            <w:vMerge/>
            <w:vAlign w:val="center"/>
            <w:hideMark/>
          </w:tcPr>
          <w:p w14:paraId="3D516B91" w14:textId="77777777" w:rsidR="00694CFD" w:rsidRPr="00AA0F9E" w:rsidRDefault="00694CFD" w:rsidP="00694CFD">
            <w:pPr>
              <w:spacing w:after="0" w:line="240" w:lineRule="auto"/>
              <w:jc w:val="center"/>
              <w:rPr>
                <w:rFonts w:eastAsia="Times New Roman" w:cs="Times New Roman"/>
                <w:b/>
                <w:bCs/>
                <w:sz w:val="18"/>
                <w:szCs w:val="18"/>
                <w:lang w:eastAsia="cs-CZ"/>
              </w:rPr>
            </w:pPr>
          </w:p>
        </w:tc>
        <w:tc>
          <w:tcPr>
            <w:tcW w:w="1701" w:type="dxa"/>
            <w:vMerge/>
            <w:vAlign w:val="center"/>
            <w:hideMark/>
          </w:tcPr>
          <w:p w14:paraId="7798747C" w14:textId="77777777" w:rsidR="00694CFD" w:rsidRPr="0067279D" w:rsidRDefault="00694CFD" w:rsidP="00694CF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2EB9BEF2"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Aktualizace geometrických plánů a odhadů</w:t>
            </w:r>
          </w:p>
        </w:tc>
        <w:tc>
          <w:tcPr>
            <w:tcW w:w="2126" w:type="dxa"/>
            <w:vMerge/>
            <w:vAlign w:val="center"/>
            <w:hideMark/>
          </w:tcPr>
          <w:p w14:paraId="26DF142B" w14:textId="77777777" w:rsidR="00694CFD" w:rsidRPr="00AA0F9E" w:rsidRDefault="00694CFD" w:rsidP="00694CFD">
            <w:pPr>
              <w:spacing w:after="0" w:line="240" w:lineRule="auto"/>
              <w:rPr>
                <w:rFonts w:eastAsia="Times New Roman" w:cs="Times New Roman"/>
                <w:sz w:val="18"/>
                <w:szCs w:val="18"/>
                <w:lang w:eastAsia="cs-CZ"/>
              </w:rPr>
            </w:pPr>
          </w:p>
        </w:tc>
        <w:tc>
          <w:tcPr>
            <w:tcW w:w="1276" w:type="dxa"/>
            <w:vMerge/>
            <w:vAlign w:val="center"/>
            <w:hideMark/>
          </w:tcPr>
          <w:p w14:paraId="57158FAF" w14:textId="77777777" w:rsidR="00694CFD" w:rsidRPr="0067279D" w:rsidRDefault="00694CFD" w:rsidP="00694CFD">
            <w:pPr>
              <w:spacing w:after="0" w:line="240" w:lineRule="auto"/>
              <w:rPr>
                <w:rFonts w:eastAsia="Times New Roman" w:cs="Times New Roman"/>
                <w:b/>
                <w:bCs/>
                <w:color w:val="404040"/>
                <w:sz w:val="16"/>
                <w:szCs w:val="16"/>
                <w:lang w:eastAsia="cs-CZ"/>
              </w:rPr>
            </w:pPr>
          </w:p>
        </w:tc>
      </w:tr>
      <w:tr w:rsidR="00694CFD" w:rsidRPr="00AA0F9E" w14:paraId="282962DB" w14:textId="77777777" w:rsidTr="00FB77C8">
        <w:trPr>
          <w:trHeight w:val="675"/>
        </w:trPr>
        <w:tc>
          <w:tcPr>
            <w:tcW w:w="1134" w:type="dxa"/>
            <w:shd w:val="clear" w:color="auto" w:fill="auto"/>
            <w:noWrap/>
            <w:vAlign w:val="center"/>
            <w:hideMark/>
          </w:tcPr>
          <w:p w14:paraId="42898C32" w14:textId="77777777" w:rsidR="00694CFD" w:rsidRPr="00AA0F9E" w:rsidRDefault="00694CFD" w:rsidP="00694CFD">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Pr>
                <w:rFonts w:eastAsia="Times New Roman" w:cs="Times New Roman"/>
                <w:b/>
                <w:bCs/>
                <w:sz w:val="18"/>
                <w:szCs w:val="18"/>
                <w:lang w:eastAsia="cs-CZ"/>
              </w:rPr>
              <w:t>5</w:t>
            </w:r>
            <w:r w:rsidRPr="00AA0F9E">
              <w:rPr>
                <w:rFonts w:eastAsia="Times New Roman" w:cs="Times New Roman"/>
                <w:b/>
                <w:bCs/>
                <w:sz w:val="18"/>
                <w:szCs w:val="18"/>
                <w:lang w:eastAsia="cs-CZ"/>
              </w:rPr>
              <w:t>. Dílčí etapa</w:t>
            </w:r>
          </w:p>
        </w:tc>
        <w:tc>
          <w:tcPr>
            <w:tcW w:w="1701" w:type="dxa"/>
            <w:shd w:val="clear" w:color="000000" w:fill="FFFFFF"/>
            <w:vAlign w:val="center"/>
            <w:hideMark/>
          </w:tcPr>
          <w:p w14:paraId="54B7A69C" w14:textId="77777777" w:rsidR="00694CFD" w:rsidRDefault="00694CFD" w:rsidP="00694CFD">
            <w:pPr>
              <w:spacing w:after="0" w:line="240" w:lineRule="auto"/>
              <w:jc w:val="center"/>
              <w:rPr>
                <w:rFonts w:eastAsia="Times New Roman" w:cs="Times New Roman"/>
                <w:b/>
                <w:bCs/>
                <w:sz w:val="18"/>
                <w:szCs w:val="18"/>
                <w:lang w:eastAsia="cs-CZ"/>
              </w:rPr>
            </w:pPr>
            <w:r w:rsidRPr="0067279D">
              <w:rPr>
                <w:rFonts w:eastAsia="Times New Roman" w:cs="Times New Roman"/>
                <w:b/>
                <w:bCs/>
                <w:sz w:val="18"/>
                <w:szCs w:val="18"/>
                <w:lang w:eastAsia="cs-CZ"/>
              </w:rPr>
              <w:t>Do 8 měsíců od n</w:t>
            </w:r>
            <w:r w:rsidR="00F442E6" w:rsidRPr="0067279D">
              <w:rPr>
                <w:rFonts w:eastAsia="Times New Roman" w:cs="Times New Roman"/>
                <w:b/>
                <w:bCs/>
                <w:sz w:val="18"/>
                <w:szCs w:val="18"/>
                <w:lang w:eastAsia="cs-CZ"/>
              </w:rPr>
              <w:t>a</w:t>
            </w:r>
            <w:r w:rsidRPr="0067279D">
              <w:rPr>
                <w:rFonts w:eastAsia="Times New Roman" w:cs="Times New Roman"/>
                <w:b/>
                <w:bCs/>
                <w:sz w:val="18"/>
                <w:szCs w:val="18"/>
                <w:lang w:eastAsia="cs-CZ"/>
              </w:rPr>
              <w:t>bytí účinnosti povolení stavby</w:t>
            </w:r>
          </w:p>
          <w:p w14:paraId="31D42984" w14:textId="40B40118" w:rsidR="0067279D" w:rsidRPr="0067279D" w:rsidRDefault="0067279D" w:rsidP="00694CFD">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(předpoklad do 51 měsíců od účinnosti Smlouvy)</w:t>
            </w:r>
          </w:p>
        </w:tc>
        <w:tc>
          <w:tcPr>
            <w:tcW w:w="7797" w:type="dxa"/>
            <w:shd w:val="clear" w:color="auto" w:fill="auto"/>
            <w:hideMark/>
          </w:tcPr>
          <w:p w14:paraId="33496E24" w14:textId="77777777" w:rsidR="00694CFD" w:rsidRPr="00AA0F9E" w:rsidRDefault="00694CFD" w:rsidP="00694CF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Majetkoprávní </w:t>
            </w:r>
            <w:proofErr w:type="gramStart"/>
            <w:r w:rsidRPr="00AA0F9E">
              <w:rPr>
                <w:rFonts w:eastAsia="Times New Roman" w:cs="Times New Roman"/>
                <w:sz w:val="18"/>
                <w:szCs w:val="18"/>
                <w:lang w:eastAsia="cs-CZ"/>
              </w:rPr>
              <w:t>vypořádání - vyvlastnění</w:t>
            </w:r>
            <w:proofErr w:type="gramEnd"/>
          </w:p>
        </w:tc>
        <w:tc>
          <w:tcPr>
            <w:tcW w:w="2126" w:type="dxa"/>
            <w:shd w:val="clear" w:color="auto" w:fill="auto"/>
            <w:noWrap/>
            <w:vAlign w:val="center"/>
            <w:hideMark/>
          </w:tcPr>
          <w:p w14:paraId="231335F8" w14:textId="624B4A8E" w:rsidR="00694CFD" w:rsidRPr="00AA0F9E" w:rsidRDefault="00694CFD" w:rsidP="00694CFD">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r w:rsidR="0067279D">
              <w:rPr>
                <w:rFonts w:eastAsia="Times New Roman" w:cs="Times New Roman"/>
                <w:sz w:val="18"/>
                <w:szCs w:val="18"/>
                <w:lang w:eastAsia="cs-CZ"/>
              </w:rPr>
              <w:t>a Protokol o provedení Díla</w:t>
            </w:r>
          </w:p>
        </w:tc>
        <w:tc>
          <w:tcPr>
            <w:tcW w:w="1276" w:type="dxa"/>
            <w:shd w:val="clear" w:color="auto" w:fill="auto"/>
            <w:vAlign w:val="center"/>
            <w:hideMark/>
          </w:tcPr>
          <w:p w14:paraId="330A2B3C" w14:textId="77777777" w:rsidR="00694CFD" w:rsidRPr="0067279D" w:rsidRDefault="00694CFD" w:rsidP="00694CFD">
            <w:pPr>
              <w:spacing w:after="0" w:line="240" w:lineRule="auto"/>
              <w:jc w:val="center"/>
              <w:rPr>
                <w:rFonts w:eastAsia="Times New Roman" w:cs="Times New Roman"/>
                <w:b/>
                <w:bCs/>
                <w:color w:val="404040"/>
                <w:sz w:val="16"/>
                <w:szCs w:val="16"/>
                <w:lang w:eastAsia="cs-CZ"/>
              </w:rPr>
            </w:pPr>
            <w:r w:rsidRPr="0067279D">
              <w:rPr>
                <w:rFonts w:eastAsia="Times New Roman" w:cs="Times New Roman"/>
                <w:b/>
                <w:bCs/>
                <w:color w:val="404040"/>
                <w:sz w:val="16"/>
                <w:szCs w:val="16"/>
                <w:lang w:eastAsia="cs-CZ"/>
              </w:rPr>
              <w:t>5 % z ceny ZP a DPS</w:t>
            </w:r>
          </w:p>
        </w:tc>
      </w:tr>
      <w:tr w:rsidR="00384233" w:rsidRPr="00AA0F9E" w14:paraId="4FCAD98F" w14:textId="77777777" w:rsidTr="00186877">
        <w:trPr>
          <w:trHeight w:val="675"/>
        </w:trPr>
        <w:tc>
          <w:tcPr>
            <w:tcW w:w="1134" w:type="dxa"/>
            <w:shd w:val="clear" w:color="auto" w:fill="auto"/>
            <w:noWrap/>
            <w:vAlign w:val="center"/>
          </w:tcPr>
          <w:p w14:paraId="7F8B7E5A" w14:textId="385970BD" w:rsidR="00384233" w:rsidRPr="00AA0F9E" w:rsidRDefault="00384233" w:rsidP="00384233">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 xml:space="preserve">16.Dílčí etapa </w:t>
            </w:r>
          </w:p>
        </w:tc>
        <w:tc>
          <w:tcPr>
            <w:tcW w:w="1701" w:type="dxa"/>
            <w:shd w:val="clear" w:color="auto" w:fill="auto"/>
            <w:vAlign w:val="center"/>
          </w:tcPr>
          <w:p w14:paraId="257B3BEE" w14:textId="5A46CB0A" w:rsidR="00384233" w:rsidRPr="0067279D" w:rsidRDefault="00384233" w:rsidP="00384233">
            <w:pPr>
              <w:spacing w:after="0" w:line="240" w:lineRule="auto"/>
              <w:jc w:val="center"/>
              <w:rPr>
                <w:rFonts w:eastAsia="Times New Roman" w:cs="Times New Roman"/>
                <w:b/>
                <w:bCs/>
                <w:color w:val="000000"/>
                <w:sz w:val="18"/>
                <w:szCs w:val="18"/>
                <w:lang w:eastAsia="cs-CZ"/>
              </w:rPr>
            </w:pPr>
            <w:r w:rsidRPr="0067279D">
              <w:rPr>
                <w:rFonts w:eastAsia="Times New Roman" w:cs="Times New Roman"/>
                <w:b/>
                <w:bCs/>
                <w:color w:val="000000"/>
                <w:sz w:val="18"/>
                <w:szCs w:val="18"/>
                <w:lang w:eastAsia="cs-CZ"/>
              </w:rPr>
              <w:t>Do 2 měsíců od dílčí etapy 12</w:t>
            </w:r>
          </w:p>
        </w:tc>
        <w:tc>
          <w:tcPr>
            <w:tcW w:w="7797" w:type="dxa"/>
            <w:shd w:val="clear" w:color="auto" w:fill="auto"/>
          </w:tcPr>
          <w:p w14:paraId="68E82A4D" w14:textId="77777777" w:rsidR="00384233" w:rsidRDefault="00384233" w:rsidP="00384233">
            <w:pPr>
              <w:spacing w:after="0" w:line="240" w:lineRule="auto"/>
              <w:rPr>
                <w:rFonts w:eastAsia="Times New Roman" w:cs="Times New Roman"/>
                <w:sz w:val="18"/>
                <w:szCs w:val="18"/>
                <w:lang w:eastAsia="cs-CZ"/>
              </w:rPr>
            </w:pPr>
            <w:r>
              <w:rPr>
                <w:rFonts w:eastAsia="Times New Roman" w:cs="Times New Roman"/>
                <w:sz w:val="18"/>
                <w:szCs w:val="18"/>
                <w:lang w:eastAsia="cs-CZ"/>
              </w:rPr>
              <w:t>Předání kompletního Informačního modelu stavby</w:t>
            </w:r>
          </w:p>
          <w:p w14:paraId="2DABCCDA" w14:textId="77777777" w:rsidR="00384233" w:rsidRDefault="00384233" w:rsidP="00384233">
            <w:pPr>
              <w:spacing w:after="0" w:line="240" w:lineRule="auto"/>
              <w:rPr>
                <w:rFonts w:eastAsia="Times New Roman" w:cs="Times New Roman"/>
                <w:sz w:val="18"/>
                <w:szCs w:val="18"/>
                <w:lang w:eastAsia="cs-CZ"/>
              </w:rPr>
            </w:pPr>
            <w:r>
              <w:rPr>
                <w:rFonts w:eastAsia="Times New Roman" w:cs="Times New Roman"/>
                <w:sz w:val="18"/>
                <w:szCs w:val="18"/>
                <w:lang w:eastAsia="cs-CZ"/>
              </w:rPr>
              <w:t>Předání Závěrečné hodnotící zprávy se zapracovanými připomínkami</w:t>
            </w:r>
          </w:p>
          <w:p w14:paraId="03B6EF68" w14:textId="77777777" w:rsidR="00384233" w:rsidRPr="00AA0F9E" w:rsidRDefault="00384233" w:rsidP="00384233">
            <w:pPr>
              <w:spacing w:after="0" w:line="240" w:lineRule="auto"/>
              <w:rPr>
                <w:rFonts w:eastAsia="Times New Roman" w:cs="Times New Roman"/>
                <w:color w:val="000000"/>
                <w:sz w:val="18"/>
                <w:szCs w:val="18"/>
                <w:lang w:eastAsia="cs-CZ"/>
              </w:rPr>
            </w:pPr>
          </w:p>
        </w:tc>
        <w:tc>
          <w:tcPr>
            <w:tcW w:w="2126" w:type="dxa"/>
            <w:shd w:val="clear" w:color="auto" w:fill="auto"/>
            <w:vAlign w:val="center"/>
          </w:tcPr>
          <w:p w14:paraId="1C0B295F" w14:textId="32DE8ADB" w:rsidR="00384233" w:rsidRPr="00AA0F9E" w:rsidRDefault="00384233" w:rsidP="00384233">
            <w:pPr>
              <w:spacing w:after="0" w:line="240" w:lineRule="auto"/>
              <w:rPr>
                <w:rFonts w:eastAsia="Times New Roman" w:cs="Times New Roman"/>
                <w:color w:val="000000"/>
                <w:sz w:val="18"/>
                <w:szCs w:val="18"/>
                <w:lang w:eastAsia="cs-CZ"/>
              </w:rPr>
            </w:pPr>
            <w:r w:rsidRPr="004D4672">
              <w:rPr>
                <w:rFonts w:eastAsia="Times New Roman" w:cs="Times New Roman"/>
                <w:sz w:val="18"/>
                <w:szCs w:val="18"/>
                <w:lang w:eastAsia="cs-CZ"/>
              </w:rPr>
              <w:t>Předávací protokol podepsaný Objednatelem</w:t>
            </w:r>
          </w:p>
        </w:tc>
        <w:tc>
          <w:tcPr>
            <w:tcW w:w="1276" w:type="dxa"/>
            <w:shd w:val="clear" w:color="auto" w:fill="auto"/>
            <w:vAlign w:val="center"/>
          </w:tcPr>
          <w:p w14:paraId="733EEB03" w14:textId="04810F25" w:rsidR="00384233" w:rsidRPr="00F675D1" w:rsidRDefault="00384233" w:rsidP="00186877">
            <w:pPr>
              <w:spacing w:after="0" w:line="240" w:lineRule="auto"/>
              <w:jc w:val="center"/>
              <w:rPr>
                <w:rFonts w:eastAsia="Times New Roman" w:cs="Times New Roman"/>
                <w:b/>
                <w:bCs/>
                <w:color w:val="000000"/>
                <w:sz w:val="16"/>
                <w:szCs w:val="18"/>
                <w:lang w:eastAsia="cs-CZ"/>
              </w:rPr>
            </w:pPr>
            <w:r w:rsidRPr="00F675D1">
              <w:rPr>
                <w:rFonts w:eastAsia="Times New Roman" w:cs="Times New Roman"/>
                <w:b/>
                <w:bCs/>
                <w:sz w:val="16"/>
                <w:szCs w:val="18"/>
                <w:lang w:eastAsia="cs-CZ"/>
              </w:rPr>
              <w:t>25</w:t>
            </w:r>
            <w:r w:rsidR="004C39E8" w:rsidRPr="00F675D1">
              <w:rPr>
                <w:rFonts w:eastAsia="Times New Roman" w:cs="Times New Roman"/>
                <w:b/>
                <w:bCs/>
                <w:sz w:val="16"/>
                <w:szCs w:val="18"/>
                <w:lang w:eastAsia="cs-CZ"/>
              </w:rPr>
              <w:t xml:space="preserve"> </w:t>
            </w:r>
            <w:r w:rsidRPr="00F675D1">
              <w:rPr>
                <w:rFonts w:eastAsia="Times New Roman" w:cs="Times New Roman"/>
                <w:b/>
                <w:bCs/>
                <w:sz w:val="16"/>
                <w:szCs w:val="18"/>
                <w:lang w:eastAsia="cs-CZ"/>
              </w:rPr>
              <w:t xml:space="preserve">% </w:t>
            </w:r>
            <w:r w:rsidR="002444B0">
              <w:rPr>
                <w:rFonts w:eastAsia="Times New Roman" w:cs="Times New Roman"/>
                <w:b/>
                <w:bCs/>
                <w:sz w:val="16"/>
                <w:szCs w:val="18"/>
                <w:lang w:eastAsia="cs-CZ"/>
              </w:rPr>
              <w:t xml:space="preserve">z </w:t>
            </w:r>
            <w:r w:rsidRPr="00F675D1">
              <w:rPr>
                <w:rFonts w:eastAsia="Times New Roman" w:cs="Times New Roman"/>
                <w:b/>
                <w:bCs/>
                <w:sz w:val="16"/>
                <w:szCs w:val="18"/>
                <w:lang w:eastAsia="cs-CZ"/>
              </w:rPr>
              <w:t>ceny CDE</w:t>
            </w:r>
          </w:p>
        </w:tc>
      </w:tr>
      <w:tr w:rsidR="00384233" w:rsidRPr="00AA0F9E" w14:paraId="618CE563" w14:textId="77777777" w:rsidTr="00186877">
        <w:trPr>
          <w:trHeight w:val="675"/>
        </w:trPr>
        <w:tc>
          <w:tcPr>
            <w:tcW w:w="1134" w:type="dxa"/>
            <w:shd w:val="clear" w:color="auto" w:fill="auto"/>
            <w:noWrap/>
            <w:vAlign w:val="center"/>
            <w:hideMark/>
          </w:tcPr>
          <w:p w14:paraId="56C23F07" w14:textId="6B1C5419" w:rsidR="00384233" w:rsidRPr="00AA0F9E" w:rsidRDefault="00384233" w:rsidP="00384233">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lastRenderedPageBreak/>
              <w:t>1</w:t>
            </w:r>
            <w:r>
              <w:rPr>
                <w:rFonts w:eastAsia="Times New Roman" w:cs="Times New Roman"/>
                <w:b/>
                <w:bCs/>
                <w:sz w:val="18"/>
                <w:szCs w:val="18"/>
                <w:lang w:eastAsia="cs-CZ"/>
              </w:rPr>
              <w:t>7</w:t>
            </w:r>
            <w:r w:rsidRPr="00AA0F9E">
              <w:rPr>
                <w:rFonts w:eastAsia="Times New Roman" w:cs="Times New Roman"/>
                <w:b/>
                <w:bCs/>
                <w:sz w:val="18"/>
                <w:szCs w:val="18"/>
                <w:lang w:eastAsia="cs-CZ"/>
              </w:rPr>
              <w:t>.Dílčí etapa</w:t>
            </w:r>
          </w:p>
        </w:tc>
        <w:tc>
          <w:tcPr>
            <w:tcW w:w="1701" w:type="dxa"/>
            <w:shd w:val="clear" w:color="auto" w:fill="auto"/>
            <w:vAlign w:val="center"/>
            <w:hideMark/>
          </w:tcPr>
          <w:p w14:paraId="74F8D6B7" w14:textId="77777777" w:rsidR="00384233" w:rsidRPr="0067279D" w:rsidRDefault="00384233" w:rsidP="00384233">
            <w:pPr>
              <w:spacing w:after="0" w:line="240" w:lineRule="auto"/>
              <w:jc w:val="center"/>
              <w:rPr>
                <w:rFonts w:eastAsia="Times New Roman" w:cs="Times New Roman"/>
                <w:b/>
                <w:bCs/>
                <w:color w:val="000000"/>
                <w:sz w:val="18"/>
                <w:szCs w:val="18"/>
                <w:lang w:eastAsia="cs-CZ"/>
              </w:rPr>
            </w:pPr>
            <w:r w:rsidRPr="0067279D">
              <w:rPr>
                <w:rFonts w:eastAsia="Times New Roman" w:cs="Times New Roman"/>
                <w:b/>
                <w:bCs/>
                <w:color w:val="000000"/>
                <w:sz w:val="18"/>
                <w:szCs w:val="18"/>
                <w:lang w:eastAsia="cs-CZ"/>
              </w:rPr>
              <w:t>Předpoklad 18 měsíců (VI/2028 - XII/2029)</w:t>
            </w:r>
          </w:p>
        </w:tc>
        <w:tc>
          <w:tcPr>
            <w:tcW w:w="7797" w:type="dxa"/>
            <w:shd w:val="clear" w:color="auto" w:fill="auto"/>
            <w:hideMark/>
          </w:tcPr>
          <w:p w14:paraId="09522F42" w14:textId="77777777" w:rsidR="00384233" w:rsidRPr="00AA0F9E" w:rsidRDefault="00384233" w:rsidP="00384233">
            <w:pPr>
              <w:spacing w:after="0" w:line="240" w:lineRule="auto"/>
              <w:rPr>
                <w:rFonts w:eastAsia="Times New Roman" w:cs="Times New Roman"/>
                <w:color w:val="000000"/>
                <w:sz w:val="18"/>
                <w:szCs w:val="18"/>
                <w:lang w:eastAsia="cs-CZ"/>
              </w:rPr>
            </w:pPr>
            <w:r w:rsidRPr="00AA0F9E">
              <w:rPr>
                <w:rFonts w:eastAsia="Times New Roman" w:cs="Times New Roman"/>
                <w:color w:val="000000"/>
                <w:sz w:val="18"/>
                <w:szCs w:val="18"/>
                <w:lang w:eastAsia="cs-CZ"/>
              </w:rPr>
              <w:t>Součinnost Dozoru projektanta při zpracování PDPS (účast při projednání a připomínkování Dokumentace)</w:t>
            </w:r>
          </w:p>
        </w:tc>
        <w:tc>
          <w:tcPr>
            <w:tcW w:w="2126" w:type="dxa"/>
            <w:shd w:val="clear" w:color="auto" w:fill="auto"/>
            <w:vAlign w:val="center"/>
            <w:hideMark/>
          </w:tcPr>
          <w:p w14:paraId="30EBA55C" w14:textId="77777777" w:rsidR="00384233" w:rsidRPr="00AA0F9E" w:rsidRDefault="00384233" w:rsidP="00384233">
            <w:pPr>
              <w:spacing w:after="0" w:line="240" w:lineRule="auto"/>
              <w:rPr>
                <w:rFonts w:eastAsia="Times New Roman" w:cs="Times New Roman"/>
                <w:color w:val="000000"/>
                <w:sz w:val="18"/>
                <w:szCs w:val="18"/>
                <w:lang w:eastAsia="cs-CZ"/>
              </w:rPr>
            </w:pPr>
            <w:r w:rsidRPr="00AA0F9E">
              <w:rPr>
                <w:rFonts w:eastAsia="Times New Roman" w:cs="Times New Roman"/>
                <w:color w:val="000000"/>
                <w:sz w:val="18"/>
                <w:szCs w:val="18"/>
                <w:lang w:eastAsia="cs-CZ"/>
              </w:rPr>
              <w:t xml:space="preserve">Vydání stanoviska Dozoru projektanta při zhotovení PDPS k souladu s návrhem technického řešení DPS </w:t>
            </w:r>
          </w:p>
        </w:tc>
        <w:tc>
          <w:tcPr>
            <w:tcW w:w="1276" w:type="dxa"/>
            <w:shd w:val="clear" w:color="auto" w:fill="auto"/>
            <w:vAlign w:val="center"/>
            <w:hideMark/>
          </w:tcPr>
          <w:p w14:paraId="5B337E9B" w14:textId="4A785479" w:rsidR="00384233" w:rsidRPr="00F675D1" w:rsidRDefault="00384233" w:rsidP="00186877">
            <w:pPr>
              <w:spacing w:after="0" w:line="240" w:lineRule="auto"/>
              <w:jc w:val="center"/>
              <w:rPr>
                <w:rFonts w:eastAsia="Times New Roman" w:cs="Times New Roman"/>
                <w:b/>
                <w:bCs/>
                <w:color w:val="000000"/>
                <w:sz w:val="16"/>
                <w:szCs w:val="18"/>
                <w:lang w:eastAsia="cs-CZ"/>
              </w:rPr>
            </w:pPr>
            <w:r w:rsidRPr="00F675D1">
              <w:rPr>
                <w:rFonts w:eastAsia="Times New Roman" w:cs="Times New Roman"/>
                <w:b/>
                <w:bCs/>
                <w:color w:val="000000"/>
                <w:sz w:val="16"/>
                <w:szCs w:val="18"/>
                <w:lang w:eastAsia="cs-CZ"/>
              </w:rPr>
              <w:t>fakturace za výkon Dozoru projektanta</w:t>
            </w:r>
          </w:p>
        </w:tc>
      </w:tr>
    </w:tbl>
    <w:p w14:paraId="03322432" w14:textId="77777777" w:rsidR="003638F4" w:rsidRDefault="003638F4" w:rsidP="006737E9">
      <w:pPr>
        <w:pStyle w:val="Text2-1"/>
        <w:numPr>
          <w:ilvl w:val="0"/>
          <w:numId w:val="0"/>
        </w:numPr>
        <w:ind w:left="737" w:hanging="737"/>
        <w:rPr>
          <w:rStyle w:val="Tun"/>
          <w:i/>
          <w:color w:val="00B050"/>
          <w:sz w:val="16"/>
          <w:szCs w:val="16"/>
        </w:rPr>
      </w:pPr>
    </w:p>
    <w:p w14:paraId="4F5DD4BB" w14:textId="77777777" w:rsidR="003638F4" w:rsidRDefault="003638F4" w:rsidP="006737E9">
      <w:pPr>
        <w:pStyle w:val="Text2-1"/>
        <w:numPr>
          <w:ilvl w:val="0"/>
          <w:numId w:val="0"/>
        </w:numPr>
        <w:ind w:left="737" w:hanging="737"/>
        <w:rPr>
          <w:rStyle w:val="Tun"/>
          <w:i/>
          <w:color w:val="00B050"/>
          <w:sz w:val="16"/>
          <w:szCs w:val="16"/>
        </w:rPr>
      </w:pPr>
    </w:p>
    <w:p w14:paraId="4041CCCB" w14:textId="38D326F6" w:rsidR="00AA0F9E" w:rsidRDefault="00AA0F9E" w:rsidP="006737E9">
      <w:pPr>
        <w:pStyle w:val="Text2-1"/>
        <w:numPr>
          <w:ilvl w:val="0"/>
          <w:numId w:val="0"/>
        </w:numPr>
        <w:ind w:left="737" w:hanging="737"/>
        <w:rPr>
          <w:rStyle w:val="Tun"/>
          <w:i/>
          <w:color w:val="00B050"/>
          <w:sz w:val="16"/>
          <w:szCs w:val="16"/>
        </w:rPr>
      </w:pPr>
    </w:p>
    <w:p w14:paraId="239A900D" w14:textId="77777777" w:rsidR="00AA0F9E" w:rsidRDefault="00AA0F9E" w:rsidP="006737E9">
      <w:pPr>
        <w:pStyle w:val="Text2-1"/>
        <w:numPr>
          <w:ilvl w:val="0"/>
          <w:numId w:val="0"/>
        </w:numPr>
        <w:ind w:left="737" w:hanging="737"/>
        <w:rPr>
          <w:rStyle w:val="Tun"/>
          <w:i/>
          <w:color w:val="00B050"/>
          <w:sz w:val="16"/>
          <w:szCs w:val="16"/>
        </w:rPr>
      </w:pPr>
    </w:p>
    <w:p w14:paraId="6DEAE4A0" w14:textId="77777777" w:rsidR="00AA0F9E" w:rsidRDefault="00AA0F9E" w:rsidP="006737E9">
      <w:pPr>
        <w:pStyle w:val="Text2-1"/>
        <w:numPr>
          <w:ilvl w:val="0"/>
          <w:numId w:val="0"/>
        </w:numPr>
        <w:ind w:left="737" w:hanging="737"/>
        <w:rPr>
          <w:rStyle w:val="Tun"/>
          <w:i/>
          <w:color w:val="00B050"/>
          <w:sz w:val="16"/>
          <w:szCs w:val="16"/>
        </w:rPr>
      </w:pPr>
    </w:p>
    <w:p w14:paraId="5D967568" w14:textId="77777777" w:rsidR="00AA0F9E" w:rsidRPr="005562D9" w:rsidRDefault="00AA0F9E" w:rsidP="006737E9">
      <w:pPr>
        <w:pStyle w:val="Text2-1"/>
        <w:numPr>
          <w:ilvl w:val="0"/>
          <w:numId w:val="0"/>
        </w:numPr>
        <w:ind w:left="737" w:hanging="737"/>
        <w:rPr>
          <w:b/>
        </w:rPr>
      </w:pPr>
    </w:p>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F675D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3250AD7D"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2C29B3" w:rsidRPr="002C29B3">
        <w:rPr>
          <w:rFonts w:asciiTheme="minorHAnsi" w:hAnsiTheme="minorHAnsi"/>
          <w:b w:val="0"/>
          <w:i/>
          <w:sz w:val="18"/>
          <w:szCs w:val="18"/>
        </w:rPr>
        <w:t>(vyjma podpisu této Smlouvy a jejích případných dodatků)</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2C29B3">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10512B8D" w14:textId="77777777" w:rsidTr="002C29B3">
        <w:trPr>
          <w:trHeight w:val="170"/>
        </w:trPr>
        <w:tc>
          <w:tcPr>
            <w:tcW w:w="3030" w:type="dxa"/>
          </w:tcPr>
          <w:p w14:paraId="1B97604B" w14:textId="77777777" w:rsidR="002038D5" w:rsidRPr="00F95FBD" w:rsidRDefault="002038D5" w:rsidP="002038D5">
            <w:pPr>
              <w:pStyle w:val="Tabulka"/>
            </w:pPr>
            <w:r w:rsidRPr="00F95FBD">
              <w:t>E-mail</w:t>
            </w:r>
          </w:p>
        </w:tc>
        <w:tc>
          <w:tcPr>
            <w:tcW w:w="5759"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2C29B3">
        <w:trPr>
          <w:trHeight w:val="170"/>
        </w:trPr>
        <w:tc>
          <w:tcPr>
            <w:tcW w:w="3030" w:type="dxa"/>
          </w:tcPr>
          <w:p w14:paraId="1500671D" w14:textId="77777777" w:rsidR="002038D5" w:rsidRPr="00F95FBD" w:rsidRDefault="002038D5" w:rsidP="002038D5">
            <w:pPr>
              <w:pStyle w:val="Tabulka"/>
            </w:pPr>
            <w:r w:rsidRPr="00F95FBD">
              <w:t>Telefon</w:t>
            </w:r>
          </w:p>
        </w:tc>
        <w:tc>
          <w:tcPr>
            <w:tcW w:w="5759"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29C58D51" w:rsidR="002038D5" w:rsidRDefault="002038D5" w:rsidP="00502690">
      <w:pPr>
        <w:pStyle w:val="Textbezodsazen"/>
      </w:pPr>
    </w:p>
    <w:p w14:paraId="2D1A8FAC" w14:textId="79944034" w:rsidR="002C29B3" w:rsidRPr="00F95FBD" w:rsidRDefault="002C29B3" w:rsidP="002C29B3">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obchodních</w:t>
      </w:r>
    </w:p>
    <w:tbl>
      <w:tblPr>
        <w:tblStyle w:val="TabulkaS-zhlav"/>
        <w:tblW w:w="8789" w:type="dxa"/>
        <w:tblLook w:val="04A0" w:firstRow="1" w:lastRow="0" w:firstColumn="1" w:lastColumn="0" w:noHBand="0" w:noVBand="1"/>
      </w:tblPr>
      <w:tblGrid>
        <w:gridCol w:w="3030"/>
        <w:gridCol w:w="5759"/>
      </w:tblGrid>
      <w:tr w:rsidR="002C29B3" w:rsidRPr="0017282C" w14:paraId="21EE45E2"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6F068C94" w14:textId="77777777" w:rsidR="002C29B3" w:rsidRPr="0017282C" w:rsidRDefault="002C29B3" w:rsidP="00AE0FF7">
            <w:pPr>
              <w:pStyle w:val="Tabulka"/>
              <w:rPr>
                <w:rStyle w:val="Nadpisvtabulce"/>
                <w:b/>
              </w:rPr>
            </w:pPr>
            <w:r w:rsidRPr="0017282C">
              <w:rPr>
                <w:rStyle w:val="Nadpisvtabulce"/>
                <w:b/>
              </w:rPr>
              <w:t>Jméno a příjmení</w:t>
            </w:r>
          </w:p>
        </w:tc>
        <w:tc>
          <w:tcPr>
            <w:tcW w:w="5759" w:type="dxa"/>
          </w:tcPr>
          <w:p w14:paraId="694BF476" w14:textId="77777777" w:rsidR="002C29B3" w:rsidRPr="0017282C" w:rsidRDefault="002C29B3" w:rsidP="00AE0FF7">
            <w:pPr>
              <w:pStyle w:val="Tabulka"/>
              <w:rPr>
                <w:highlight w:val="green"/>
              </w:rPr>
            </w:pPr>
            <w:r w:rsidRPr="0017282C">
              <w:rPr>
                <w:highlight w:val="green"/>
              </w:rPr>
              <w:t>[VLOŽÍ OBJEDNATEL]</w:t>
            </w:r>
          </w:p>
        </w:tc>
      </w:tr>
      <w:tr w:rsidR="002C29B3" w:rsidRPr="00F95FBD" w14:paraId="01ADA9D3" w14:textId="77777777" w:rsidTr="002C29B3">
        <w:tc>
          <w:tcPr>
            <w:tcW w:w="3030" w:type="dxa"/>
          </w:tcPr>
          <w:p w14:paraId="43FE4D73" w14:textId="77777777" w:rsidR="002C29B3" w:rsidRPr="00F95FBD" w:rsidRDefault="002C29B3" w:rsidP="00AE0FF7">
            <w:pPr>
              <w:pStyle w:val="Tabulka"/>
            </w:pPr>
            <w:r w:rsidRPr="00F95FBD">
              <w:t>E-mail</w:t>
            </w:r>
          </w:p>
        </w:tc>
        <w:tc>
          <w:tcPr>
            <w:tcW w:w="5759" w:type="dxa"/>
          </w:tcPr>
          <w:p w14:paraId="0DEE1523" w14:textId="77777777" w:rsidR="002C29B3" w:rsidRPr="00FB4272" w:rsidRDefault="002C29B3" w:rsidP="00AE0FF7">
            <w:pPr>
              <w:pStyle w:val="Tabulka"/>
              <w:rPr>
                <w:highlight w:val="green"/>
              </w:rPr>
            </w:pPr>
            <w:r w:rsidRPr="00FB4272">
              <w:rPr>
                <w:highlight w:val="green"/>
              </w:rPr>
              <w:t>[VLOŽÍ OBJEDNATEL]</w:t>
            </w:r>
          </w:p>
        </w:tc>
      </w:tr>
      <w:tr w:rsidR="002C29B3" w:rsidRPr="00F95FBD" w14:paraId="7AF917CB" w14:textId="77777777" w:rsidTr="002C29B3">
        <w:tc>
          <w:tcPr>
            <w:tcW w:w="3030" w:type="dxa"/>
          </w:tcPr>
          <w:p w14:paraId="7E58A96A" w14:textId="77777777" w:rsidR="002C29B3" w:rsidRPr="00F95FBD" w:rsidRDefault="002C29B3" w:rsidP="00AE0FF7">
            <w:pPr>
              <w:pStyle w:val="Tabulka"/>
            </w:pPr>
            <w:r w:rsidRPr="00F95FBD">
              <w:t>Telefon</w:t>
            </w:r>
          </w:p>
        </w:tc>
        <w:tc>
          <w:tcPr>
            <w:tcW w:w="5759" w:type="dxa"/>
          </w:tcPr>
          <w:p w14:paraId="2A683655" w14:textId="77777777" w:rsidR="002C29B3" w:rsidRPr="00FB4272" w:rsidRDefault="002C29B3" w:rsidP="00AE0FF7">
            <w:pPr>
              <w:pStyle w:val="Tabulka"/>
              <w:rPr>
                <w:highlight w:val="green"/>
              </w:rPr>
            </w:pPr>
            <w:r w:rsidRPr="00FB4272">
              <w:rPr>
                <w:highlight w:val="green"/>
              </w:rPr>
              <w:t>[VLOŽÍ OBJEDNATEL]</w:t>
            </w:r>
          </w:p>
        </w:tc>
      </w:tr>
    </w:tbl>
    <w:p w14:paraId="1ACB19CB" w14:textId="77777777" w:rsidR="002C29B3" w:rsidRPr="00F95FBD" w:rsidRDefault="002C29B3"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36FD4ED2" w14:textId="77777777" w:rsidTr="002C29B3">
        <w:tc>
          <w:tcPr>
            <w:tcW w:w="3030" w:type="dxa"/>
          </w:tcPr>
          <w:p w14:paraId="4B3E91AF" w14:textId="77777777" w:rsidR="002038D5" w:rsidRPr="00F95FBD" w:rsidRDefault="002038D5" w:rsidP="002038D5">
            <w:pPr>
              <w:pStyle w:val="Tabulka"/>
            </w:pPr>
            <w:r w:rsidRPr="00F95FBD">
              <w:t>E-mail</w:t>
            </w:r>
          </w:p>
        </w:tc>
        <w:tc>
          <w:tcPr>
            <w:tcW w:w="5759"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2C29B3">
        <w:tc>
          <w:tcPr>
            <w:tcW w:w="3030" w:type="dxa"/>
          </w:tcPr>
          <w:p w14:paraId="2EC5ACA0" w14:textId="77777777" w:rsidR="002038D5" w:rsidRPr="00F95FBD" w:rsidRDefault="002038D5" w:rsidP="002038D5">
            <w:pPr>
              <w:pStyle w:val="Tabulka"/>
            </w:pPr>
            <w:r w:rsidRPr="00F95FBD">
              <w:t>Telefon</w:t>
            </w:r>
          </w:p>
        </w:tc>
        <w:tc>
          <w:tcPr>
            <w:tcW w:w="5759"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CA46A0F" w:rsidR="002038D5" w:rsidRDefault="002038D5" w:rsidP="002038D5">
      <w:pPr>
        <w:pStyle w:val="Textbezodsazen"/>
      </w:pPr>
    </w:p>
    <w:tbl>
      <w:tblPr>
        <w:tblStyle w:val="TabulkaS-zhlav"/>
        <w:tblW w:w="8789" w:type="dxa"/>
        <w:tblLook w:val="04A0" w:firstRow="1" w:lastRow="0" w:firstColumn="1" w:lastColumn="0" w:noHBand="0" w:noVBand="1"/>
      </w:tblPr>
      <w:tblGrid>
        <w:gridCol w:w="3030"/>
        <w:gridCol w:w="5759"/>
      </w:tblGrid>
      <w:tr w:rsidR="002C29B3" w:rsidRPr="0017282C" w14:paraId="2B621CF9"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45912E36" w14:textId="77777777" w:rsidR="002C29B3" w:rsidRPr="0017282C" w:rsidRDefault="002C29B3" w:rsidP="00AE0FF7">
            <w:pPr>
              <w:pStyle w:val="Tabulka"/>
              <w:rPr>
                <w:rStyle w:val="Nadpisvtabulce"/>
                <w:b/>
              </w:rPr>
            </w:pPr>
            <w:r w:rsidRPr="0017282C">
              <w:rPr>
                <w:rStyle w:val="Nadpisvtabulce"/>
                <w:b/>
              </w:rPr>
              <w:t>Jméno a příjmení</w:t>
            </w:r>
          </w:p>
        </w:tc>
        <w:tc>
          <w:tcPr>
            <w:tcW w:w="5759" w:type="dxa"/>
          </w:tcPr>
          <w:p w14:paraId="6DA699AB" w14:textId="77777777" w:rsidR="002C29B3" w:rsidRPr="0017282C" w:rsidRDefault="002C29B3" w:rsidP="00AE0FF7">
            <w:pPr>
              <w:pStyle w:val="Tabulka"/>
              <w:rPr>
                <w:highlight w:val="green"/>
              </w:rPr>
            </w:pPr>
            <w:r w:rsidRPr="0017282C">
              <w:rPr>
                <w:highlight w:val="green"/>
              </w:rPr>
              <w:t>[VLOŽÍ OBJEDNATEL]</w:t>
            </w:r>
          </w:p>
        </w:tc>
      </w:tr>
      <w:tr w:rsidR="002C29B3" w:rsidRPr="00F95FBD" w14:paraId="61EFA11C" w14:textId="77777777" w:rsidTr="002C29B3">
        <w:tc>
          <w:tcPr>
            <w:tcW w:w="3030" w:type="dxa"/>
          </w:tcPr>
          <w:p w14:paraId="474331AF" w14:textId="77777777" w:rsidR="002C29B3" w:rsidRPr="00F95FBD" w:rsidRDefault="002C29B3" w:rsidP="00AE0FF7">
            <w:pPr>
              <w:pStyle w:val="Tabulka"/>
            </w:pPr>
            <w:r w:rsidRPr="00F95FBD">
              <w:t>E-mail</w:t>
            </w:r>
          </w:p>
        </w:tc>
        <w:tc>
          <w:tcPr>
            <w:tcW w:w="5759" w:type="dxa"/>
          </w:tcPr>
          <w:p w14:paraId="77D5D8EB" w14:textId="77777777" w:rsidR="002C29B3" w:rsidRPr="00FB4272" w:rsidRDefault="002C29B3" w:rsidP="00AE0FF7">
            <w:pPr>
              <w:pStyle w:val="Tabulka"/>
              <w:rPr>
                <w:highlight w:val="green"/>
              </w:rPr>
            </w:pPr>
            <w:r w:rsidRPr="00FB4272">
              <w:rPr>
                <w:highlight w:val="green"/>
              </w:rPr>
              <w:t>[VLOŽÍ OBJEDNATEL]</w:t>
            </w:r>
          </w:p>
        </w:tc>
      </w:tr>
      <w:tr w:rsidR="002C29B3" w:rsidRPr="00F95FBD" w14:paraId="7B33DE1E" w14:textId="77777777" w:rsidTr="002C29B3">
        <w:tc>
          <w:tcPr>
            <w:tcW w:w="3030" w:type="dxa"/>
          </w:tcPr>
          <w:p w14:paraId="4104A52F" w14:textId="77777777" w:rsidR="002C29B3" w:rsidRPr="00F95FBD" w:rsidRDefault="002C29B3" w:rsidP="00AE0FF7">
            <w:pPr>
              <w:pStyle w:val="Tabulka"/>
            </w:pPr>
            <w:r w:rsidRPr="00F95FBD">
              <w:t>Telefon</w:t>
            </w:r>
          </w:p>
        </w:tc>
        <w:tc>
          <w:tcPr>
            <w:tcW w:w="5759" w:type="dxa"/>
          </w:tcPr>
          <w:p w14:paraId="6A41D922" w14:textId="77777777" w:rsidR="002C29B3" w:rsidRPr="00FB4272" w:rsidRDefault="002C29B3" w:rsidP="00AE0FF7">
            <w:pPr>
              <w:pStyle w:val="Tabulka"/>
              <w:rPr>
                <w:highlight w:val="green"/>
              </w:rPr>
            </w:pPr>
            <w:r w:rsidRPr="00FB4272">
              <w:rPr>
                <w:highlight w:val="green"/>
              </w:rPr>
              <w:t>[VLOŽÍ OBJEDNATEL]</w:t>
            </w:r>
          </w:p>
        </w:tc>
      </w:tr>
    </w:tbl>
    <w:p w14:paraId="4A85CE3D" w14:textId="77777777" w:rsidR="002C29B3" w:rsidRPr="00F95FBD" w:rsidRDefault="002C29B3" w:rsidP="002038D5">
      <w:pPr>
        <w:pStyle w:val="Textbezodsazen"/>
      </w:pPr>
    </w:p>
    <w:p w14:paraId="10AD32A7" w14:textId="45FB6A3F" w:rsidR="002038D5" w:rsidRPr="00F95FBD" w:rsidRDefault="002C29B3" w:rsidP="002038D5">
      <w:pPr>
        <w:pStyle w:val="Nadpistabulky"/>
        <w:rPr>
          <w:rFonts w:asciiTheme="minorHAnsi" w:hAnsiTheme="minorHAnsi"/>
          <w:sz w:val="18"/>
          <w:szCs w:val="18"/>
        </w:rPr>
      </w:pPr>
      <w:r>
        <w:rPr>
          <w:rFonts w:asciiTheme="minorHAnsi" w:hAnsiTheme="minorHAnsi"/>
          <w:sz w:val="18"/>
          <w:szCs w:val="18"/>
        </w:rPr>
        <w:t>Ve věci k</w:t>
      </w:r>
      <w:r w:rsidR="004E0117">
        <w:rPr>
          <w:rFonts w:asciiTheme="minorHAnsi" w:hAnsiTheme="minorHAnsi"/>
          <w:sz w:val="18"/>
          <w:szCs w:val="18"/>
        </w:rPr>
        <w:t>ontrol</w:t>
      </w:r>
      <w:r>
        <w:rPr>
          <w:rFonts w:asciiTheme="minorHAnsi" w:hAnsiTheme="minorHAnsi"/>
          <w:sz w:val="18"/>
          <w:szCs w:val="18"/>
        </w:rPr>
        <w:t>y</w:t>
      </w:r>
      <w:r w:rsidR="004E0117">
        <w:rPr>
          <w:rFonts w:asciiTheme="minorHAnsi" w:hAnsiTheme="minorHAnsi"/>
          <w:sz w:val="18"/>
          <w:szCs w:val="18"/>
        </w:rPr>
        <w:t xml:space="preserve">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413C1F1F"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5F7CEFD5" w14:textId="1ACA6611"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7099CF0" w14:textId="4358D04E"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472C7C7D" w:rsidTr="002C29B3">
        <w:tc>
          <w:tcPr>
            <w:tcW w:w="3030" w:type="dxa"/>
          </w:tcPr>
          <w:p w14:paraId="0EDA77F5" w14:textId="2BAF937B" w:rsidR="00C44853" w:rsidRPr="00F95FBD" w:rsidRDefault="002C29B3" w:rsidP="005923F7">
            <w:pPr>
              <w:pStyle w:val="Tabulka"/>
            </w:pPr>
            <w:r w:rsidRPr="00F95FBD">
              <w:t>E-mail</w:t>
            </w:r>
          </w:p>
        </w:tc>
        <w:tc>
          <w:tcPr>
            <w:tcW w:w="5759" w:type="dxa"/>
          </w:tcPr>
          <w:p w14:paraId="6E38B177" w14:textId="5A854ECA"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C17B0B2" w:rsidTr="002C29B3">
        <w:tc>
          <w:tcPr>
            <w:tcW w:w="3030" w:type="dxa"/>
          </w:tcPr>
          <w:p w14:paraId="7C41781A" w14:textId="78422148" w:rsidR="00C44853" w:rsidRPr="00F95FBD" w:rsidRDefault="002C29B3" w:rsidP="005923F7">
            <w:pPr>
              <w:pStyle w:val="Tabulka"/>
            </w:pPr>
            <w:r w:rsidRPr="00F95FBD">
              <w:t>Telefon</w:t>
            </w:r>
          </w:p>
        </w:tc>
        <w:tc>
          <w:tcPr>
            <w:tcW w:w="5759" w:type="dxa"/>
          </w:tcPr>
          <w:p w14:paraId="76A96F2F" w14:textId="3D5B8C07" w:rsidR="00C44853" w:rsidRPr="00FB4272" w:rsidRDefault="00C44853" w:rsidP="005923F7">
            <w:pPr>
              <w:pStyle w:val="Tabulka"/>
              <w:rPr>
                <w:highlight w:val="green"/>
              </w:rPr>
            </w:pPr>
            <w:r w:rsidRPr="00FB4272">
              <w:rPr>
                <w:highlight w:val="green"/>
              </w:rPr>
              <w:t>[VLOŽÍ OBJEDNATEL]</w:t>
            </w:r>
          </w:p>
        </w:tc>
      </w:tr>
    </w:tbl>
    <w:p w14:paraId="38DA7D6D" w14:textId="431F2E1A" w:rsidR="002038D5" w:rsidRPr="00F95FBD" w:rsidRDefault="002038D5" w:rsidP="002038D5">
      <w:pPr>
        <w:pStyle w:val="Textbezodsazen"/>
      </w:pPr>
    </w:p>
    <w:p w14:paraId="310A809C" w14:textId="4C9DB211"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4C9BA6EB"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5305323D"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0851FE76" w:rsidR="00C44853" w:rsidRPr="0017282C" w:rsidRDefault="00C44853" w:rsidP="005923F7">
            <w:pPr>
              <w:pStyle w:val="Tabulka"/>
              <w:rPr>
                <w:highlight w:val="green"/>
              </w:rPr>
            </w:pPr>
            <w:r w:rsidRPr="0017282C">
              <w:rPr>
                <w:highlight w:val="green"/>
              </w:rPr>
              <w:t>[VLOŽÍ OBJEDNATEL]</w:t>
            </w:r>
          </w:p>
        </w:tc>
      </w:tr>
      <w:tr w:rsidR="00C44853" w:rsidRPr="00F95FBD" w14:paraId="2EF6548B" w14:textId="034FE439" w:rsidTr="00B96655">
        <w:tc>
          <w:tcPr>
            <w:tcW w:w="3030" w:type="dxa"/>
          </w:tcPr>
          <w:p w14:paraId="1604284A" w14:textId="5D7E4F3C" w:rsidR="00C44853" w:rsidRPr="00F95FBD" w:rsidRDefault="00C44853" w:rsidP="005923F7">
            <w:pPr>
              <w:pStyle w:val="Tabulka"/>
            </w:pPr>
            <w:r w:rsidRPr="00F95FBD">
              <w:t>E-mail</w:t>
            </w:r>
          </w:p>
        </w:tc>
        <w:tc>
          <w:tcPr>
            <w:tcW w:w="5759" w:type="dxa"/>
          </w:tcPr>
          <w:p w14:paraId="388A5BF3" w14:textId="4B186E65"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3F106E37" w:rsidTr="00B96655">
        <w:tc>
          <w:tcPr>
            <w:tcW w:w="3030" w:type="dxa"/>
          </w:tcPr>
          <w:p w14:paraId="3B16151D" w14:textId="4A97608A" w:rsidR="00C44853" w:rsidRPr="00F95FBD" w:rsidRDefault="00C44853" w:rsidP="005923F7">
            <w:pPr>
              <w:pStyle w:val="Tabulka"/>
            </w:pPr>
            <w:r w:rsidRPr="00F95FBD">
              <w:t>Telefon</w:t>
            </w:r>
          </w:p>
        </w:tc>
        <w:tc>
          <w:tcPr>
            <w:tcW w:w="5759" w:type="dxa"/>
          </w:tcPr>
          <w:p w14:paraId="5934D15A" w14:textId="659FD08C" w:rsidR="000E2ED0" w:rsidRPr="00FB4272" w:rsidRDefault="00C44853" w:rsidP="005923F7">
            <w:pPr>
              <w:pStyle w:val="Tabulka"/>
              <w:rPr>
                <w:highlight w:val="green"/>
              </w:rPr>
            </w:pPr>
            <w:r w:rsidRPr="00FB4272">
              <w:rPr>
                <w:highlight w:val="green"/>
              </w:rPr>
              <w:t>[VLOŽÍ OBJEDNATEL]</w:t>
            </w:r>
          </w:p>
        </w:tc>
      </w:tr>
    </w:tbl>
    <w:p w14:paraId="538F3833" w14:textId="74610846" w:rsidR="005923F7" w:rsidRDefault="005923F7" w:rsidP="005923F7">
      <w:pPr>
        <w:pStyle w:val="Textbezodsazen"/>
      </w:pPr>
    </w:p>
    <w:p w14:paraId="386BE700" w14:textId="668FD4D8"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31A22153" w:rsidTr="002C29B3">
        <w:trPr>
          <w:cnfStyle w:val="100000000000" w:firstRow="1" w:lastRow="0" w:firstColumn="0" w:lastColumn="0" w:oddVBand="0" w:evenVBand="0" w:oddHBand="0" w:evenHBand="0" w:firstRowFirstColumn="0" w:firstRowLastColumn="0" w:lastRowFirstColumn="0" w:lastRowLastColumn="0"/>
        </w:trPr>
        <w:tc>
          <w:tcPr>
            <w:tcW w:w="3032" w:type="dxa"/>
          </w:tcPr>
          <w:p w14:paraId="1E89C91D" w14:textId="18E1D3D7" w:rsidR="000E2ED0" w:rsidRPr="0017282C" w:rsidRDefault="000E2ED0" w:rsidP="00253CBA">
            <w:pPr>
              <w:pStyle w:val="Tabulka"/>
              <w:rPr>
                <w:rStyle w:val="Nadpisvtabulce"/>
                <w:b/>
              </w:rPr>
            </w:pPr>
            <w:r w:rsidRPr="0017282C">
              <w:rPr>
                <w:rStyle w:val="Nadpisvtabulce"/>
                <w:b/>
              </w:rPr>
              <w:t>Jméno a příjmení</w:t>
            </w:r>
          </w:p>
        </w:tc>
        <w:tc>
          <w:tcPr>
            <w:tcW w:w="5757" w:type="dxa"/>
          </w:tcPr>
          <w:p w14:paraId="26F51668" w14:textId="56A27653" w:rsidR="000E2ED0" w:rsidRPr="0017282C" w:rsidRDefault="000E2ED0" w:rsidP="00253CBA">
            <w:pPr>
              <w:pStyle w:val="Tabulka"/>
              <w:rPr>
                <w:highlight w:val="green"/>
              </w:rPr>
            </w:pPr>
            <w:r w:rsidRPr="0017282C">
              <w:rPr>
                <w:highlight w:val="green"/>
              </w:rPr>
              <w:t>[VLOŽÍ OBJEDNATEL]</w:t>
            </w:r>
          </w:p>
        </w:tc>
      </w:tr>
      <w:tr w:rsidR="000E2ED0" w:rsidRPr="000C2B01" w14:paraId="4533221E" w14:textId="1706BCC0" w:rsidTr="002C29B3">
        <w:tc>
          <w:tcPr>
            <w:tcW w:w="3032" w:type="dxa"/>
          </w:tcPr>
          <w:p w14:paraId="1687BA0C" w14:textId="0E6E094B" w:rsidR="000E2ED0" w:rsidRPr="000C2B01" w:rsidRDefault="000E2ED0" w:rsidP="00253CBA">
            <w:pPr>
              <w:pStyle w:val="Tabulka"/>
            </w:pPr>
            <w:r w:rsidRPr="000C2B01">
              <w:t>E-mail</w:t>
            </w:r>
          </w:p>
        </w:tc>
        <w:tc>
          <w:tcPr>
            <w:tcW w:w="5757" w:type="dxa"/>
          </w:tcPr>
          <w:p w14:paraId="6FF92CA8" w14:textId="4F269AA0"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00522CD6" w:rsidTr="002C29B3">
        <w:tc>
          <w:tcPr>
            <w:tcW w:w="3032" w:type="dxa"/>
          </w:tcPr>
          <w:p w14:paraId="55B0A0C1" w14:textId="74C17641" w:rsidR="000E2ED0" w:rsidRPr="000C2B01" w:rsidRDefault="000E2ED0" w:rsidP="00253CBA">
            <w:pPr>
              <w:pStyle w:val="Tabulka"/>
            </w:pPr>
            <w:r w:rsidRPr="000C2B01">
              <w:t>Telefon</w:t>
            </w:r>
          </w:p>
        </w:tc>
        <w:tc>
          <w:tcPr>
            <w:tcW w:w="5757" w:type="dxa"/>
          </w:tcPr>
          <w:p w14:paraId="7413ED5E" w14:textId="59A093C7" w:rsidR="000E2ED0" w:rsidRPr="000C2B01" w:rsidRDefault="000E2ED0" w:rsidP="00253CBA">
            <w:pPr>
              <w:pStyle w:val="Tabulka"/>
              <w:rPr>
                <w:highlight w:val="green"/>
              </w:rPr>
            </w:pPr>
            <w:r w:rsidRPr="000C2B01">
              <w:rPr>
                <w:highlight w:val="green"/>
              </w:rPr>
              <w:t>[VLOŽÍ OBJEDNATEL]</w:t>
            </w:r>
          </w:p>
        </w:tc>
      </w:tr>
    </w:tbl>
    <w:p w14:paraId="248030B4" w14:textId="6B8EC4AA" w:rsidR="002038D5" w:rsidRDefault="002038D5" w:rsidP="002038D5">
      <w:pPr>
        <w:pStyle w:val="Textbezodsazen"/>
      </w:pPr>
    </w:p>
    <w:p w14:paraId="64D93D4F" w14:textId="77777777" w:rsidR="00EC707C" w:rsidRDefault="00EC707C" w:rsidP="00B01693">
      <w:pPr>
        <w:pStyle w:val="Nadpisbezsl1-2"/>
        <w:tabs>
          <w:tab w:val="left" w:pos="2292"/>
        </w:tabs>
        <w:outlineLvl w:val="2"/>
      </w:pPr>
      <w:r>
        <w:lastRenderedPageBreak/>
        <w:t>Za Zhotovitele</w:t>
      </w:r>
      <w:r>
        <w:tab/>
      </w:r>
    </w:p>
    <w:p w14:paraId="3405E3E3" w14:textId="5B811C8F" w:rsidR="00A747C5" w:rsidRPr="005B4FC7" w:rsidRDefault="00A747C5" w:rsidP="005B4FC7">
      <w:pPr>
        <w:spacing w:after="24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0"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0"/>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1FFE96E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C401F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F0F7F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B65677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4675105" w14:textId="77777777" w:rsidTr="005923F7">
        <w:tc>
          <w:tcPr>
            <w:tcW w:w="3056" w:type="dxa"/>
          </w:tcPr>
          <w:p w14:paraId="7302331F" w14:textId="77777777" w:rsidR="002038D5" w:rsidRPr="00F95FBD" w:rsidRDefault="002038D5" w:rsidP="005923F7">
            <w:pPr>
              <w:pStyle w:val="Tabulka"/>
              <w:keepNext/>
            </w:pPr>
            <w:r w:rsidRPr="00F95FBD">
              <w:t>Adresa</w:t>
            </w:r>
          </w:p>
        </w:tc>
        <w:tc>
          <w:tcPr>
            <w:tcW w:w="5812" w:type="dxa"/>
          </w:tcPr>
          <w:p w14:paraId="367011CA" w14:textId="77777777" w:rsidR="002038D5" w:rsidRPr="00F95FBD" w:rsidRDefault="002038D5" w:rsidP="00165977">
            <w:pPr>
              <w:pStyle w:val="Tabulka"/>
            </w:pPr>
            <w:r w:rsidRPr="00F95FBD">
              <w:rPr>
                <w:highlight w:val="yellow"/>
              </w:rPr>
              <w:t>[VLOŽÍ ZHOTOVITEL]</w:t>
            </w:r>
          </w:p>
        </w:tc>
      </w:tr>
      <w:tr w:rsidR="002038D5" w:rsidRPr="00F95FBD" w14:paraId="71CD4DB0" w14:textId="77777777" w:rsidTr="005923F7">
        <w:tc>
          <w:tcPr>
            <w:tcW w:w="3056" w:type="dxa"/>
          </w:tcPr>
          <w:p w14:paraId="0A9BF01B" w14:textId="77777777" w:rsidR="002038D5" w:rsidRPr="00F95FBD" w:rsidRDefault="002038D5" w:rsidP="00165977">
            <w:pPr>
              <w:pStyle w:val="Tabulka"/>
            </w:pPr>
            <w:r w:rsidRPr="00F95FBD">
              <w:t>E-mail</w:t>
            </w:r>
          </w:p>
        </w:tc>
        <w:tc>
          <w:tcPr>
            <w:tcW w:w="5812" w:type="dxa"/>
          </w:tcPr>
          <w:p w14:paraId="1B56F3A2" w14:textId="77777777" w:rsidR="002038D5" w:rsidRPr="00F95FBD" w:rsidRDefault="002038D5" w:rsidP="00165977">
            <w:pPr>
              <w:pStyle w:val="Tabulka"/>
            </w:pPr>
            <w:r w:rsidRPr="00F95FBD">
              <w:rPr>
                <w:highlight w:val="yellow"/>
              </w:rPr>
              <w:t>[VLOŽÍ ZHOTOVITEL]</w:t>
            </w:r>
          </w:p>
        </w:tc>
      </w:tr>
      <w:tr w:rsidR="002038D5" w:rsidRPr="00F95FBD" w14:paraId="52A7B3A4" w14:textId="77777777" w:rsidTr="005923F7">
        <w:tc>
          <w:tcPr>
            <w:tcW w:w="3056" w:type="dxa"/>
          </w:tcPr>
          <w:p w14:paraId="6C2A4FD9" w14:textId="77777777" w:rsidR="002038D5" w:rsidRPr="00F95FBD" w:rsidRDefault="002038D5" w:rsidP="00165977">
            <w:pPr>
              <w:pStyle w:val="Tabulka"/>
            </w:pPr>
            <w:r w:rsidRPr="00F95FBD">
              <w:t>Telefon</w:t>
            </w:r>
          </w:p>
        </w:tc>
        <w:tc>
          <w:tcPr>
            <w:tcW w:w="5812" w:type="dxa"/>
          </w:tcPr>
          <w:p w14:paraId="2E461BDD" w14:textId="77777777" w:rsidR="002038D5" w:rsidRPr="00F95FBD" w:rsidRDefault="002038D5" w:rsidP="00165977">
            <w:pPr>
              <w:pStyle w:val="Tabulka"/>
            </w:pPr>
            <w:r w:rsidRPr="00F95FBD">
              <w:rPr>
                <w:highlight w:val="yellow"/>
              </w:rPr>
              <w:t>[VLOŽÍ ZHOTOVITEL]</w:t>
            </w:r>
          </w:p>
        </w:tc>
      </w:tr>
    </w:tbl>
    <w:p w14:paraId="06A389ED" w14:textId="78BCF830" w:rsidR="002038D5" w:rsidRDefault="002038D5" w:rsidP="00165977">
      <w:pPr>
        <w:pStyle w:val="Tabulka"/>
      </w:pPr>
    </w:p>
    <w:p w14:paraId="0599CAB6" w14:textId="77777777" w:rsidR="00075E8F" w:rsidRPr="00F95FBD" w:rsidRDefault="00075E8F" w:rsidP="00075E8F">
      <w:pPr>
        <w:pStyle w:val="Tabulka"/>
      </w:pPr>
    </w:p>
    <w:p w14:paraId="78024DA7" w14:textId="77777777" w:rsidR="00075E8F" w:rsidRPr="00F95FBD" w:rsidRDefault="00075E8F" w:rsidP="00075E8F">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075E8F" w:rsidRPr="0017282C" w14:paraId="3E9D7FDB"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0B69FFF3"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812" w:type="dxa"/>
          </w:tcPr>
          <w:p w14:paraId="7C8CBF8D" w14:textId="77777777" w:rsidR="00075E8F" w:rsidRPr="0017282C" w:rsidRDefault="00075E8F" w:rsidP="00F23CC7">
            <w:pPr>
              <w:pStyle w:val="Tabulka"/>
              <w:keepNext/>
            </w:pPr>
            <w:r w:rsidRPr="0017282C">
              <w:rPr>
                <w:highlight w:val="yellow"/>
              </w:rPr>
              <w:t>[VLOŽÍ ZHOTOVITEL]</w:t>
            </w:r>
          </w:p>
        </w:tc>
      </w:tr>
      <w:tr w:rsidR="00075E8F" w:rsidRPr="00F95FBD" w14:paraId="73EAB124" w14:textId="77777777" w:rsidTr="00F23CC7">
        <w:tc>
          <w:tcPr>
            <w:tcW w:w="3056" w:type="dxa"/>
          </w:tcPr>
          <w:p w14:paraId="3B3EC34F" w14:textId="77777777" w:rsidR="00075E8F" w:rsidRPr="00F95FBD" w:rsidRDefault="00075E8F" w:rsidP="00F23CC7">
            <w:pPr>
              <w:pStyle w:val="Tabulka"/>
              <w:keepNext/>
            </w:pPr>
            <w:r w:rsidRPr="00F95FBD">
              <w:t>Adresa</w:t>
            </w:r>
          </w:p>
        </w:tc>
        <w:tc>
          <w:tcPr>
            <w:tcW w:w="5812" w:type="dxa"/>
          </w:tcPr>
          <w:p w14:paraId="71D783DD" w14:textId="77777777" w:rsidR="00075E8F" w:rsidRPr="00F95FBD" w:rsidRDefault="00075E8F" w:rsidP="00F23CC7">
            <w:pPr>
              <w:pStyle w:val="Tabulka"/>
              <w:keepNext/>
            </w:pPr>
            <w:r w:rsidRPr="00F95FBD">
              <w:rPr>
                <w:highlight w:val="yellow"/>
              </w:rPr>
              <w:t>[VLOŽÍ ZHOTOVITEL]</w:t>
            </w:r>
          </w:p>
        </w:tc>
      </w:tr>
      <w:tr w:rsidR="00075E8F" w:rsidRPr="00F95FBD" w14:paraId="18928D0C" w14:textId="77777777" w:rsidTr="00F23CC7">
        <w:tc>
          <w:tcPr>
            <w:tcW w:w="3056" w:type="dxa"/>
          </w:tcPr>
          <w:p w14:paraId="0D9A95A9" w14:textId="77777777" w:rsidR="00075E8F" w:rsidRPr="00F95FBD" w:rsidRDefault="00075E8F" w:rsidP="00F23CC7">
            <w:pPr>
              <w:pStyle w:val="Tabulka"/>
              <w:keepNext/>
            </w:pPr>
            <w:r w:rsidRPr="00F95FBD">
              <w:t>E-mail</w:t>
            </w:r>
          </w:p>
        </w:tc>
        <w:tc>
          <w:tcPr>
            <w:tcW w:w="5812" w:type="dxa"/>
          </w:tcPr>
          <w:p w14:paraId="7E6C374D" w14:textId="77777777" w:rsidR="00075E8F" w:rsidRPr="00F95FBD" w:rsidRDefault="00075E8F" w:rsidP="00F23CC7">
            <w:pPr>
              <w:pStyle w:val="Tabulka"/>
              <w:keepNext/>
            </w:pPr>
            <w:r w:rsidRPr="00F95FBD">
              <w:rPr>
                <w:highlight w:val="yellow"/>
              </w:rPr>
              <w:t>[VLOŽÍ ZHOTOVITEL]</w:t>
            </w:r>
          </w:p>
        </w:tc>
      </w:tr>
      <w:tr w:rsidR="00075E8F" w:rsidRPr="00F95FBD" w14:paraId="0378E2C6" w14:textId="77777777" w:rsidTr="00F23CC7">
        <w:tc>
          <w:tcPr>
            <w:tcW w:w="3056" w:type="dxa"/>
          </w:tcPr>
          <w:p w14:paraId="4939B371" w14:textId="77777777" w:rsidR="00075E8F" w:rsidRPr="00F95FBD" w:rsidRDefault="00075E8F" w:rsidP="00F23CC7">
            <w:pPr>
              <w:pStyle w:val="Tabulka"/>
            </w:pPr>
            <w:r w:rsidRPr="00F95FBD">
              <w:t>Telefon</w:t>
            </w:r>
          </w:p>
        </w:tc>
        <w:tc>
          <w:tcPr>
            <w:tcW w:w="5812" w:type="dxa"/>
          </w:tcPr>
          <w:p w14:paraId="45A5C4BA" w14:textId="77777777" w:rsidR="00075E8F" w:rsidRPr="00F95FBD" w:rsidRDefault="00075E8F" w:rsidP="00F23CC7">
            <w:pPr>
              <w:pStyle w:val="Tabulka"/>
            </w:pPr>
            <w:r w:rsidRPr="00F95FBD">
              <w:rPr>
                <w:highlight w:val="yellow"/>
              </w:rPr>
              <w:t>[VLOŽÍ ZHOTOVITEL]</w:t>
            </w:r>
          </w:p>
        </w:tc>
      </w:tr>
    </w:tbl>
    <w:p w14:paraId="048A479F" w14:textId="77777777" w:rsidR="00075E8F" w:rsidRPr="00F95FBD" w:rsidRDefault="00075E8F"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35E1436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7FD69D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E2DE5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378AFC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F81FB1" w14:textId="77777777" w:rsidTr="005923F7">
        <w:tc>
          <w:tcPr>
            <w:tcW w:w="3056" w:type="dxa"/>
          </w:tcPr>
          <w:p w14:paraId="7FD36966" w14:textId="77777777" w:rsidR="00165977" w:rsidRPr="00F95FBD" w:rsidRDefault="00165977" w:rsidP="00165977">
            <w:pPr>
              <w:pStyle w:val="Tabulka"/>
            </w:pPr>
            <w:r w:rsidRPr="00F95FBD">
              <w:t>Adresa</w:t>
            </w:r>
          </w:p>
        </w:tc>
        <w:tc>
          <w:tcPr>
            <w:tcW w:w="5812" w:type="dxa"/>
          </w:tcPr>
          <w:p w14:paraId="6C7F62A4" w14:textId="77777777" w:rsidR="00165977" w:rsidRPr="00F95FBD" w:rsidRDefault="00165977" w:rsidP="00165977">
            <w:pPr>
              <w:pStyle w:val="Tabulka"/>
            </w:pPr>
            <w:r w:rsidRPr="00F95FBD">
              <w:rPr>
                <w:highlight w:val="yellow"/>
              </w:rPr>
              <w:t>[VLOŽÍ ZHOTOVITEL]</w:t>
            </w:r>
          </w:p>
        </w:tc>
      </w:tr>
      <w:tr w:rsidR="00165977" w:rsidRPr="00F95FBD" w14:paraId="7DE0C425" w14:textId="77777777" w:rsidTr="005923F7">
        <w:tc>
          <w:tcPr>
            <w:tcW w:w="3056" w:type="dxa"/>
          </w:tcPr>
          <w:p w14:paraId="62E4BBB7" w14:textId="77777777" w:rsidR="00165977" w:rsidRPr="00F95FBD" w:rsidRDefault="00165977" w:rsidP="00165977">
            <w:pPr>
              <w:pStyle w:val="Tabulka"/>
            </w:pPr>
            <w:r w:rsidRPr="00F95FBD">
              <w:t>E-mail</w:t>
            </w:r>
          </w:p>
        </w:tc>
        <w:tc>
          <w:tcPr>
            <w:tcW w:w="5812" w:type="dxa"/>
          </w:tcPr>
          <w:p w14:paraId="7C024367" w14:textId="77777777" w:rsidR="00165977" w:rsidRPr="00F95FBD" w:rsidRDefault="00165977" w:rsidP="00165977">
            <w:pPr>
              <w:pStyle w:val="Tabulka"/>
            </w:pPr>
            <w:r w:rsidRPr="00F95FBD">
              <w:rPr>
                <w:highlight w:val="yellow"/>
              </w:rPr>
              <w:t>[VLOŽÍ ZHOTOVITEL]</w:t>
            </w:r>
          </w:p>
        </w:tc>
      </w:tr>
      <w:tr w:rsidR="00165977" w:rsidRPr="00F95FBD" w14:paraId="7F83B1AA" w14:textId="77777777" w:rsidTr="005923F7">
        <w:tc>
          <w:tcPr>
            <w:tcW w:w="3056" w:type="dxa"/>
          </w:tcPr>
          <w:p w14:paraId="32D1B7DA" w14:textId="77777777" w:rsidR="00165977" w:rsidRPr="00F95FBD" w:rsidRDefault="00165977" w:rsidP="00165977">
            <w:pPr>
              <w:pStyle w:val="Tabulka"/>
            </w:pPr>
            <w:r w:rsidRPr="00F95FBD">
              <w:t>Telefon</w:t>
            </w:r>
          </w:p>
        </w:tc>
        <w:tc>
          <w:tcPr>
            <w:tcW w:w="5812" w:type="dxa"/>
          </w:tcPr>
          <w:p w14:paraId="3286FC24" w14:textId="77777777" w:rsidR="00165977" w:rsidRPr="00F95FBD" w:rsidRDefault="00165977" w:rsidP="00165977">
            <w:pPr>
              <w:pStyle w:val="Tabulka"/>
            </w:pPr>
            <w:r w:rsidRPr="00F95FBD">
              <w:rPr>
                <w:highlight w:val="yellow"/>
              </w:rPr>
              <w:t>[VLOŽÍ ZHOTOVITEL]</w:t>
            </w:r>
          </w:p>
        </w:tc>
      </w:tr>
    </w:tbl>
    <w:p w14:paraId="7A43B69F"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2082A8E6" w:rsidR="00EC707C" w:rsidRDefault="00EC707C" w:rsidP="00EC707C">
      <w:pPr>
        <w:pStyle w:val="Tabulka"/>
      </w:pPr>
    </w:p>
    <w:p w14:paraId="6650C6BF" w14:textId="130B865F" w:rsidR="00075E8F" w:rsidRPr="00F95FBD" w:rsidRDefault="00075E8F" w:rsidP="00075E8F">
      <w:pPr>
        <w:pStyle w:val="Nadpistabulky"/>
        <w:rPr>
          <w:sz w:val="18"/>
          <w:szCs w:val="18"/>
        </w:rPr>
      </w:pPr>
      <w:r>
        <w:rPr>
          <w:sz w:val="18"/>
          <w:szCs w:val="18"/>
        </w:rPr>
        <w:t>Autorizovaný zeměměřický inženýr</w:t>
      </w:r>
    </w:p>
    <w:tbl>
      <w:tblPr>
        <w:tblStyle w:val="TabulkaS-zhlav"/>
        <w:tblW w:w="8789" w:type="dxa"/>
        <w:tblLook w:val="04A0" w:firstRow="1" w:lastRow="0" w:firstColumn="1" w:lastColumn="0" w:noHBand="0" w:noVBand="1"/>
      </w:tblPr>
      <w:tblGrid>
        <w:gridCol w:w="3030"/>
        <w:gridCol w:w="5759"/>
      </w:tblGrid>
      <w:tr w:rsidR="00075E8F" w:rsidRPr="0017282C" w14:paraId="0EBBEDBB" w14:textId="77777777" w:rsidTr="00075E8F">
        <w:trPr>
          <w:cnfStyle w:val="100000000000" w:firstRow="1" w:lastRow="0" w:firstColumn="0" w:lastColumn="0" w:oddVBand="0" w:evenVBand="0" w:oddHBand="0" w:evenHBand="0" w:firstRowFirstColumn="0" w:firstRowLastColumn="0" w:lastRowFirstColumn="0" w:lastRowLastColumn="0"/>
        </w:trPr>
        <w:tc>
          <w:tcPr>
            <w:tcW w:w="3030" w:type="dxa"/>
          </w:tcPr>
          <w:p w14:paraId="43E56B1F"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759" w:type="dxa"/>
          </w:tcPr>
          <w:p w14:paraId="534B6704" w14:textId="77777777" w:rsidR="00075E8F" w:rsidRPr="0017282C" w:rsidRDefault="00075E8F" w:rsidP="00F23CC7">
            <w:pPr>
              <w:pStyle w:val="Tabulka"/>
            </w:pPr>
            <w:r w:rsidRPr="0017282C">
              <w:rPr>
                <w:highlight w:val="yellow"/>
              </w:rPr>
              <w:t>[VLOŽÍ ZHOTOVITEL]</w:t>
            </w:r>
          </w:p>
        </w:tc>
      </w:tr>
      <w:tr w:rsidR="00075E8F" w:rsidRPr="00F95FBD" w14:paraId="48BCB4D6" w14:textId="77777777" w:rsidTr="00075E8F">
        <w:tc>
          <w:tcPr>
            <w:tcW w:w="3030" w:type="dxa"/>
          </w:tcPr>
          <w:p w14:paraId="5A9BDA47" w14:textId="77777777" w:rsidR="00075E8F" w:rsidRPr="00F95FBD" w:rsidRDefault="00075E8F" w:rsidP="00F23CC7">
            <w:pPr>
              <w:pStyle w:val="Tabulka"/>
              <w:keepNext/>
            </w:pPr>
            <w:r w:rsidRPr="00F95FBD">
              <w:t>Adresa</w:t>
            </w:r>
          </w:p>
        </w:tc>
        <w:tc>
          <w:tcPr>
            <w:tcW w:w="5759" w:type="dxa"/>
          </w:tcPr>
          <w:p w14:paraId="2811AA3D" w14:textId="77777777" w:rsidR="00075E8F" w:rsidRPr="00F95FBD" w:rsidRDefault="00075E8F" w:rsidP="00F23CC7">
            <w:pPr>
              <w:pStyle w:val="Tabulka"/>
            </w:pPr>
            <w:r w:rsidRPr="00F95FBD">
              <w:rPr>
                <w:highlight w:val="yellow"/>
              </w:rPr>
              <w:t>[VLOŽÍ ZHOTOVITEL]</w:t>
            </w:r>
          </w:p>
        </w:tc>
      </w:tr>
      <w:tr w:rsidR="00075E8F" w:rsidRPr="00F95FBD" w14:paraId="0C724D64" w14:textId="77777777" w:rsidTr="00075E8F">
        <w:tc>
          <w:tcPr>
            <w:tcW w:w="3030" w:type="dxa"/>
          </w:tcPr>
          <w:p w14:paraId="0A7244F2" w14:textId="77777777" w:rsidR="00075E8F" w:rsidRPr="00F95FBD" w:rsidRDefault="00075E8F" w:rsidP="00F23CC7">
            <w:pPr>
              <w:pStyle w:val="Tabulka"/>
            </w:pPr>
            <w:r w:rsidRPr="00F95FBD">
              <w:t>E-mail</w:t>
            </w:r>
          </w:p>
        </w:tc>
        <w:tc>
          <w:tcPr>
            <w:tcW w:w="5759" w:type="dxa"/>
          </w:tcPr>
          <w:p w14:paraId="5CCBAB2A" w14:textId="77777777" w:rsidR="00075E8F" w:rsidRPr="00F95FBD" w:rsidRDefault="00075E8F" w:rsidP="00F23CC7">
            <w:pPr>
              <w:pStyle w:val="Tabulka"/>
            </w:pPr>
            <w:r w:rsidRPr="00F95FBD">
              <w:rPr>
                <w:highlight w:val="yellow"/>
              </w:rPr>
              <w:t>[VLOŽÍ ZHOTOVITEL]</w:t>
            </w:r>
          </w:p>
        </w:tc>
      </w:tr>
      <w:tr w:rsidR="00075E8F" w:rsidRPr="00F95FBD" w14:paraId="3F2DF13B" w14:textId="77777777" w:rsidTr="00075E8F">
        <w:tc>
          <w:tcPr>
            <w:tcW w:w="3030" w:type="dxa"/>
          </w:tcPr>
          <w:p w14:paraId="180FB4B8" w14:textId="77777777" w:rsidR="00075E8F" w:rsidRPr="00F95FBD" w:rsidRDefault="00075E8F" w:rsidP="00F23CC7">
            <w:pPr>
              <w:pStyle w:val="Tabulka"/>
            </w:pPr>
            <w:r w:rsidRPr="00F95FBD">
              <w:t>Telefon</w:t>
            </w:r>
          </w:p>
        </w:tc>
        <w:tc>
          <w:tcPr>
            <w:tcW w:w="5759" w:type="dxa"/>
          </w:tcPr>
          <w:p w14:paraId="2D94C3F2" w14:textId="77777777" w:rsidR="00075E8F" w:rsidRPr="00F95FBD" w:rsidRDefault="00075E8F" w:rsidP="00F23CC7">
            <w:pPr>
              <w:pStyle w:val="Tabulka"/>
            </w:pPr>
            <w:r w:rsidRPr="00F95FBD">
              <w:rPr>
                <w:highlight w:val="yellow"/>
              </w:rPr>
              <w:t>[VLOŽÍ ZHOTOVITEL]</w:t>
            </w:r>
          </w:p>
        </w:tc>
      </w:tr>
    </w:tbl>
    <w:p w14:paraId="2529726F" w14:textId="77777777" w:rsidR="00075E8F" w:rsidRPr="00F95FBD" w:rsidRDefault="00075E8F" w:rsidP="00075E8F">
      <w:pPr>
        <w:pStyle w:val="Tabulka"/>
      </w:pPr>
    </w:p>
    <w:p w14:paraId="4217D574" w14:textId="77777777" w:rsidR="00075E8F" w:rsidRPr="00F95FBD" w:rsidRDefault="00075E8F" w:rsidP="00075E8F">
      <w:pPr>
        <w:pStyle w:val="Nadpistabulky"/>
        <w:rPr>
          <w:sz w:val="18"/>
          <w:szCs w:val="18"/>
        </w:rPr>
      </w:pPr>
      <w:r>
        <w:rPr>
          <w:sz w:val="18"/>
          <w:szCs w:val="18"/>
        </w:rPr>
        <w:t>Specialista na g</w:t>
      </w:r>
      <w:r w:rsidRPr="00EC707C">
        <w:rPr>
          <w:sz w:val="18"/>
          <w:szCs w:val="18"/>
        </w:rPr>
        <w:t>eotechnik</w:t>
      </w:r>
      <w:r>
        <w:rPr>
          <w:sz w:val="18"/>
          <w:szCs w:val="18"/>
        </w:rPr>
        <w:t xml:space="preserve">u </w:t>
      </w:r>
    </w:p>
    <w:tbl>
      <w:tblPr>
        <w:tblStyle w:val="TabulkaS-zhlav"/>
        <w:tblW w:w="8789" w:type="dxa"/>
        <w:tblLook w:val="04A0" w:firstRow="1" w:lastRow="0" w:firstColumn="1" w:lastColumn="0" w:noHBand="0" w:noVBand="1"/>
      </w:tblPr>
      <w:tblGrid>
        <w:gridCol w:w="3030"/>
        <w:gridCol w:w="5759"/>
      </w:tblGrid>
      <w:tr w:rsidR="00075E8F" w:rsidRPr="0017282C" w14:paraId="1999AD35"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2764A7C5" w14:textId="77777777" w:rsidR="00075E8F" w:rsidRPr="0017282C" w:rsidRDefault="00075E8F" w:rsidP="00F23CC7">
            <w:pPr>
              <w:pStyle w:val="Tabulka"/>
              <w:rPr>
                <w:rStyle w:val="Nadpisvtabulce"/>
                <w:b/>
              </w:rPr>
            </w:pPr>
            <w:r w:rsidRPr="0017282C">
              <w:rPr>
                <w:rStyle w:val="Nadpisvtabulce"/>
                <w:b/>
              </w:rPr>
              <w:t>Jméno a příjmení</w:t>
            </w:r>
          </w:p>
        </w:tc>
        <w:tc>
          <w:tcPr>
            <w:tcW w:w="5812" w:type="dxa"/>
          </w:tcPr>
          <w:p w14:paraId="5B85083B" w14:textId="77777777" w:rsidR="00075E8F" w:rsidRPr="0017282C" w:rsidRDefault="00075E8F" w:rsidP="00F23CC7">
            <w:pPr>
              <w:pStyle w:val="Tabulka"/>
            </w:pPr>
            <w:r w:rsidRPr="0017282C">
              <w:rPr>
                <w:highlight w:val="yellow"/>
              </w:rPr>
              <w:t>[VLOŽÍ ZHOTOVITEL]</w:t>
            </w:r>
          </w:p>
        </w:tc>
      </w:tr>
      <w:tr w:rsidR="00075E8F" w:rsidRPr="00F95FBD" w14:paraId="5FE93FE7" w14:textId="77777777" w:rsidTr="00F23CC7">
        <w:tc>
          <w:tcPr>
            <w:tcW w:w="3056" w:type="dxa"/>
          </w:tcPr>
          <w:p w14:paraId="379681B4" w14:textId="77777777" w:rsidR="00075E8F" w:rsidRPr="00F95FBD" w:rsidRDefault="00075E8F" w:rsidP="00F23CC7">
            <w:pPr>
              <w:pStyle w:val="Tabulka"/>
            </w:pPr>
            <w:r w:rsidRPr="00F95FBD">
              <w:t>Adresa</w:t>
            </w:r>
          </w:p>
        </w:tc>
        <w:tc>
          <w:tcPr>
            <w:tcW w:w="5812" w:type="dxa"/>
          </w:tcPr>
          <w:p w14:paraId="23FA99C1" w14:textId="77777777" w:rsidR="00075E8F" w:rsidRPr="00F95FBD" w:rsidRDefault="00075E8F" w:rsidP="00F23CC7">
            <w:pPr>
              <w:pStyle w:val="Tabulka"/>
            </w:pPr>
            <w:r w:rsidRPr="00F95FBD">
              <w:rPr>
                <w:highlight w:val="yellow"/>
              </w:rPr>
              <w:t>[VLOŽÍ ZHOTOVITEL]</w:t>
            </w:r>
          </w:p>
        </w:tc>
      </w:tr>
      <w:tr w:rsidR="00075E8F" w:rsidRPr="00F95FBD" w14:paraId="4549892B" w14:textId="77777777" w:rsidTr="00F23CC7">
        <w:tc>
          <w:tcPr>
            <w:tcW w:w="3056" w:type="dxa"/>
          </w:tcPr>
          <w:p w14:paraId="12456301" w14:textId="77777777" w:rsidR="00075E8F" w:rsidRPr="00F95FBD" w:rsidRDefault="00075E8F" w:rsidP="00F23CC7">
            <w:pPr>
              <w:pStyle w:val="Tabulka"/>
            </w:pPr>
            <w:r w:rsidRPr="00F95FBD">
              <w:t>E-mail</w:t>
            </w:r>
          </w:p>
        </w:tc>
        <w:tc>
          <w:tcPr>
            <w:tcW w:w="5812" w:type="dxa"/>
          </w:tcPr>
          <w:p w14:paraId="0AF3C7ED" w14:textId="77777777" w:rsidR="00075E8F" w:rsidRPr="00F95FBD" w:rsidRDefault="00075E8F" w:rsidP="00F23CC7">
            <w:pPr>
              <w:pStyle w:val="Tabulka"/>
            </w:pPr>
            <w:r w:rsidRPr="00F95FBD">
              <w:rPr>
                <w:highlight w:val="yellow"/>
              </w:rPr>
              <w:t>[VLOŽÍ ZHOTOVITEL]</w:t>
            </w:r>
          </w:p>
        </w:tc>
      </w:tr>
      <w:tr w:rsidR="00075E8F" w:rsidRPr="00F95FBD" w14:paraId="44043251" w14:textId="77777777" w:rsidTr="00F23CC7">
        <w:tc>
          <w:tcPr>
            <w:tcW w:w="3056" w:type="dxa"/>
          </w:tcPr>
          <w:p w14:paraId="312007B2" w14:textId="77777777" w:rsidR="00075E8F" w:rsidRPr="00F95FBD" w:rsidRDefault="00075E8F" w:rsidP="00F23CC7">
            <w:pPr>
              <w:pStyle w:val="Tabulka"/>
            </w:pPr>
            <w:r w:rsidRPr="00F95FBD">
              <w:t>Telefon</w:t>
            </w:r>
          </w:p>
        </w:tc>
        <w:tc>
          <w:tcPr>
            <w:tcW w:w="5812" w:type="dxa"/>
          </w:tcPr>
          <w:p w14:paraId="34D3FFAC" w14:textId="77777777" w:rsidR="00075E8F" w:rsidRPr="00F95FBD" w:rsidRDefault="00075E8F" w:rsidP="00F23CC7">
            <w:pPr>
              <w:pStyle w:val="Tabulka"/>
            </w:pPr>
            <w:r w:rsidRPr="00F95FBD">
              <w:rPr>
                <w:highlight w:val="yellow"/>
              </w:rPr>
              <w:t>[VLOŽÍ ZHOTOVITEL]</w:t>
            </w:r>
          </w:p>
        </w:tc>
      </w:tr>
    </w:tbl>
    <w:p w14:paraId="04D48E2E" w14:textId="77777777" w:rsidR="00075E8F" w:rsidRPr="00F95FBD" w:rsidRDefault="00075E8F"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2A9F8ED8" w14:textId="77777777" w:rsidR="00075E8F" w:rsidRPr="00F95FBD" w:rsidRDefault="00075E8F" w:rsidP="00075E8F">
      <w:pPr>
        <w:pStyle w:val="Tabulka"/>
      </w:pPr>
    </w:p>
    <w:p w14:paraId="4637CB63" w14:textId="77777777" w:rsidR="00075E8F" w:rsidRPr="00F035CE" w:rsidRDefault="00075E8F" w:rsidP="00075E8F">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075E8F" w:rsidRPr="00F035CE" w14:paraId="0CEEC33D"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6582636A" w14:textId="77777777" w:rsidR="00075E8F" w:rsidRPr="00F035CE" w:rsidRDefault="00075E8F" w:rsidP="00F23CC7">
            <w:pPr>
              <w:pStyle w:val="Tabulka"/>
              <w:keepNext/>
              <w:rPr>
                <w:rStyle w:val="Nadpisvtabulce"/>
                <w:b/>
              </w:rPr>
            </w:pPr>
            <w:r w:rsidRPr="00F035CE">
              <w:rPr>
                <w:rStyle w:val="Nadpisvtabulce"/>
                <w:b/>
              </w:rPr>
              <w:t>Jméno a příjmení</w:t>
            </w:r>
          </w:p>
        </w:tc>
        <w:tc>
          <w:tcPr>
            <w:tcW w:w="5812" w:type="dxa"/>
          </w:tcPr>
          <w:p w14:paraId="562CBA2A" w14:textId="77777777" w:rsidR="00075E8F" w:rsidRPr="00F035CE" w:rsidRDefault="00075E8F" w:rsidP="00F23CC7">
            <w:pPr>
              <w:pStyle w:val="Tabulka"/>
            </w:pPr>
            <w:r w:rsidRPr="00F035CE">
              <w:rPr>
                <w:highlight w:val="yellow"/>
              </w:rPr>
              <w:t>[VLOŽÍ ZHOTOVITEL]</w:t>
            </w:r>
          </w:p>
        </w:tc>
      </w:tr>
      <w:tr w:rsidR="00075E8F" w:rsidRPr="00F035CE" w14:paraId="41C817F0" w14:textId="77777777" w:rsidTr="00F23CC7">
        <w:tc>
          <w:tcPr>
            <w:tcW w:w="3056" w:type="dxa"/>
          </w:tcPr>
          <w:p w14:paraId="3EC4B6CE" w14:textId="77777777" w:rsidR="00075E8F" w:rsidRPr="00F035CE" w:rsidRDefault="00075E8F" w:rsidP="00F23CC7">
            <w:pPr>
              <w:pStyle w:val="Tabulka"/>
              <w:keepNext/>
            </w:pPr>
            <w:r w:rsidRPr="00F035CE">
              <w:t>Adresa</w:t>
            </w:r>
          </w:p>
        </w:tc>
        <w:tc>
          <w:tcPr>
            <w:tcW w:w="5812" w:type="dxa"/>
          </w:tcPr>
          <w:p w14:paraId="1BA5C6CB" w14:textId="77777777" w:rsidR="00075E8F" w:rsidRPr="00F035CE" w:rsidRDefault="00075E8F" w:rsidP="00F23CC7">
            <w:pPr>
              <w:pStyle w:val="Tabulka"/>
            </w:pPr>
            <w:r w:rsidRPr="00F035CE">
              <w:rPr>
                <w:highlight w:val="yellow"/>
              </w:rPr>
              <w:t>[VLOŽÍ ZHOTOVITEL]</w:t>
            </w:r>
          </w:p>
        </w:tc>
      </w:tr>
      <w:tr w:rsidR="00075E8F" w:rsidRPr="00F035CE" w14:paraId="5305D2B5" w14:textId="77777777" w:rsidTr="00F23CC7">
        <w:tc>
          <w:tcPr>
            <w:tcW w:w="3056" w:type="dxa"/>
          </w:tcPr>
          <w:p w14:paraId="344B22E3" w14:textId="77777777" w:rsidR="00075E8F" w:rsidRPr="00F035CE" w:rsidRDefault="00075E8F" w:rsidP="00F23CC7">
            <w:pPr>
              <w:pStyle w:val="Tabulka"/>
            </w:pPr>
            <w:r w:rsidRPr="00F035CE">
              <w:t>E-mail</w:t>
            </w:r>
          </w:p>
        </w:tc>
        <w:tc>
          <w:tcPr>
            <w:tcW w:w="5812" w:type="dxa"/>
          </w:tcPr>
          <w:p w14:paraId="418629FE" w14:textId="77777777" w:rsidR="00075E8F" w:rsidRPr="00F035CE" w:rsidRDefault="00075E8F" w:rsidP="00F23CC7">
            <w:pPr>
              <w:pStyle w:val="Tabulka"/>
            </w:pPr>
            <w:r w:rsidRPr="00F035CE">
              <w:rPr>
                <w:highlight w:val="yellow"/>
              </w:rPr>
              <w:t>[VLOŽÍ ZHOTOVITEL]</w:t>
            </w:r>
          </w:p>
        </w:tc>
      </w:tr>
      <w:tr w:rsidR="00075E8F" w:rsidRPr="00F035CE" w14:paraId="2E4EF8E7" w14:textId="77777777" w:rsidTr="00F23CC7">
        <w:tc>
          <w:tcPr>
            <w:tcW w:w="3056" w:type="dxa"/>
          </w:tcPr>
          <w:p w14:paraId="21715700" w14:textId="77777777" w:rsidR="00075E8F" w:rsidRPr="00F035CE" w:rsidRDefault="00075E8F" w:rsidP="00F23CC7">
            <w:pPr>
              <w:pStyle w:val="Tabulka"/>
            </w:pPr>
            <w:r w:rsidRPr="00F035CE">
              <w:t>Telefon</w:t>
            </w:r>
          </w:p>
        </w:tc>
        <w:tc>
          <w:tcPr>
            <w:tcW w:w="5812" w:type="dxa"/>
          </w:tcPr>
          <w:p w14:paraId="14236E66" w14:textId="77777777" w:rsidR="00075E8F" w:rsidRPr="00F035CE" w:rsidRDefault="00075E8F" w:rsidP="00F23CC7">
            <w:pPr>
              <w:pStyle w:val="Tabulka"/>
            </w:pPr>
            <w:r w:rsidRPr="00F035CE">
              <w:rPr>
                <w:highlight w:val="yellow"/>
              </w:rPr>
              <w:t>[VLOŽÍ ZHOTOVITEL]</w:t>
            </w:r>
          </w:p>
        </w:tc>
      </w:tr>
    </w:tbl>
    <w:p w14:paraId="06B59FBA" w14:textId="144EE749" w:rsidR="00EC707C" w:rsidRDefault="00EC707C" w:rsidP="00EC707C">
      <w:pPr>
        <w:pStyle w:val="Tabulka"/>
      </w:pPr>
    </w:p>
    <w:p w14:paraId="320B9C7C" w14:textId="0858FEBC" w:rsidR="00075E8F" w:rsidRDefault="00075E8F" w:rsidP="00EC707C">
      <w:pPr>
        <w:pStyle w:val="Tabulka"/>
      </w:pPr>
    </w:p>
    <w:p w14:paraId="59312BFE" w14:textId="21A79F10" w:rsidR="00075E8F" w:rsidRDefault="00075E8F" w:rsidP="00EC707C">
      <w:pPr>
        <w:pStyle w:val="Tabulka"/>
      </w:pPr>
    </w:p>
    <w:p w14:paraId="368DDCAA" w14:textId="6CB1EC8F" w:rsidR="00075E8F" w:rsidRDefault="00075E8F" w:rsidP="00EC707C">
      <w:pPr>
        <w:pStyle w:val="Tabulka"/>
      </w:pPr>
    </w:p>
    <w:p w14:paraId="00CD1F97" w14:textId="77777777" w:rsidR="00075E8F" w:rsidRPr="00F95FBD" w:rsidRDefault="00075E8F" w:rsidP="00EC707C">
      <w:pPr>
        <w:pStyle w:val="Tabulka"/>
      </w:pPr>
    </w:p>
    <w:p w14:paraId="00BD6017" w14:textId="77777777"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7AEF509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1C0AB3"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5AD365A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487538B" w14:textId="77777777" w:rsidTr="005923F7">
        <w:tc>
          <w:tcPr>
            <w:tcW w:w="3056" w:type="dxa"/>
          </w:tcPr>
          <w:p w14:paraId="49F4A9E5" w14:textId="77777777" w:rsidR="00EC707C" w:rsidRPr="00F95FBD" w:rsidRDefault="00EC707C" w:rsidP="00964369">
            <w:pPr>
              <w:pStyle w:val="Tabulka"/>
            </w:pPr>
            <w:r w:rsidRPr="00F95FBD">
              <w:t>Adresa</w:t>
            </w:r>
          </w:p>
        </w:tc>
        <w:tc>
          <w:tcPr>
            <w:tcW w:w="5812" w:type="dxa"/>
          </w:tcPr>
          <w:p w14:paraId="4A2690A1" w14:textId="77777777" w:rsidR="00EC707C" w:rsidRPr="00F95FBD" w:rsidRDefault="00EC707C" w:rsidP="00964369">
            <w:pPr>
              <w:pStyle w:val="Tabulka"/>
            </w:pPr>
            <w:r w:rsidRPr="00F95FBD">
              <w:rPr>
                <w:highlight w:val="yellow"/>
              </w:rPr>
              <w:t>[VLOŽÍ ZHOTOVITEL]</w:t>
            </w:r>
          </w:p>
        </w:tc>
      </w:tr>
      <w:tr w:rsidR="00EC707C" w:rsidRPr="00F95FBD" w14:paraId="27C9D82F" w14:textId="77777777" w:rsidTr="005923F7">
        <w:tc>
          <w:tcPr>
            <w:tcW w:w="3056" w:type="dxa"/>
          </w:tcPr>
          <w:p w14:paraId="169CDA49" w14:textId="77777777" w:rsidR="00EC707C" w:rsidRPr="00F95FBD" w:rsidRDefault="00EC707C" w:rsidP="00964369">
            <w:pPr>
              <w:pStyle w:val="Tabulka"/>
            </w:pPr>
            <w:r w:rsidRPr="00F95FBD">
              <w:t>E-mail</w:t>
            </w:r>
          </w:p>
        </w:tc>
        <w:tc>
          <w:tcPr>
            <w:tcW w:w="5812" w:type="dxa"/>
          </w:tcPr>
          <w:p w14:paraId="1A6ECD62" w14:textId="77777777" w:rsidR="00EC707C" w:rsidRPr="00F95FBD" w:rsidRDefault="00EC707C" w:rsidP="00964369">
            <w:pPr>
              <w:pStyle w:val="Tabulka"/>
            </w:pPr>
            <w:r w:rsidRPr="00F95FBD">
              <w:rPr>
                <w:highlight w:val="yellow"/>
              </w:rPr>
              <w:t>[VLOŽÍ ZHOTOVITEL]</w:t>
            </w:r>
          </w:p>
        </w:tc>
      </w:tr>
      <w:tr w:rsidR="00EC707C" w:rsidRPr="00F95FBD" w14:paraId="7A09DD72" w14:textId="77777777" w:rsidTr="005923F7">
        <w:tc>
          <w:tcPr>
            <w:tcW w:w="3056" w:type="dxa"/>
          </w:tcPr>
          <w:p w14:paraId="057743AB" w14:textId="77777777" w:rsidR="00EC707C" w:rsidRPr="00F95FBD" w:rsidRDefault="00EC707C" w:rsidP="00964369">
            <w:pPr>
              <w:pStyle w:val="Tabulka"/>
            </w:pPr>
            <w:r w:rsidRPr="00F95FBD">
              <w:t>Telefon</w:t>
            </w:r>
          </w:p>
        </w:tc>
        <w:tc>
          <w:tcPr>
            <w:tcW w:w="5812" w:type="dxa"/>
          </w:tcPr>
          <w:p w14:paraId="4B6B9A43" w14:textId="77777777" w:rsidR="00EC707C" w:rsidRPr="00F95FBD" w:rsidRDefault="00EC707C" w:rsidP="00964369">
            <w:pPr>
              <w:pStyle w:val="Tabulka"/>
            </w:pPr>
            <w:r w:rsidRPr="00F95FBD">
              <w:rPr>
                <w:highlight w:val="yellow"/>
              </w:rPr>
              <w:t>[VLOŽÍ ZHOTOVITEL]</w:t>
            </w:r>
          </w:p>
        </w:tc>
      </w:tr>
    </w:tbl>
    <w:p w14:paraId="678147D6" w14:textId="77777777" w:rsidR="00EC707C" w:rsidRPr="00F95FBD" w:rsidRDefault="00EC707C" w:rsidP="00EC707C">
      <w:pPr>
        <w:pStyle w:val="Tabulka"/>
      </w:pPr>
    </w:p>
    <w:p w14:paraId="3825D8BB" w14:textId="77777777" w:rsidR="00070820" w:rsidRPr="00694DF6" w:rsidRDefault="00070820" w:rsidP="00070820">
      <w:pPr>
        <w:pStyle w:val="Nadpistabulky"/>
        <w:rPr>
          <w:strike/>
          <w:color w:val="FF0000"/>
          <w:sz w:val="18"/>
        </w:rPr>
      </w:pPr>
      <w:r>
        <w:rPr>
          <w:sz w:val="18"/>
          <w:szCs w:val="18"/>
        </w:rPr>
        <w:t xml:space="preserve">Specialista na hodnocení ekonomické efektivnosti </w:t>
      </w:r>
    </w:p>
    <w:tbl>
      <w:tblPr>
        <w:tblStyle w:val="TabulkaS-zahlzap"/>
        <w:tblW w:w="8868" w:type="dxa"/>
        <w:tblLook w:val="04A0" w:firstRow="1" w:lastRow="0" w:firstColumn="1" w:lastColumn="0" w:noHBand="0" w:noVBand="1"/>
      </w:tblPr>
      <w:tblGrid>
        <w:gridCol w:w="3056"/>
        <w:gridCol w:w="5812"/>
      </w:tblGrid>
      <w:tr w:rsidR="00070820" w:rsidRPr="00F95FBD" w14:paraId="60E71D46" w14:textId="77777777" w:rsidTr="00E8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83DC6" w14:textId="77777777" w:rsidR="00070820" w:rsidRPr="00F95FBD" w:rsidRDefault="00070820" w:rsidP="00E81F9F">
            <w:pPr>
              <w:pStyle w:val="Tabulka"/>
              <w:rPr>
                <w:rStyle w:val="Nadpisvtabulce"/>
              </w:rPr>
            </w:pPr>
            <w:r w:rsidRPr="00F95FBD">
              <w:rPr>
                <w:rStyle w:val="Nadpisvtabulce"/>
              </w:rPr>
              <w:t>Jméno a příjmení</w:t>
            </w:r>
          </w:p>
        </w:tc>
        <w:tc>
          <w:tcPr>
            <w:tcW w:w="5812" w:type="dxa"/>
          </w:tcPr>
          <w:p w14:paraId="3466A57B" w14:textId="77777777" w:rsidR="00070820" w:rsidRPr="00F95FBD" w:rsidRDefault="00070820" w:rsidP="00E81F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0820" w:rsidRPr="00F95FBD" w14:paraId="35B1EEC6"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1D5AEC1C" w14:textId="77777777" w:rsidR="00070820" w:rsidRPr="00F95FBD" w:rsidRDefault="00070820" w:rsidP="00E81F9F">
            <w:pPr>
              <w:pStyle w:val="Tabulka"/>
            </w:pPr>
            <w:r w:rsidRPr="00F95FBD">
              <w:t>Adresa</w:t>
            </w:r>
          </w:p>
        </w:tc>
        <w:tc>
          <w:tcPr>
            <w:tcW w:w="5812" w:type="dxa"/>
          </w:tcPr>
          <w:p w14:paraId="4420B44E"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A338C19"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062204FD" w14:textId="77777777" w:rsidR="00070820" w:rsidRPr="00F95FBD" w:rsidRDefault="00070820" w:rsidP="00E81F9F">
            <w:pPr>
              <w:pStyle w:val="Tabulka"/>
            </w:pPr>
            <w:r w:rsidRPr="00F95FBD">
              <w:t>E-mail</w:t>
            </w:r>
          </w:p>
        </w:tc>
        <w:tc>
          <w:tcPr>
            <w:tcW w:w="5812" w:type="dxa"/>
          </w:tcPr>
          <w:p w14:paraId="62261654"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DBEDBE0"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56929763" w14:textId="77777777" w:rsidR="00070820" w:rsidRPr="00F95FBD" w:rsidRDefault="00070820" w:rsidP="00E81F9F">
            <w:pPr>
              <w:pStyle w:val="Tabulka"/>
            </w:pPr>
            <w:r w:rsidRPr="00F95FBD">
              <w:t>Telefon</w:t>
            </w:r>
          </w:p>
        </w:tc>
        <w:tc>
          <w:tcPr>
            <w:tcW w:w="5812" w:type="dxa"/>
          </w:tcPr>
          <w:p w14:paraId="50C697EA"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8D797E" w14:textId="77777777" w:rsidR="004436EE" w:rsidRPr="00F035CE" w:rsidRDefault="004436EE" w:rsidP="004436EE">
      <w:pPr>
        <w:pStyle w:val="Textbezodsazen"/>
      </w:pPr>
    </w:p>
    <w:p w14:paraId="5B7AC00C" w14:textId="1CC554DF"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7CA34A5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0F266E25"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505C367D" w14:textId="77777777" w:rsidR="00C638C4" w:rsidRPr="00F035CE" w:rsidRDefault="00C638C4" w:rsidP="00C638C4">
            <w:pPr>
              <w:pStyle w:val="Tabulka"/>
            </w:pPr>
            <w:r w:rsidRPr="00F035CE">
              <w:rPr>
                <w:highlight w:val="yellow"/>
              </w:rPr>
              <w:t>[VLOŽÍ ZHOTOVITEL]</w:t>
            </w:r>
          </w:p>
        </w:tc>
      </w:tr>
      <w:tr w:rsidR="00F035CE" w:rsidRPr="00F035CE" w14:paraId="7AFD7A0A" w14:textId="77777777" w:rsidTr="00C638C4">
        <w:tc>
          <w:tcPr>
            <w:tcW w:w="3030" w:type="dxa"/>
          </w:tcPr>
          <w:p w14:paraId="1F674818" w14:textId="77777777" w:rsidR="00C638C4" w:rsidRPr="00F035CE" w:rsidRDefault="00C638C4" w:rsidP="00C638C4">
            <w:pPr>
              <w:pStyle w:val="Tabulka"/>
              <w:keepNext/>
            </w:pPr>
            <w:r w:rsidRPr="00F035CE">
              <w:t>Adresa</w:t>
            </w:r>
          </w:p>
        </w:tc>
        <w:tc>
          <w:tcPr>
            <w:tcW w:w="5759" w:type="dxa"/>
          </w:tcPr>
          <w:p w14:paraId="58457099" w14:textId="77777777" w:rsidR="00C638C4" w:rsidRPr="00F035CE" w:rsidRDefault="00C638C4" w:rsidP="00C638C4">
            <w:pPr>
              <w:pStyle w:val="Tabulka"/>
            </w:pPr>
            <w:r w:rsidRPr="00F035CE">
              <w:rPr>
                <w:highlight w:val="yellow"/>
              </w:rPr>
              <w:t>[VLOŽÍ ZHOTOVITEL]</w:t>
            </w:r>
          </w:p>
        </w:tc>
      </w:tr>
      <w:tr w:rsidR="00F035CE" w:rsidRPr="00F035CE" w14:paraId="33E2C7AE" w14:textId="77777777" w:rsidTr="00C638C4">
        <w:tc>
          <w:tcPr>
            <w:tcW w:w="3030" w:type="dxa"/>
          </w:tcPr>
          <w:p w14:paraId="693FD761" w14:textId="77777777" w:rsidR="00C638C4" w:rsidRPr="00F035CE" w:rsidRDefault="00C638C4" w:rsidP="00C638C4">
            <w:pPr>
              <w:pStyle w:val="Tabulka"/>
            </w:pPr>
            <w:r w:rsidRPr="00F035CE">
              <w:t>E-mail</w:t>
            </w:r>
          </w:p>
        </w:tc>
        <w:tc>
          <w:tcPr>
            <w:tcW w:w="5759" w:type="dxa"/>
          </w:tcPr>
          <w:p w14:paraId="513686EB" w14:textId="77777777" w:rsidR="00C638C4" w:rsidRPr="00F035CE" w:rsidRDefault="00C638C4" w:rsidP="00C638C4">
            <w:pPr>
              <w:pStyle w:val="Tabulka"/>
            </w:pPr>
            <w:r w:rsidRPr="00F035CE">
              <w:rPr>
                <w:highlight w:val="yellow"/>
              </w:rPr>
              <w:t>[VLOŽÍ ZHOTOVITEL]</w:t>
            </w:r>
          </w:p>
        </w:tc>
      </w:tr>
      <w:tr w:rsidR="00F035CE" w:rsidRPr="00F035CE" w14:paraId="3620347B" w14:textId="77777777" w:rsidTr="00C638C4">
        <w:tc>
          <w:tcPr>
            <w:tcW w:w="3030" w:type="dxa"/>
          </w:tcPr>
          <w:p w14:paraId="1E131DAD" w14:textId="77777777" w:rsidR="00C638C4" w:rsidRPr="00F035CE" w:rsidRDefault="00C638C4" w:rsidP="00C638C4">
            <w:pPr>
              <w:pStyle w:val="Tabulka"/>
            </w:pPr>
            <w:r w:rsidRPr="00F035CE">
              <w:t>Telefon</w:t>
            </w:r>
          </w:p>
        </w:tc>
        <w:tc>
          <w:tcPr>
            <w:tcW w:w="5759" w:type="dxa"/>
          </w:tcPr>
          <w:p w14:paraId="152E8E92" w14:textId="0A9B8AA7" w:rsidR="00C638C4" w:rsidRPr="00F035CE" w:rsidRDefault="00C638C4" w:rsidP="00C638C4">
            <w:pPr>
              <w:pStyle w:val="Tabulka"/>
            </w:pPr>
            <w:r w:rsidRPr="00F035CE">
              <w:rPr>
                <w:highlight w:val="yellow"/>
              </w:rPr>
              <w:t>[VLOŽÍ ZHOTOVITEL]</w:t>
            </w:r>
          </w:p>
        </w:tc>
      </w:tr>
    </w:tbl>
    <w:p w14:paraId="37EFE71B" w14:textId="6706F8EA" w:rsidR="00C638C4" w:rsidRDefault="00C638C4" w:rsidP="004436EE">
      <w:pPr>
        <w:pStyle w:val="Textbezodsazen"/>
      </w:pPr>
    </w:p>
    <w:p w14:paraId="1784F9AD" w14:textId="77777777" w:rsidR="00075E8F" w:rsidRPr="00F035CE" w:rsidRDefault="00075E8F" w:rsidP="00075E8F">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075E8F" w:rsidRPr="0017282C" w14:paraId="1B38F623"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636B0FC7"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812" w:type="dxa"/>
          </w:tcPr>
          <w:p w14:paraId="1D492C66" w14:textId="77777777" w:rsidR="00075E8F" w:rsidRPr="0017282C" w:rsidRDefault="00075E8F" w:rsidP="00F23CC7">
            <w:pPr>
              <w:pStyle w:val="Tabulka"/>
            </w:pPr>
            <w:r w:rsidRPr="0017282C">
              <w:rPr>
                <w:highlight w:val="yellow"/>
              </w:rPr>
              <w:t>[VLOŽÍ ZHOTOVITEL]</w:t>
            </w:r>
          </w:p>
        </w:tc>
      </w:tr>
      <w:tr w:rsidR="00075E8F" w:rsidRPr="00F95FBD" w14:paraId="2F024FD8" w14:textId="77777777" w:rsidTr="00F23CC7">
        <w:tc>
          <w:tcPr>
            <w:tcW w:w="3056" w:type="dxa"/>
          </w:tcPr>
          <w:p w14:paraId="73474F37" w14:textId="77777777" w:rsidR="00075E8F" w:rsidRPr="00F95FBD" w:rsidRDefault="00075E8F" w:rsidP="00F23CC7">
            <w:pPr>
              <w:pStyle w:val="Tabulka"/>
              <w:keepNext/>
            </w:pPr>
            <w:r w:rsidRPr="00F95FBD">
              <w:t>Adresa</w:t>
            </w:r>
          </w:p>
        </w:tc>
        <w:tc>
          <w:tcPr>
            <w:tcW w:w="5812" w:type="dxa"/>
          </w:tcPr>
          <w:p w14:paraId="11B6DB28" w14:textId="77777777" w:rsidR="00075E8F" w:rsidRPr="00F95FBD" w:rsidRDefault="00075E8F" w:rsidP="00F23CC7">
            <w:pPr>
              <w:pStyle w:val="Tabulka"/>
            </w:pPr>
            <w:r w:rsidRPr="00F95FBD">
              <w:rPr>
                <w:highlight w:val="yellow"/>
              </w:rPr>
              <w:t>[VLOŽÍ ZHOTOVITEL]</w:t>
            </w:r>
          </w:p>
        </w:tc>
      </w:tr>
      <w:tr w:rsidR="00075E8F" w:rsidRPr="00F95FBD" w14:paraId="3DAE18CA" w14:textId="77777777" w:rsidTr="00F23CC7">
        <w:tc>
          <w:tcPr>
            <w:tcW w:w="3056" w:type="dxa"/>
          </w:tcPr>
          <w:p w14:paraId="06BDE1CC" w14:textId="77777777" w:rsidR="00075E8F" w:rsidRPr="00F95FBD" w:rsidRDefault="00075E8F" w:rsidP="00F23CC7">
            <w:pPr>
              <w:pStyle w:val="Tabulka"/>
            </w:pPr>
            <w:r w:rsidRPr="00F95FBD">
              <w:t>E-mail</w:t>
            </w:r>
          </w:p>
        </w:tc>
        <w:tc>
          <w:tcPr>
            <w:tcW w:w="5812" w:type="dxa"/>
          </w:tcPr>
          <w:p w14:paraId="3D8BF7CC" w14:textId="77777777" w:rsidR="00075E8F" w:rsidRPr="00F95FBD" w:rsidRDefault="00075E8F" w:rsidP="00F23CC7">
            <w:pPr>
              <w:pStyle w:val="Tabulka"/>
            </w:pPr>
            <w:r w:rsidRPr="00F95FBD">
              <w:rPr>
                <w:highlight w:val="yellow"/>
              </w:rPr>
              <w:t>[VLOŽÍ ZHOTOVITEL]</w:t>
            </w:r>
          </w:p>
        </w:tc>
      </w:tr>
      <w:tr w:rsidR="00075E8F" w:rsidRPr="00F95FBD" w14:paraId="27F3A006" w14:textId="77777777" w:rsidTr="00F23CC7">
        <w:tc>
          <w:tcPr>
            <w:tcW w:w="3056" w:type="dxa"/>
          </w:tcPr>
          <w:p w14:paraId="5AF9C264" w14:textId="77777777" w:rsidR="00075E8F" w:rsidRPr="00F95FBD" w:rsidRDefault="00075E8F" w:rsidP="00F23CC7">
            <w:pPr>
              <w:pStyle w:val="Tabulka"/>
            </w:pPr>
            <w:r w:rsidRPr="00F95FBD">
              <w:t>Telefon</w:t>
            </w:r>
          </w:p>
        </w:tc>
        <w:tc>
          <w:tcPr>
            <w:tcW w:w="5812" w:type="dxa"/>
          </w:tcPr>
          <w:p w14:paraId="3AA35B55" w14:textId="77777777" w:rsidR="00075E8F" w:rsidRPr="00F95FBD" w:rsidRDefault="00075E8F" w:rsidP="00F23CC7">
            <w:pPr>
              <w:pStyle w:val="Tabulka"/>
            </w:pPr>
            <w:r w:rsidRPr="00F95FBD">
              <w:rPr>
                <w:highlight w:val="yellow"/>
              </w:rPr>
              <w:t>[VLOŽÍ ZHOTOVITEL]</w:t>
            </w:r>
          </w:p>
        </w:tc>
      </w:tr>
    </w:tbl>
    <w:p w14:paraId="118818A7" w14:textId="77777777" w:rsidR="00075E8F" w:rsidRDefault="00075E8F"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12EDFDDD" w:rsidR="004436EE" w:rsidRPr="004436EE" w:rsidRDefault="005577D9" w:rsidP="00964369">
            <w:pPr>
              <w:pStyle w:val="Textbezodsazen"/>
            </w:pPr>
            <w:r w:rsidRPr="00F95FBD">
              <w:rPr>
                <w:highlight w:val="yellow"/>
              </w:rPr>
              <w:t>VLOŽÍ ZHOTOVITEL</w:t>
            </w:r>
            <w:r>
              <w:rPr>
                <w:highlight w:val="yellow"/>
              </w:rPr>
              <w:t xml:space="preserve"> – výše pojistného plnění musí být minimálně ve výši Ceny Díla</w:t>
            </w:r>
            <w:r w:rsidR="00554721">
              <w:rPr>
                <w:highlight w:val="yellow"/>
              </w:rPr>
              <w:t xml:space="preserve"> dle článku 3.3 Smlouvy</w:t>
            </w:r>
          </w:p>
        </w:tc>
      </w:tr>
    </w:tbl>
    <w:p w14:paraId="1873A0A9"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826F7">
        <w:tc>
          <w:tcPr>
            <w:tcW w:w="2774" w:type="dxa"/>
            <w:vAlign w:val="center"/>
          </w:tcPr>
          <w:p w14:paraId="098B1038" w14:textId="251FABE6" w:rsidR="00D0544F" w:rsidRPr="00D0544F" w:rsidRDefault="009545F6" w:rsidP="005826F7">
            <w:pPr>
              <w:pStyle w:val="Tabulka"/>
              <w:jc w:val="center"/>
              <w:rPr>
                <w:highlight w:val="green"/>
              </w:rPr>
            </w:pPr>
            <w:r w:rsidRPr="005826F7">
              <w:t>---</w:t>
            </w:r>
          </w:p>
        </w:tc>
        <w:tc>
          <w:tcPr>
            <w:tcW w:w="3129" w:type="dxa"/>
            <w:vAlign w:val="center"/>
          </w:tcPr>
          <w:p w14:paraId="36F9ED11" w14:textId="339AC023" w:rsidR="00D0544F" w:rsidRPr="00F95FBD" w:rsidRDefault="009545F6" w:rsidP="005826F7">
            <w:pPr>
              <w:pStyle w:val="Tabulka"/>
              <w:jc w:val="center"/>
            </w:pPr>
            <w:r>
              <w:t>---</w:t>
            </w:r>
          </w:p>
        </w:tc>
        <w:tc>
          <w:tcPr>
            <w:tcW w:w="2957" w:type="dxa"/>
            <w:vAlign w:val="center"/>
          </w:tcPr>
          <w:p w14:paraId="2D086BE9" w14:textId="239F7EFA" w:rsidR="00D0544F" w:rsidRPr="00F95FBD" w:rsidRDefault="009545F6" w:rsidP="005826F7">
            <w:pPr>
              <w:pStyle w:val="Tabulka"/>
              <w:jc w:val="center"/>
            </w:pPr>
            <w:r>
              <w:t>---</w:t>
            </w: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1" w:name="_Hlk161998264"/>
      <w:r>
        <w:lastRenderedPageBreak/>
        <w:t>Příloha č. 10</w:t>
      </w:r>
    </w:p>
    <w:p w14:paraId="43675CA9" w14:textId="77777777" w:rsidR="00D0544F" w:rsidRDefault="00D0544F" w:rsidP="00B01693">
      <w:pPr>
        <w:pStyle w:val="Nadpisbezsl1-2"/>
        <w:outlineLvl w:val="1"/>
      </w:pPr>
      <w:r>
        <w:t>Zmocnění Vedoucího Zhotovitele</w:t>
      </w:r>
    </w:p>
    <w:bookmarkEnd w:id="21"/>
    <w:p w14:paraId="6F5A87D9" w14:textId="1D51BDC8" w:rsidR="006A67D6" w:rsidRPr="00112E8B" w:rsidRDefault="00112E8B" w:rsidP="006A67D6">
      <w:pPr>
        <w:pStyle w:val="Textbezodsazen"/>
        <w:rPr>
          <w:i/>
        </w:rPr>
      </w:pPr>
      <w:r w:rsidRPr="00112E8B">
        <w:rPr>
          <w:i/>
        </w:rPr>
        <w:t xml:space="preserve">(samostatná příloha) </w:t>
      </w: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01625471" w:rsidR="007F22CD" w:rsidRDefault="007F22CD" w:rsidP="006A67D6">
      <w:pPr>
        <w:pStyle w:val="Textbezodsazen"/>
      </w:pPr>
    </w:p>
    <w:p w14:paraId="344E1FB6" w14:textId="217FE671" w:rsidR="001B6520" w:rsidRDefault="001B6520" w:rsidP="006A67D6">
      <w:pPr>
        <w:pStyle w:val="Textbezodsazen"/>
      </w:pPr>
    </w:p>
    <w:p w14:paraId="42B843A2" w14:textId="080845DF" w:rsidR="001B6520" w:rsidRDefault="001B6520" w:rsidP="006A67D6">
      <w:pPr>
        <w:pStyle w:val="Textbezodsazen"/>
      </w:pPr>
    </w:p>
    <w:p w14:paraId="406D38DB" w14:textId="0F35630A" w:rsidR="001B6520" w:rsidRDefault="001B6520" w:rsidP="006A67D6">
      <w:pPr>
        <w:pStyle w:val="Textbezodsazen"/>
      </w:pPr>
    </w:p>
    <w:p w14:paraId="0E2525C4" w14:textId="148D586E" w:rsidR="001B6520" w:rsidRDefault="001B6520" w:rsidP="006A67D6">
      <w:pPr>
        <w:pStyle w:val="Textbezodsazen"/>
      </w:pPr>
    </w:p>
    <w:p w14:paraId="0D863BE5" w14:textId="373EE4EF" w:rsidR="001B6520" w:rsidRDefault="001B6520" w:rsidP="006A67D6">
      <w:pPr>
        <w:pStyle w:val="Textbezodsazen"/>
      </w:pPr>
    </w:p>
    <w:p w14:paraId="02E16CC2" w14:textId="09A7962F" w:rsidR="001B6520" w:rsidRDefault="001B6520" w:rsidP="006A67D6">
      <w:pPr>
        <w:pStyle w:val="Textbezodsazen"/>
      </w:pPr>
    </w:p>
    <w:p w14:paraId="7D39502E" w14:textId="614F0907" w:rsidR="001B6520" w:rsidRDefault="001B6520" w:rsidP="006A67D6">
      <w:pPr>
        <w:pStyle w:val="Textbezodsazen"/>
      </w:pPr>
    </w:p>
    <w:p w14:paraId="301A2A7C" w14:textId="05895DC0" w:rsidR="001B6520" w:rsidRDefault="001B6520" w:rsidP="006A67D6">
      <w:pPr>
        <w:pStyle w:val="Textbezodsazen"/>
      </w:pPr>
    </w:p>
    <w:p w14:paraId="01DE333F" w14:textId="3CBA93D9" w:rsidR="001B6520" w:rsidRDefault="001B6520" w:rsidP="006A67D6">
      <w:pPr>
        <w:pStyle w:val="Textbezodsazen"/>
      </w:pPr>
    </w:p>
    <w:p w14:paraId="5CC6AF44" w14:textId="32060016" w:rsidR="001B6520" w:rsidRDefault="001B6520" w:rsidP="006A67D6">
      <w:pPr>
        <w:pStyle w:val="Textbezodsazen"/>
      </w:pPr>
    </w:p>
    <w:p w14:paraId="2B3E11C1" w14:textId="0A655C59" w:rsidR="001B6520" w:rsidRDefault="001B6520" w:rsidP="006A67D6">
      <w:pPr>
        <w:pStyle w:val="Textbezodsazen"/>
      </w:pPr>
    </w:p>
    <w:p w14:paraId="6D948085" w14:textId="5AB5235B" w:rsidR="001B6520" w:rsidRDefault="001B6520" w:rsidP="006A67D6">
      <w:pPr>
        <w:pStyle w:val="Textbezodsazen"/>
      </w:pPr>
    </w:p>
    <w:p w14:paraId="721A3731" w14:textId="508452FC" w:rsidR="001B6520" w:rsidRDefault="001B6520" w:rsidP="006A67D6">
      <w:pPr>
        <w:pStyle w:val="Textbezodsazen"/>
      </w:pPr>
    </w:p>
    <w:p w14:paraId="7F706955" w14:textId="27052B3A" w:rsidR="001B6520" w:rsidRDefault="001B6520" w:rsidP="006A67D6">
      <w:pPr>
        <w:pStyle w:val="Textbezodsazen"/>
      </w:pPr>
    </w:p>
    <w:p w14:paraId="0C5814EF" w14:textId="7F46AFE8" w:rsidR="001B6520" w:rsidRDefault="001B6520" w:rsidP="006A67D6">
      <w:pPr>
        <w:pStyle w:val="Textbezodsazen"/>
      </w:pPr>
    </w:p>
    <w:p w14:paraId="55D744E6" w14:textId="4FCF095F" w:rsidR="001B6520" w:rsidRDefault="001B6520" w:rsidP="006A67D6">
      <w:pPr>
        <w:pStyle w:val="Textbezodsazen"/>
      </w:pPr>
    </w:p>
    <w:p w14:paraId="54A76FF5" w14:textId="5A677E98" w:rsidR="001B6520" w:rsidRDefault="001B6520" w:rsidP="006A67D6">
      <w:pPr>
        <w:pStyle w:val="Textbezodsazen"/>
      </w:pPr>
    </w:p>
    <w:p w14:paraId="4F707E82" w14:textId="54542F9B" w:rsidR="001B6520" w:rsidRDefault="001B6520" w:rsidP="006A67D6">
      <w:pPr>
        <w:pStyle w:val="Textbezodsazen"/>
      </w:pPr>
    </w:p>
    <w:p w14:paraId="3CB3390E" w14:textId="794391D2" w:rsidR="001B6520" w:rsidRDefault="001B6520" w:rsidP="006A67D6">
      <w:pPr>
        <w:pStyle w:val="Textbezodsazen"/>
      </w:pPr>
    </w:p>
    <w:p w14:paraId="303E1FF3" w14:textId="3D22B2F2" w:rsidR="001B6520" w:rsidRDefault="001B6520" w:rsidP="006A67D6">
      <w:pPr>
        <w:pStyle w:val="Textbezodsazen"/>
      </w:pPr>
    </w:p>
    <w:p w14:paraId="7737C906" w14:textId="4AF6604B" w:rsidR="001B6520" w:rsidRDefault="001B6520" w:rsidP="006A67D6">
      <w:pPr>
        <w:pStyle w:val="Textbezodsazen"/>
      </w:pPr>
    </w:p>
    <w:p w14:paraId="68D8F416" w14:textId="7AA6681C" w:rsidR="001B6520" w:rsidRDefault="001B6520" w:rsidP="006A67D6">
      <w:pPr>
        <w:pStyle w:val="Textbezodsazen"/>
      </w:pPr>
    </w:p>
    <w:p w14:paraId="5CF5035D" w14:textId="57D67405" w:rsidR="001B6520" w:rsidRDefault="001B6520" w:rsidP="006A67D6">
      <w:pPr>
        <w:pStyle w:val="Textbezodsazen"/>
      </w:pPr>
    </w:p>
    <w:p w14:paraId="592DD110" w14:textId="53A47A2D" w:rsidR="001B6520" w:rsidRDefault="001B6520" w:rsidP="006A67D6">
      <w:pPr>
        <w:pStyle w:val="Textbezodsazen"/>
      </w:pPr>
    </w:p>
    <w:p w14:paraId="67EFDF8B" w14:textId="68A0509E" w:rsidR="001B6520" w:rsidRDefault="001B6520" w:rsidP="006A67D6">
      <w:pPr>
        <w:pStyle w:val="Textbezodsazen"/>
      </w:pPr>
    </w:p>
    <w:p w14:paraId="6941A133" w14:textId="2D7C449D" w:rsidR="001B6520" w:rsidRDefault="001B6520" w:rsidP="006A67D6">
      <w:pPr>
        <w:pStyle w:val="Textbezodsazen"/>
      </w:pPr>
    </w:p>
    <w:p w14:paraId="13610B10" w14:textId="353F6A0A" w:rsidR="001B6520" w:rsidRDefault="001B6520" w:rsidP="006A67D6">
      <w:pPr>
        <w:pStyle w:val="Textbezodsazen"/>
      </w:pPr>
    </w:p>
    <w:p w14:paraId="5CD3C238" w14:textId="6993DA8D" w:rsidR="001B6520" w:rsidRDefault="001B6520" w:rsidP="006A67D6">
      <w:pPr>
        <w:pStyle w:val="Textbezodsazen"/>
      </w:pPr>
    </w:p>
    <w:p w14:paraId="68345333" w14:textId="4AF47432" w:rsidR="001B6520" w:rsidRDefault="001B6520" w:rsidP="006A67D6">
      <w:pPr>
        <w:pStyle w:val="Textbezodsazen"/>
      </w:pPr>
    </w:p>
    <w:p w14:paraId="1F1A7D6E" w14:textId="05367528" w:rsidR="001B6520" w:rsidRDefault="001B6520" w:rsidP="006A67D6">
      <w:pPr>
        <w:pStyle w:val="Textbezodsazen"/>
      </w:pPr>
    </w:p>
    <w:p w14:paraId="15393748" w14:textId="50E68B86" w:rsidR="001B6520" w:rsidRDefault="001B6520" w:rsidP="006A67D6">
      <w:pPr>
        <w:pStyle w:val="Textbezodsazen"/>
      </w:pPr>
    </w:p>
    <w:p w14:paraId="37836C40" w14:textId="1FF999C0" w:rsidR="001B6520" w:rsidRDefault="001B6520" w:rsidP="006A67D6">
      <w:pPr>
        <w:pStyle w:val="Textbezodsazen"/>
      </w:pPr>
    </w:p>
    <w:p w14:paraId="458C17AB" w14:textId="2238A6EA" w:rsidR="001B6520" w:rsidRDefault="001B6520" w:rsidP="006A67D6">
      <w:pPr>
        <w:pStyle w:val="Textbezodsazen"/>
      </w:pPr>
    </w:p>
    <w:p w14:paraId="2906C92C" w14:textId="62CEB0FB" w:rsidR="001B6520" w:rsidRDefault="001B6520" w:rsidP="001B6520">
      <w:pPr>
        <w:pStyle w:val="Nadpisbezsl1-1"/>
      </w:pPr>
      <w:r>
        <w:lastRenderedPageBreak/>
        <w:t>Příloha č. 11</w:t>
      </w:r>
    </w:p>
    <w:p w14:paraId="0460667E" w14:textId="68ACC6C8" w:rsidR="001B6520" w:rsidRDefault="001B6520" w:rsidP="001B6520">
      <w:pPr>
        <w:pStyle w:val="Nadpisbezsl1-2"/>
        <w:outlineLvl w:val="1"/>
      </w:pPr>
      <w:r>
        <w:t>BIM Protokol</w:t>
      </w:r>
    </w:p>
    <w:p w14:paraId="64FF6DCD" w14:textId="77777777" w:rsidR="0098675E" w:rsidRPr="00851A83" w:rsidRDefault="0098675E" w:rsidP="0098675E">
      <w:pPr>
        <w:spacing w:after="120" w:line="264" w:lineRule="auto"/>
        <w:jc w:val="both"/>
        <w:rPr>
          <w:rFonts w:eastAsia="MS Mincho"/>
          <w:b/>
          <w:i/>
          <w:sz w:val="18"/>
          <w:szCs w:val="18"/>
        </w:rPr>
      </w:pPr>
      <w:r w:rsidRPr="00851A83">
        <w:rPr>
          <w:rFonts w:eastAsia="MS Mincho"/>
          <w:b/>
          <w:i/>
          <w:sz w:val="18"/>
          <w:szCs w:val="18"/>
        </w:rPr>
        <w:t>Přílohy uvedené v článku 7 - SEZNAM PŘÍLOH BIM PROTOKOLU obdržel Zhotovitel jako součást Zadávací dokumentace a k této Smlouvě se tak ve fyzické podobě již nepřipojují.</w:t>
      </w:r>
    </w:p>
    <w:p w14:paraId="72681F5E" w14:textId="77777777" w:rsidR="001B6520" w:rsidRDefault="001B6520" w:rsidP="006A67D6">
      <w:pPr>
        <w:pStyle w:val="Textbezodsazen"/>
      </w:pPr>
    </w:p>
    <w:sectPr w:rsidR="001B6520"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6D061" w14:textId="77777777" w:rsidR="00AA4A38" w:rsidRDefault="00AA4A38" w:rsidP="00962258">
      <w:pPr>
        <w:spacing w:after="0" w:line="240" w:lineRule="auto"/>
      </w:pPr>
      <w:r>
        <w:separator/>
      </w:r>
    </w:p>
  </w:endnote>
  <w:endnote w:type="continuationSeparator" w:id="0">
    <w:p w14:paraId="14AB0E76" w14:textId="77777777" w:rsidR="00AA4A38" w:rsidRDefault="00AA4A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68F6" w:rsidRPr="003462EB" w14:paraId="28759E4E" w14:textId="77777777" w:rsidTr="009626C4">
      <w:tc>
        <w:tcPr>
          <w:tcW w:w="907" w:type="dxa"/>
          <w:tcMar>
            <w:left w:w="0" w:type="dxa"/>
            <w:right w:w="0" w:type="dxa"/>
          </w:tcMar>
          <w:vAlign w:val="bottom"/>
        </w:tcPr>
        <w:p w14:paraId="13B4A18B" w14:textId="11217672" w:rsidR="00C168F6" w:rsidRPr="00B8518B" w:rsidRDefault="00C168F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9</w:t>
          </w:r>
          <w:r>
            <w:rPr>
              <w:rStyle w:val="slostrnky"/>
            </w:rPr>
            <w:fldChar w:fldCharType="end"/>
          </w:r>
        </w:p>
      </w:tc>
      <w:tc>
        <w:tcPr>
          <w:tcW w:w="0" w:type="auto"/>
          <w:vAlign w:val="bottom"/>
        </w:tcPr>
        <w:p w14:paraId="13A60B32" w14:textId="116AB222" w:rsidR="00C168F6" w:rsidRPr="003462EB" w:rsidRDefault="00AA4A38" w:rsidP="009626C4">
          <w:pPr>
            <w:pStyle w:val="Zpatvlevo"/>
          </w:pPr>
          <w:r>
            <w:fldChar w:fldCharType="begin"/>
          </w:r>
          <w:r>
            <w:instrText xml:space="preserve"> STYLEREF  _Název_akce  \* MERGEFORMAT </w:instrText>
          </w:r>
          <w:r>
            <w:fldChar w:fldCharType="separate"/>
          </w:r>
          <w:r w:rsidR="00723CA5" w:rsidRPr="00723CA5">
            <w:rPr>
              <w:b/>
              <w:bCs/>
              <w:noProof/>
            </w:rPr>
            <w:t xml:space="preserve">“RS 5 </w:t>
          </w:r>
          <w:r w:rsidR="00723CA5">
            <w:rPr>
              <w:noProof/>
            </w:rPr>
            <w:t>Náchod – státní hranice“</w:t>
          </w:r>
          <w:r>
            <w:rPr>
              <w:noProof/>
            </w:rPr>
            <w:fldChar w:fldCharType="end"/>
          </w:r>
        </w:p>
        <w:p w14:paraId="64082B65" w14:textId="3874F86D" w:rsidR="00C168F6" w:rsidRPr="003462EB" w:rsidRDefault="00C168F6" w:rsidP="005A2756">
          <w:pPr>
            <w:pStyle w:val="Zpatvlevo"/>
          </w:pPr>
          <w:r>
            <w:t>Smlouva o dílo na zhotovení Dokumentace +DP</w:t>
          </w:r>
        </w:p>
      </w:tc>
    </w:tr>
  </w:tbl>
  <w:p w14:paraId="4346DD4B" w14:textId="4FD4091A" w:rsidR="00C168F6" w:rsidRPr="00402B45" w:rsidRDefault="00C168F6">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68F6" w:rsidRPr="003462EB" w14:paraId="0DC011D7" w14:textId="77777777" w:rsidTr="009626C4">
      <w:tc>
        <w:tcPr>
          <w:tcW w:w="907" w:type="dxa"/>
          <w:tcMar>
            <w:left w:w="0" w:type="dxa"/>
            <w:right w:w="0" w:type="dxa"/>
          </w:tcMar>
          <w:vAlign w:val="bottom"/>
        </w:tcPr>
        <w:p w14:paraId="6FE8DA29" w14:textId="169B9193" w:rsidR="00C168F6" w:rsidRPr="00B8518B" w:rsidRDefault="00C168F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4</w:t>
          </w:r>
          <w:r>
            <w:rPr>
              <w:rStyle w:val="slostrnky"/>
            </w:rPr>
            <w:fldChar w:fldCharType="end"/>
          </w:r>
        </w:p>
      </w:tc>
      <w:tc>
        <w:tcPr>
          <w:tcW w:w="0" w:type="auto"/>
          <w:vAlign w:val="bottom"/>
        </w:tcPr>
        <w:p w14:paraId="53065B11" w14:textId="77777777" w:rsidR="00C168F6" w:rsidRPr="005328CA" w:rsidRDefault="00C168F6" w:rsidP="009626C4">
          <w:pPr>
            <w:pStyle w:val="Zpatvlevo"/>
            <w:rPr>
              <w:b/>
            </w:rPr>
          </w:pPr>
          <w:r w:rsidRPr="005328CA">
            <w:rPr>
              <w:b/>
            </w:rPr>
            <w:t xml:space="preserve">Příloha č. </w:t>
          </w:r>
          <w:r>
            <w:rPr>
              <w:b/>
            </w:rPr>
            <w:t>5</w:t>
          </w:r>
        </w:p>
        <w:p w14:paraId="35E084E7" w14:textId="6C00C1B6" w:rsidR="00C168F6" w:rsidRPr="003462EB" w:rsidRDefault="00AA4A38" w:rsidP="009626C4">
          <w:pPr>
            <w:pStyle w:val="Zpatvlevo"/>
          </w:pPr>
          <w:r>
            <w:fldChar w:fldCharType="begin"/>
          </w:r>
          <w:r>
            <w:instrText xml:space="preserve"> STYLEREF  _Název_akce  \* MERGEFORMAT </w:instrText>
          </w:r>
          <w:r>
            <w:fldChar w:fldCharType="separate"/>
          </w:r>
          <w:r w:rsidR="00723CA5" w:rsidRPr="00723CA5">
            <w:rPr>
              <w:b/>
              <w:bCs/>
              <w:noProof/>
            </w:rPr>
            <w:t xml:space="preserve">“RS 5 </w:t>
          </w:r>
          <w:r w:rsidR="00723CA5">
            <w:rPr>
              <w:noProof/>
            </w:rPr>
            <w:t>Náchod – státní hranice“</w:t>
          </w:r>
          <w:r>
            <w:rPr>
              <w:noProof/>
            </w:rPr>
            <w:fldChar w:fldCharType="end"/>
          </w:r>
        </w:p>
        <w:p w14:paraId="015750B6" w14:textId="316D1E9D" w:rsidR="00C168F6" w:rsidRPr="003462EB" w:rsidRDefault="00C168F6" w:rsidP="00402B45">
          <w:pPr>
            <w:pStyle w:val="Zpatvlevo"/>
          </w:pPr>
          <w:r>
            <w:t>Smlouva o dílo na zhotovení Dokumentace</w:t>
          </w:r>
        </w:p>
      </w:tc>
    </w:tr>
  </w:tbl>
  <w:p w14:paraId="1C790FAB" w14:textId="77777777" w:rsidR="00C168F6" w:rsidRPr="00402B45" w:rsidRDefault="00C168F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68F6" w:rsidRPr="009E09BE" w14:paraId="4D5A72A8" w14:textId="77777777" w:rsidTr="00286AD1">
      <w:trPr>
        <w:jc w:val="right"/>
      </w:trPr>
      <w:tc>
        <w:tcPr>
          <w:tcW w:w="0" w:type="auto"/>
          <w:tcMar>
            <w:left w:w="0" w:type="dxa"/>
            <w:right w:w="0" w:type="dxa"/>
          </w:tcMar>
          <w:vAlign w:val="bottom"/>
        </w:tcPr>
        <w:p w14:paraId="1737DE06" w14:textId="77777777" w:rsidR="00C168F6" w:rsidRPr="005328CA" w:rsidRDefault="00C168F6" w:rsidP="009626C4">
          <w:pPr>
            <w:pStyle w:val="Zpatvpravo"/>
            <w:rPr>
              <w:b/>
            </w:rPr>
          </w:pPr>
          <w:r w:rsidRPr="005328CA">
            <w:rPr>
              <w:b/>
            </w:rPr>
            <w:t xml:space="preserve">Příloha č. </w:t>
          </w:r>
          <w:r>
            <w:rPr>
              <w:b/>
            </w:rPr>
            <w:t>5</w:t>
          </w:r>
          <w:r w:rsidRPr="005328CA">
            <w:rPr>
              <w:b/>
            </w:rPr>
            <w:t xml:space="preserve">   </w:t>
          </w:r>
        </w:p>
        <w:p w14:paraId="554D54A2" w14:textId="650D98AE" w:rsidR="00C168F6" w:rsidRDefault="00C168F6" w:rsidP="009626C4">
          <w:pPr>
            <w:pStyle w:val="Zpatvpravo"/>
          </w:pPr>
          <w:r>
            <w:t xml:space="preserve"> </w:t>
          </w:r>
          <w:r w:rsidR="00AA4A38">
            <w:fldChar w:fldCharType="begin"/>
          </w:r>
          <w:r w:rsidR="00AA4A38">
            <w:instrText xml:space="preserve"> STYLEREF  _Název_akce  \* MERGEFORMAT </w:instrText>
          </w:r>
          <w:r w:rsidR="00AA4A38">
            <w:fldChar w:fldCharType="separate"/>
          </w:r>
          <w:r w:rsidR="00723CA5" w:rsidRPr="00723CA5">
            <w:rPr>
              <w:b/>
              <w:bCs/>
              <w:noProof/>
            </w:rPr>
            <w:t xml:space="preserve">“RS 5 </w:t>
          </w:r>
          <w:r w:rsidR="00723CA5">
            <w:rPr>
              <w:noProof/>
            </w:rPr>
            <w:t>Náchod – státní hranice“</w:t>
          </w:r>
          <w:r w:rsidR="00AA4A38">
            <w:rPr>
              <w:noProof/>
            </w:rPr>
            <w:fldChar w:fldCharType="end"/>
          </w:r>
        </w:p>
        <w:p w14:paraId="12B4BD7F" w14:textId="1F5FA6F6" w:rsidR="00C168F6" w:rsidRPr="003462EB" w:rsidRDefault="00C168F6" w:rsidP="009626C4">
          <w:pPr>
            <w:pStyle w:val="Zpatvpravo"/>
            <w:rPr>
              <w:rStyle w:val="slostrnky"/>
              <w:b w:val="0"/>
              <w:color w:val="auto"/>
              <w:sz w:val="12"/>
            </w:rPr>
          </w:pPr>
          <w:r>
            <w:t>Smlouva o dílo na zhotovení Dokumentace</w:t>
          </w:r>
        </w:p>
      </w:tc>
      <w:tc>
        <w:tcPr>
          <w:tcW w:w="907" w:type="dxa"/>
          <w:vAlign w:val="bottom"/>
        </w:tcPr>
        <w:p w14:paraId="3AD6612B" w14:textId="0B3093C6" w:rsidR="00C168F6" w:rsidRPr="009E09BE" w:rsidRDefault="00C168F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4</w:t>
          </w:r>
          <w:r>
            <w:rPr>
              <w:rStyle w:val="slostrnky"/>
            </w:rPr>
            <w:fldChar w:fldCharType="end"/>
          </w:r>
        </w:p>
      </w:tc>
    </w:tr>
  </w:tbl>
  <w:p w14:paraId="21ED6E2D" w14:textId="77777777" w:rsidR="00C168F6" w:rsidRPr="00B8518B" w:rsidRDefault="00C168F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68F6" w:rsidRPr="003462EB" w14:paraId="6D1197F2" w14:textId="77777777" w:rsidTr="009626C4">
      <w:tc>
        <w:tcPr>
          <w:tcW w:w="907" w:type="dxa"/>
          <w:tcMar>
            <w:left w:w="0" w:type="dxa"/>
            <w:right w:w="0" w:type="dxa"/>
          </w:tcMar>
          <w:vAlign w:val="bottom"/>
        </w:tcPr>
        <w:p w14:paraId="6058E479" w14:textId="1495F83A" w:rsidR="00C168F6" w:rsidRPr="00B8518B" w:rsidRDefault="00C168F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5</w:t>
          </w:r>
          <w:r>
            <w:rPr>
              <w:rStyle w:val="slostrnky"/>
            </w:rPr>
            <w:fldChar w:fldCharType="end"/>
          </w:r>
        </w:p>
      </w:tc>
      <w:tc>
        <w:tcPr>
          <w:tcW w:w="0" w:type="auto"/>
          <w:vAlign w:val="bottom"/>
        </w:tcPr>
        <w:p w14:paraId="4D41CED2" w14:textId="77777777" w:rsidR="00C168F6" w:rsidRPr="005328CA" w:rsidRDefault="00C168F6" w:rsidP="009626C4">
          <w:pPr>
            <w:pStyle w:val="Zpatvlevo"/>
            <w:rPr>
              <w:b/>
            </w:rPr>
          </w:pPr>
          <w:r w:rsidRPr="005328CA">
            <w:rPr>
              <w:b/>
            </w:rPr>
            <w:t xml:space="preserve">Příloha č. </w:t>
          </w:r>
          <w:r>
            <w:rPr>
              <w:b/>
            </w:rPr>
            <w:t>6</w:t>
          </w:r>
        </w:p>
        <w:p w14:paraId="70A83876" w14:textId="0C17B02F" w:rsidR="00C168F6" w:rsidRPr="003462EB" w:rsidRDefault="00AA4A38" w:rsidP="009626C4">
          <w:pPr>
            <w:pStyle w:val="Zpatvlevo"/>
          </w:pPr>
          <w:r>
            <w:fldChar w:fldCharType="begin"/>
          </w:r>
          <w:r>
            <w:instrText xml:space="preserve"> STYLEREF  _Název_akce  \* MERGEFORMAT </w:instrText>
          </w:r>
          <w:r>
            <w:fldChar w:fldCharType="separate"/>
          </w:r>
          <w:r w:rsidR="00723CA5" w:rsidRPr="00723CA5">
            <w:rPr>
              <w:b/>
              <w:bCs/>
              <w:noProof/>
            </w:rPr>
            <w:t xml:space="preserve">“RS 5 </w:t>
          </w:r>
          <w:r w:rsidR="00723CA5">
            <w:rPr>
              <w:noProof/>
            </w:rPr>
            <w:t>Náchod – státní hranice“</w:t>
          </w:r>
          <w:r>
            <w:rPr>
              <w:noProof/>
            </w:rPr>
            <w:fldChar w:fldCharType="end"/>
          </w:r>
        </w:p>
        <w:p w14:paraId="008AEF79" w14:textId="77DC4D59" w:rsidR="00C168F6" w:rsidRPr="003462EB" w:rsidRDefault="00C168F6" w:rsidP="00402B45">
          <w:pPr>
            <w:pStyle w:val="Zpatvlevo"/>
          </w:pPr>
          <w:r>
            <w:t>Smlouva o dílo na zhotovení Dokumentace</w:t>
          </w:r>
        </w:p>
      </w:tc>
    </w:tr>
  </w:tbl>
  <w:p w14:paraId="56FF1873" w14:textId="77777777" w:rsidR="00C168F6" w:rsidRPr="00402B45" w:rsidRDefault="00C168F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68F6" w:rsidRPr="009E09BE" w14:paraId="382F4DE9" w14:textId="77777777" w:rsidTr="00286AD1">
      <w:trPr>
        <w:jc w:val="right"/>
      </w:trPr>
      <w:tc>
        <w:tcPr>
          <w:tcW w:w="0" w:type="auto"/>
          <w:tcMar>
            <w:left w:w="0" w:type="dxa"/>
            <w:right w:w="0" w:type="dxa"/>
          </w:tcMar>
          <w:vAlign w:val="bottom"/>
        </w:tcPr>
        <w:p w14:paraId="76BEFD3E" w14:textId="77777777" w:rsidR="00C168F6" w:rsidRPr="005328CA" w:rsidRDefault="00C168F6" w:rsidP="009626C4">
          <w:pPr>
            <w:pStyle w:val="Zpatvpravo"/>
            <w:rPr>
              <w:b/>
            </w:rPr>
          </w:pPr>
          <w:r w:rsidRPr="005328CA">
            <w:rPr>
              <w:b/>
            </w:rPr>
            <w:t xml:space="preserve">Příloha č. </w:t>
          </w:r>
          <w:r>
            <w:rPr>
              <w:b/>
            </w:rPr>
            <w:t>6</w:t>
          </w:r>
          <w:r w:rsidRPr="005328CA">
            <w:rPr>
              <w:b/>
            </w:rPr>
            <w:t xml:space="preserve">   </w:t>
          </w:r>
        </w:p>
        <w:p w14:paraId="1806184E" w14:textId="2DC2C999" w:rsidR="00C168F6" w:rsidRDefault="00C168F6" w:rsidP="009626C4">
          <w:pPr>
            <w:pStyle w:val="Zpatvpravo"/>
          </w:pPr>
          <w:r>
            <w:t xml:space="preserve"> </w:t>
          </w:r>
          <w:r w:rsidR="00AA4A38">
            <w:fldChar w:fldCharType="begin"/>
          </w:r>
          <w:r w:rsidR="00AA4A38">
            <w:instrText xml:space="preserve"> STYLEREF  _Název_akce  \* MERGEFORMAT </w:instrText>
          </w:r>
          <w:r w:rsidR="00AA4A38">
            <w:fldChar w:fldCharType="separate"/>
          </w:r>
          <w:r w:rsidR="00723CA5" w:rsidRPr="00723CA5">
            <w:rPr>
              <w:b/>
              <w:bCs/>
              <w:noProof/>
            </w:rPr>
            <w:t xml:space="preserve">“RS 5 </w:t>
          </w:r>
          <w:r w:rsidR="00723CA5">
            <w:rPr>
              <w:noProof/>
            </w:rPr>
            <w:t>Náchod – státní hranice“</w:t>
          </w:r>
          <w:r w:rsidR="00AA4A38">
            <w:rPr>
              <w:noProof/>
            </w:rPr>
            <w:fldChar w:fldCharType="end"/>
          </w:r>
        </w:p>
        <w:p w14:paraId="3CDF27A7" w14:textId="59199B55" w:rsidR="00C168F6" w:rsidRPr="003462EB" w:rsidRDefault="00C168F6" w:rsidP="009626C4">
          <w:pPr>
            <w:pStyle w:val="Zpatvpravo"/>
            <w:rPr>
              <w:rStyle w:val="slostrnky"/>
              <w:b w:val="0"/>
              <w:color w:val="auto"/>
              <w:sz w:val="12"/>
            </w:rPr>
          </w:pPr>
          <w:r>
            <w:t>Smlouva o dílo na zhotovení Dokumentace</w:t>
          </w:r>
        </w:p>
      </w:tc>
      <w:tc>
        <w:tcPr>
          <w:tcW w:w="907" w:type="dxa"/>
          <w:vAlign w:val="bottom"/>
        </w:tcPr>
        <w:p w14:paraId="5800F7CD" w14:textId="79EF9D6C" w:rsidR="00C168F6" w:rsidRPr="009E09BE" w:rsidRDefault="00C168F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5</w:t>
          </w:r>
          <w:r>
            <w:rPr>
              <w:rStyle w:val="slostrnky"/>
            </w:rPr>
            <w:fldChar w:fldCharType="end"/>
          </w:r>
        </w:p>
      </w:tc>
    </w:tr>
  </w:tbl>
  <w:p w14:paraId="09CCC6B4" w14:textId="77777777" w:rsidR="00C168F6" w:rsidRPr="00B8518B" w:rsidRDefault="00C168F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68F6" w:rsidRPr="003462EB" w14:paraId="770DCFE8" w14:textId="77777777" w:rsidTr="009626C4">
      <w:tc>
        <w:tcPr>
          <w:tcW w:w="907" w:type="dxa"/>
          <w:tcMar>
            <w:left w:w="0" w:type="dxa"/>
            <w:right w:w="0" w:type="dxa"/>
          </w:tcMar>
          <w:vAlign w:val="bottom"/>
        </w:tcPr>
        <w:p w14:paraId="3D7F5F65" w14:textId="77777777" w:rsidR="00C168F6" w:rsidRPr="00B8518B" w:rsidRDefault="00C168F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C168F6" w:rsidRPr="005328CA" w:rsidRDefault="00C168F6" w:rsidP="009626C4">
          <w:pPr>
            <w:pStyle w:val="Zpatvlevo"/>
            <w:rPr>
              <w:b/>
            </w:rPr>
          </w:pPr>
          <w:r w:rsidRPr="005328CA">
            <w:rPr>
              <w:b/>
            </w:rPr>
            <w:t xml:space="preserve">Příloha č. </w:t>
          </w:r>
          <w:r>
            <w:rPr>
              <w:b/>
            </w:rPr>
            <w:t>7</w:t>
          </w:r>
        </w:p>
        <w:p w14:paraId="4D71063E" w14:textId="77777777" w:rsidR="00C168F6" w:rsidRPr="003462EB" w:rsidRDefault="00AA4A38" w:rsidP="009626C4">
          <w:pPr>
            <w:pStyle w:val="Zpatvlevo"/>
          </w:pPr>
          <w:r>
            <w:fldChar w:fldCharType="begin"/>
          </w:r>
          <w:r>
            <w:instrText xml:space="preserve"> STYLEREF  _Název_akce  \* MERGEFORMAT </w:instrText>
          </w:r>
          <w:r>
            <w:fldChar w:fldCharType="separate"/>
          </w:r>
          <w:r w:rsidR="00C168F6" w:rsidRPr="000B0C01">
            <w:rPr>
              <w:b/>
              <w:bCs/>
              <w:noProof/>
            </w:rPr>
            <w:t>„Název akce“</w:t>
          </w:r>
          <w:r w:rsidR="00C168F6">
            <w:rPr>
              <w:noProof/>
            </w:rPr>
            <w:t xml:space="preserve"> – přepíše se do zápatí</w:t>
          </w:r>
          <w:r>
            <w:rPr>
              <w:noProof/>
            </w:rPr>
            <w:fldChar w:fldCharType="end"/>
          </w:r>
        </w:p>
        <w:p w14:paraId="04096253" w14:textId="77777777" w:rsidR="00C168F6" w:rsidRPr="003462EB" w:rsidRDefault="00C168F6" w:rsidP="00402B45">
          <w:pPr>
            <w:pStyle w:val="Zpatvlevo"/>
          </w:pPr>
          <w:r>
            <w:t xml:space="preserve">Smlouva o dílo na zhotovení </w:t>
          </w:r>
          <w:proofErr w:type="spellStart"/>
          <w:r>
            <w:t>Dokumentace+AD</w:t>
          </w:r>
          <w:proofErr w:type="spellEnd"/>
        </w:p>
      </w:tc>
    </w:tr>
  </w:tbl>
  <w:p w14:paraId="67EDFB9A" w14:textId="77777777" w:rsidR="00C168F6" w:rsidRPr="00402B45" w:rsidRDefault="00C168F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68F6" w:rsidRPr="009E09BE" w14:paraId="10D2C1BE" w14:textId="77777777" w:rsidTr="00286AD1">
      <w:trPr>
        <w:jc w:val="right"/>
      </w:trPr>
      <w:tc>
        <w:tcPr>
          <w:tcW w:w="0" w:type="auto"/>
          <w:tcMar>
            <w:left w:w="0" w:type="dxa"/>
            <w:right w:w="0" w:type="dxa"/>
          </w:tcMar>
          <w:vAlign w:val="bottom"/>
        </w:tcPr>
        <w:p w14:paraId="620CE8F6" w14:textId="77777777" w:rsidR="00C168F6" w:rsidRPr="005328CA" w:rsidRDefault="00C168F6" w:rsidP="009626C4">
          <w:pPr>
            <w:pStyle w:val="Zpatvpravo"/>
            <w:rPr>
              <w:b/>
            </w:rPr>
          </w:pPr>
          <w:r w:rsidRPr="005328CA">
            <w:rPr>
              <w:b/>
            </w:rPr>
            <w:t xml:space="preserve">Příloha č. </w:t>
          </w:r>
          <w:r>
            <w:rPr>
              <w:b/>
            </w:rPr>
            <w:t>7</w:t>
          </w:r>
          <w:r w:rsidRPr="005328CA">
            <w:rPr>
              <w:b/>
            </w:rPr>
            <w:t xml:space="preserve">   </w:t>
          </w:r>
        </w:p>
        <w:p w14:paraId="2451FFF5" w14:textId="698BE60D" w:rsidR="00C168F6" w:rsidRDefault="00C168F6" w:rsidP="009626C4">
          <w:pPr>
            <w:pStyle w:val="Zpatvpravo"/>
          </w:pPr>
          <w:r>
            <w:t xml:space="preserve"> </w:t>
          </w:r>
          <w:r w:rsidR="00AA4A38">
            <w:fldChar w:fldCharType="begin"/>
          </w:r>
          <w:r w:rsidR="00AA4A38">
            <w:instrText xml:space="preserve"> STYLEREF  _Název_akce  \* MERGEFORMAT </w:instrText>
          </w:r>
          <w:r w:rsidR="00AA4A38">
            <w:fldChar w:fldCharType="separate"/>
          </w:r>
          <w:r w:rsidR="00723CA5" w:rsidRPr="00723CA5">
            <w:rPr>
              <w:b/>
              <w:bCs/>
              <w:noProof/>
            </w:rPr>
            <w:t xml:space="preserve">“RS 5 </w:t>
          </w:r>
          <w:r w:rsidR="00723CA5">
            <w:rPr>
              <w:noProof/>
            </w:rPr>
            <w:t>Náchod – státní hranice“</w:t>
          </w:r>
          <w:r w:rsidR="00AA4A38">
            <w:rPr>
              <w:noProof/>
            </w:rPr>
            <w:fldChar w:fldCharType="end"/>
          </w:r>
        </w:p>
        <w:p w14:paraId="78D524A1" w14:textId="04611544" w:rsidR="00C168F6" w:rsidRPr="003462EB" w:rsidRDefault="00C168F6" w:rsidP="009626C4">
          <w:pPr>
            <w:pStyle w:val="Zpatvpravo"/>
            <w:rPr>
              <w:rStyle w:val="slostrnky"/>
              <w:b w:val="0"/>
              <w:color w:val="auto"/>
              <w:sz w:val="12"/>
            </w:rPr>
          </w:pPr>
          <w:r>
            <w:t>Smlouva o dílo na zhotovení Dokumentace</w:t>
          </w:r>
        </w:p>
      </w:tc>
      <w:tc>
        <w:tcPr>
          <w:tcW w:w="907" w:type="dxa"/>
          <w:vAlign w:val="bottom"/>
        </w:tcPr>
        <w:p w14:paraId="23EB3165" w14:textId="63CEF3B7" w:rsidR="00C168F6" w:rsidRPr="009E09BE" w:rsidRDefault="00C168F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1</w:t>
          </w:r>
          <w:r>
            <w:rPr>
              <w:rStyle w:val="slostrnky"/>
            </w:rPr>
            <w:fldChar w:fldCharType="end"/>
          </w:r>
        </w:p>
      </w:tc>
    </w:tr>
  </w:tbl>
  <w:p w14:paraId="005F4588" w14:textId="77777777" w:rsidR="00C168F6" w:rsidRPr="00B8518B" w:rsidRDefault="00C168F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68F6" w:rsidRPr="003462EB" w14:paraId="6593700B" w14:textId="77777777" w:rsidTr="009626C4">
      <w:tc>
        <w:tcPr>
          <w:tcW w:w="907" w:type="dxa"/>
          <w:tcMar>
            <w:left w:w="0" w:type="dxa"/>
            <w:right w:w="0" w:type="dxa"/>
          </w:tcMar>
          <w:vAlign w:val="bottom"/>
        </w:tcPr>
        <w:p w14:paraId="578D20E2" w14:textId="77777777" w:rsidR="00C168F6" w:rsidRPr="00B8518B" w:rsidRDefault="00C168F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C168F6" w:rsidRPr="005328CA" w:rsidRDefault="00C168F6" w:rsidP="009626C4">
          <w:pPr>
            <w:pStyle w:val="Zpatvlevo"/>
            <w:rPr>
              <w:b/>
            </w:rPr>
          </w:pPr>
          <w:r w:rsidRPr="005328CA">
            <w:rPr>
              <w:b/>
            </w:rPr>
            <w:t xml:space="preserve">Příloha č. </w:t>
          </w:r>
          <w:r>
            <w:rPr>
              <w:b/>
            </w:rPr>
            <w:t>8</w:t>
          </w:r>
        </w:p>
        <w:p w14:paraId="3C8FFE62" w14:textId="77777777" w:rsidR="00C168F6" w:rsidRPr="003462EB" w:rsidRDefault="00AA4A38" w:rsidP="009626C4">
          <w:pPr>
            <w:pStyle w:val="Zpatvlevo"/>
          </w:pPr>
          <w:r>
            <w:fldChar w:fldCharType="begin"/>
          </w:r>
          <w:r>
            <w:instrText xml:space="preserve"> STYLEREF  _Název_akce  \* MERGEFORMAT </w:instrText>
          </w:r>
          <w:r>
            <w:fldChar w:fldCharType="separate"/>
          </w:r>
          <w:r w:rsidR="00C168F6" w:rsidRPr="000B0C01">
            <w:rPr>
              <w:b/>
              <w:bCs/>
              <w:noProof/>
            </w:rPr>
            <w:t>„Název akce“</w:t>
          </w:r>
          <w:r w:rsidR="00C168F6">
            <w:rPr>
              <w:noProof/>
            </w:rPr>
            <w:t xml:space="preserve"> – přepíše se do zápatí</w:t>
          </w:r>
          <w:r>
            <w:rPr>
              <w:noProof/>
            </w:rPr>
            <w:fldChar w:fldCharType="end"/>
          </w:r>
        </w:p>
        <w:p w14:paraId="7B1EBF07" w14:textId="77777777" w:rsidR="00C168F6" w:rsidRPr="003462EB" w:rsidRDefault="00C168F6" w:rsidP="00402B45">
          <w:pPr>
            <w:pStyle w:val="Zpatvlevo"/>
          </w:pPr>
          <w:r>
            <w:t xml:space="preserve">Smlouva o dílo na zhotovení </w:t>
          </w:r>
          <w:proofErr w:type="spellStart"/>
          <w:r>
            <w:t>Dokumentace+AD</w:t>
          </w:r>
          <w:proofErr w:type="spellEnd"/>
        </w:p>
      </w:tc>
    </w:tr>
  </w:tbl>
  <w:p w14:paraId="643E439D" w14:textId="77777777" w:rsidR="00C168F6" w:rsidRPr="00402B45" w:rsidRDefault="00C168F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68F6" w:rsidRPr="009E09BE" w14:paraId="4C57BCEC" w14:textId="77777777" w:rsidTr="00286AD1">
      <w:trPr>
        <w:jc w:val="right"/>
      </w:trPr>
      <w:tc>
        <w:tcPr>
          <w:tcW w:w="0" w:type="auto"/>
          <w:tcMar>
            <w:left w:w="0" w:type="dxa"/>
            <w:right w:w="0" w:type="dxa"/>
          </w:tcMar>
          <w:vAlign w:val="bottom"/>
        </w:tcPr>
        <w:p w14:paraId="0B404D09" w14:textId="77777777" w:rsidR="00C168F6" w:rsidRPr="005328CA" w:rsidRDefault="00C168F6" w:rsidP="009626C4">
          <w:pPr>
            <w:pStyle w:val="Zpatvpravo"/>
            <w:rPr>
              <w:b/>
            </w:rPr>
          </w:pPr>
          <w:r w:rsidRPr="005328CA">
            <w:rPr>
              <w:b/>
            </w:rPr>
            <w:t xml:space="preserve">Příloha č. </w:t>
          </w:r>
          <w:r>
            <w:rPr>
              <w:b/>
            </w:rPr>
            <w:t>8</w:t>
          </w:r>
          <w:r w:rsidRPr="005328CA">
            <w:rPr>
              <w:b/>
            </w:rPr>
            <w:t xml:space="preserve">   </w:t>
          </w:r>
        </w:p>
        <w:p w14:paraId="3CD81050" w14:textId="0D6458FA" w:rsidR="00C168F6" w:rsidRDefault="00C168F6" w:rsidP="009626C4">
          <w:pPr>
            <w:pStyle w:val="Zpatvpravo"/>
          </w:pPr>
          <w:r>
            <w:t xml:space="preserve"> </w:t>
          </w:r>
          <w:r w:rsidR="00AA4A38">
            <w:fldChar w:fldCharType="begin"/>
          </w:r>
          <w:r w:rsidR="00AA4A38">
            <w:instrText xml:space="preserve"> STYLEREF  _Název_akce  \* MERGEFORMAT </w:instrText>
          </w:r>
          <w:r w:rsidR="00AA4A38">
            <w:fldChar w:fldCharType="separate"/>
          </w:r>
          <w:r w:rsidR="00723CA5" w:rsidRPr="00723CA5">
            <w:rPr>
              <w:b/>
              <w:bCs/>
              <w:noProof/>
            </w:rPr>
            <w:t xml:space="preserve">“RS 5 </w:t>
          </w:r>
          <w:r w:rsidR="00723CA5">
            <w:rPr>
              <w:noProof/>
            </w:rPr>
            <w:t>Náchod – státní hranice“</w:t>
          </w:r>
          <w:r w:rsidR="00AA4A38">
            <w:rPr>
              <w:noProof/>
            </w:rPr>
            <w:fldChar w:fldCharType="end"/>
          </w:r>
        </w:p>
        <w:p w14:paraId="47F68FD3" w14:textId="5BACF892" w:rsidR="00C168F6" w:rsidRPr="003462EB" w:rsidRDefault="00C168F6" w:rsidP="009626C4">
          <w:pPr>
            <w:pStyle w:val="Zpatvpravo"/>
            <w:rPr>
              <w:rStyle w:val="slostrnky"/>
              <w:b w:val="0"/>
              <w:color w:val="auto"/>
              <w:sz w:val="12"/>
            </w:rPr>
          </w:pPr>
          <w:r>
            <w:t>Smlouva o dílo na zhotovení Dokumentace</w:t>
          </w:r>
        </w:p>
      </w:tc>
      <w:tc>
        <w:tcPr>
          <w:tcW w:w="907" w:type="dxa"/>
          <w:vAlign w:val="bottom"/>
        </w:tcPr>
        <w:p w14:paraId="58F8656C" w14:textId="305CC320" w:rsidR="00C168F6" w:rsidRPr="009E09BE" w:rsidRDefault="00C168F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1</w:t>
          </w:r>
          <w:r>
            <w:rPr>
              <w:rStyle w:val="slostrnky"/>
            </w:rPr>
            <w:fldChar w:fldCharType="end"/>
          </w:r>
        </w:p>
      </w:tc>
    </w:tr>
  </w:tbl>
  <w:p w14:paraId="5CF777A9" w14:textId="77777777" w:rsidR="00C168F6" w:rsidRPr="00B8518B" w:rsidRDefault="00C168F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68F6" w:rsidRPr="003462EB" w14:paraId="29962A30" w14:textId="77777777" w:rsidTr="009626C4">
      <w:tc>
        <w:tcPr>
          <w:tcW w:w="907" w:type="dxa"/>
          <w:tcMar>
            <w:left w:w="0" w:type="dxa"/>
            <w:right w:w="0" w:type="dxa"/>
          </w:tcMar>
          <w:vAlign w:val="bottom"/>
        </w:tcPr>
        <w:p w14:paraId="02511B0B" w14:textId="77777777" w:rsidR="00C168F6" w:rsidRPr="00B8518B" w:rsidRDefault="00C168F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C168F6" w:rsidRPr="005328CA" w:rsidRDefault="00C168F6" w:rsidP="009626C4">
          <w:pPr>
            <w:pStyle w:val="Zpatvlevo"/>
            <w:rPr>
              <w:b/>
            </w:rPr>
          </w:pPr>
          <w:r w:rsidRPr="005328CA">
            <w:rPr>
              <w:b/>
            </w:rPr>
            <w:t xml:space="preserve">Příloha č. </w:t>
          </w:r>
          <w:r>
            <w:rPr>
              <w:b/>
            </w:rPr>
            <w:t>9</w:t>
          </w:r>
        </w:p>
        <w:p w14:paraId="6861F90B" w14:textId="77777777" w:rsidR="00C168F6" w:rsidRPr="003462EB" w:rsidRDefault="00AA4A38" w:rsidP="009626C4">
          <w:pPr>
            <w:pStyle w:val="Zpatvlevo"/>
          </w:pPr>
          <w:r>
            <w:fldChar w:fldCharType="begin"/>
          </w:r>
          <w:r>
            <w:instrText xml:space="preserve"> STYLEREF  _Název_akce  \* MERGEFORMAT </w:instrText>
          </w:r>
          <w:r>
            <w:fldChar w:fldCharType="separate"/>
          </w:r>
          <w:r w:rsidR="00C168F6" w:rsidRPr="000B0C01">
            <w:rPr>
              <w:b/>
              <w:bCs/>
              <w:noProof/>
            </w:rPr>
            <w:t>„Název akce“</w:t>
          </w:r>
          <w:r w:rsidR="00C168F6">
            <w:rPr>
              <w:noProof/>
            </w:rPr>
            <w:t xml:space="preserve"> – přepíše se do zápatí</w:t>
          </w:r>
          <w:r>
            <w:rPr>
              <w:noProof/>
            </w:rPr>
            <w:fldChar w:fldCharType="end"/>
          </w:r>
        </w:p>
        <w:p w14:paraId="119C05C6" w14:textId="77777777" w:rsidR="00C168F6" w:rsidRPr="003462EB" w:rsidRDefault="00C168F6" w:rsidP="00402B45">
          <w:pPr>
            <w:pStyle w:val="Zpatvlevo"/>
          </w:pPr>
          <w:r>
            <w:t xml:space="preserve">Smlouva o dílo na zhotovení </w:t>
          </w:r>
          <w:proofErr w:type="spellStart"/>
          <w:r>
            <w:t>Dokumentace+AD</w:t>
          </w:r>
          <w:proofErr w:type="spellEnd"/>
        </w:p>
      </w:tc>
    </w:tr>
  </w:tbl>
  <w:p w14:paraId="00DD4231" w14:textId="77777777" w:rsidR="00C168F6" w:rsidRPr="00402B45" w:rsidRDefault="00C168F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68F6" w:rsidRPr="009E09BE" w14:paraId="1AB91C59" w14:textId="77777777" w:rsidTr="00286AD1">
      <w:trPr>
        <w:jc w:val="right"/>
      </w:trPr>
      <w:tc>
        <w:tcPr>
          <w:tcW w:w="0" w:type="auto"/>
          <w:tcMar>
            <w:left w:w="0" w:type="dxa"/>
            <w:right w:w="0" w:type="dxa"/>
          </w:tcMar>
          <w:vAlign w:val="bottom"/>
        </w:tcPr>
        <w:p w14:paraId="2FE76CCE" w14:textId="77777777" w:rsidR="00C168F6" w:rsidRPr="005328CA" w:rsidRDefault="00C168F6" w:rsidP="009626C4">
          <w:pPr>
            <w:pStyle w:val="Zpatvpravo"/>
            <w:rPr>
              <w:b/>
            </w:rPr>
          </w:pPr>
          <w:r w:rsidRPr="005328CA">
            <w:rPr>
              <w:b/>
            </w:rPr>
            <w:t xml:space="preserve">Příloha č. </w:t>
          </w:r>
          <w:r>
            <w:rPr>
              <w:b/>
            </w:rPr>
            <w:t>9</w:t>
          </w:r>
          <w:r w:rsidRPr="005328CA">
            <w:rPr>
              <w:b/>
            </w:rPr>
            <w:t xml:space="preserve">   </w:t>
          </w:r>
        </w:p>
        <w:p w14:paraId="5C45E371" w14:textId="0030BA26" w:rsidR="00C168F6" w:rsidRDefault="00C168F6" w:rsidP="009626C4">
          <w:pPr>
            <w:pStyle w:val="Zpatvpravo"/>
          </w:pPr>
          <w:r>
            <w:t xml:space="preserve"> </w:t>
          </w:r>
          <w:r w:rsidR="00AA4A38">
            <w:fldChar w:fldCharType="begin"/>
          </w:r>
          <w:r w:rsidR="00AA4A38">
            <w:instrText xml:space="preserve"> STYLEREF  _Název_akce  \* MERGEFORMAT </w:instrText>
          </w:r>
          <w:r w:rsidR="00AA4A38">
            <w:fldChar w:fldCharType="separate"/>
          </w:r>
          <w:r w:rsidR="00723CA5" w:rsidRPr="00723CA5">
            <w:rPr>
              <w:b/>
              <w:bCs/>
              <w:noProof/>
            </w:rPr>
            <w:t xml:space="preserve">“RS 5 </w:t>
          </w:r>
          <w:r w:rsidR="00723CA5">
            <w:rPr>
              <w:noProof/>
            </w:rPr>
            <w:t>Náchod – státní hranice“</w:t>
          </w:r>
          <w:r w:rsidR="00AA4A38">
            <w:rPr>
              <w:noProof/>
            </w:rPr>
            <w:fldChar w:fldCharType="end"/>
          </w:r>
        </w:p>
        <w:p w14:paraId="00334045" w14:textId="19F445FE" w:rsidR="00C168F6" w:rsidRPr="003462EB" w:rsidRDefault="00C168F6" w:rsidP="009626C4">
          <w:pPr>
            <w:pStyle w:val="Zpatvpravo"/>
            <w:rPr>
              <w:rStyle w:val="slostrnky"/>
              <w:b w:val="0"/>
              <w:color w:val="auto"/>
              <w:sz w:val="12"/>
            </w:rPr>
          </w:pPr>
          <w:r>
            <w:t>Smlouva o dílo na zhotovení Dokumentace</w:t>
          </w:r>
        </w:p>
      </w:tc>
      <w:tc>
        <w:tcPr>
          <w:tcW w:w="907" w:type="dxa"/>
          <w:vAlign w:val="bottom"/>
        </w:tcPr>
        <w:p w14:paraId="49353EDA" w14:textId="1163D651" w:rsidR="00C168F6" w:rsidRPr="009E09BE" w:rsidRDefault="00C168F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1</w:t>
          </w:r>
          <w:r>
            <w:rPr>
              <w:rStyle w:val="slostrnky"/>
            </w:rPr>
            <w:fldChar w:fldCharType="end"/>
          </w:r>
        </w:p>
      </w:tc>
    </w:tr>
  </w:tbl>
  <w:p w14:paraId="4A813A74" w14:textId="77777777" w:rsidR="00C168F6" w:rsidRPr="00B8518B" w:rsidRDefault="00C168F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68F6" w:rsidRPr="009E09BE" w14:paraId="25557E3E" w14:textId="77777777" w:rsidTr="009626C4">
      <w:tc>
        <w:tcPr>
          <w:tcW w:w="0" w:type="auto"/>
          <w:tcMar>
            <w:left w:w="0" w:type="dxa"/>
            <w:right w:w="0" w:type="dxa"/>
          </w:tcMar>
          <w:vAlign w:val="bottom"/>
        </w:tcPr>
        <w:p w14:paraId="0D1B1CC3" w14:textId="35886F56" w:rsidR="00C168F6" w:rsidRDefault="00AA4A38" w:rsidP="009626C4">
          <w:pPr>
            <w:pStyle w:val="Zpatvpravo"/>
          </w:pPr>
          <w:r>
            <w:fldChar w:fldCharType="begin"/>
          </w:r>
          <w:r>
            <w:instrText xml:space="preserve"> STYLEREF  _Název_akce  \* MERGEFORMAT </w:instrText>
          </w:r>
          <w:r>
            <w:fldChar w:fldCharType="separate"/>
          </w:r>
          <w:r w:rsidR="00723CA5" w:rsidRPr="00723CA5">
            <w:rPr>
              <w:b/>
              <w:bCs/>
              <w:noProof/>
            </w:rPr>
            <w:t xml:space="preserve">“RS 5 </w:t>
          </w:r>
          <w:r w:rsidR="00723CA5">
            <w:rPr>
              <w:noProof/>
            </w:rPr>
            <w:t>Náchod – státní hranice“</w:t>
          </w:r>
          <w:r>
            <w:rPr>
              <w:noProof/>
            </w:rPr>
            <w:fldChar w:fldCharType="end"/>
          </w:r>
        </w:p>
        <w:p w14:paraId="642B2161" w14:textId="76531DC7" w:rsidR="00C168F6" w:rsidRPr="003462EB" w:rsidRDefault="00C168F6" w:rsidP="009626C4">
          <w:pPr>
            <w:pStyle w:val="Zpatvpravo"/>
            <w:rPr>
              <w:rStyle w:val="slostrnky"/>
              <w:b w:val="0"/>
              <w:color w:val="auto"/>
              <w:sz w:val="12"/>
            </w:rPr>
          </w:pPr>
          <w:r>
            <w:t>Smlouva o dílo na zhotovení Dokumentace +DP</w:t>
          </w:r>
        </w:p>
      </w:tc>
      <w:tc>
        <w:tcPr>
          <w:tcW w:w="907" w:type="dxa"/>
          <w:vAlign w:val="bottom"/>
        </w:tcPr>
        <w:p w14:paraId="65AC7D72" w14:textId="58DD238D" w:rsidR="00C168F6" w:rsidRPr="009E09BE" w:rsidRDefault="00C168F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9</w:t>
          </w:r>
          <w:r>
            <w:rPr>
              <w:rStyle w:val="slostrnky"/>
            </w:rPr>
            <w:fldChar w:fldCharType="end"/>
          </w:r>
        </w:p>
      </w:tc>
    </w:tr>
  </w:tbl>
  <w:p w14:paraId="5BD8E5B7" w14:textId="77777777" w:rsidR="00C168F6" w:rsidRPr="00B8518B" w:rsidRDefault="00C168F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68F6" w:rsidRPr="003462EB" w14:paraId="7B2AEB12" w14:textId="77777777" w:rsidTr="009626C4">
      <w:tc>
        <w:tcPr>
          <w:tcW w:w="907" w:type="dxa"/>
          <w:tcMar>
            <w:left w:w="0" w:type="dxa"/>
            <w:right w:w="0" w:type="dxa"/>
          </w:tcMar>
          <w:vAlign w:val="bottom"/>
        </w:tcPr>
        <w:p w14:paraId="14CBAE93" w14:textId="095855AF" w:rsidR="00C168F6" w:rsidRPr="00B8518B" w:rsidRDefault="00C168F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2</w:t>
          </w:r>
          <w:r>
            <w:rPr>
              <w:rStyle w:val="slostrnky"/>
            </w:rPr>
            <w:fldChar w:fldCharType="end"/>
          </w:r>
        </w:p>
      </w:tc>
      <w:tc>
        <w:tcPr>
          <w:tcW w:w="0" w:type="auto"/>
          <w:vAlign w:val="bottom"/>
        </w:tcPr>
        <w:p w14:paraId="64F4FDD7" w14:textId="5AFC742C" w:rsidR="00C168F6" w:rsidRPr="005328CA" w:rsidRDefault="00C168F6" w:rsidP="009626C4">
          <w:pPr>
            <w:pStyle w:val="Zpatvlevo"/>
            <w:rPr>
              <w:b/>
            </w:rPr>
          </w:pPr>
          <w:r w:rsidRPr="005328CA">
            <w:rPr>
              <w:b/>
            </w:rPr>
            <w:t xml:space="preserve">Příloha č. </w:t>
          </w:r>
          <w:r>
            <w:rPr>
              <w:b/>
            </w:rPr>
            <w:t>11</w:t>
          </w:r>
        </w:p>
        <w:p w14:paraId="25BB030A" w14:textId="390668AD" w:rsidR="00C168F6" w:rsidRPr="003462EB" w:rsidRDefault="00AA4A38" w:rsidP="009626C4">
          <w:pPr>
            <w:pStyle w:val="Zpatvlevo"/>
          </w:pPr>
          <w:r>
            <w:fldChar w:fldCharType="begin"/>
          </w:r>
          <w:r>
            <w:instrText xml:space="preserve"> STYLEREF  _Název_akce  \* MERGEFORMAT </w:instrText>
          </w:r>
          <w:r>
            <w:fldChar w:fldCharType="separate"/>
          </w:r>
          <w:r w:rsidR="00723CA5" w:rsidRPr="00723CA5">
            <w:rPr>
              <w:b/>
              <w:bCs/>
              <w:noProof/>
            </w:rPr>
            <w:t xml:space="preserve">“RS 5 </w:t>
          </w:r>
          <w:r w:rsidR="00723CA5">
            <w:rPr>
              <w:noProof/>
            </w:rPr>
            <w:t>Náchod – státní hranice“</w:t>
          </w:r>
          <w:r>
            <w:rPr>
              <w:noProof/>
            </w:rPr>
            <w:fldChar w:fldCharType="end"/>
          </w:r>
        </w:p>
        <w:p w14:paraId="1270599F" w14:textId="2201A988" w:rsidR="00C168F6" w:rsidRPr="003462EB" w:rsidRDefault="00C168F6" w:rsidP="00402B45">
          <w:pPr>
            <w:pStyle w:val="Zpatvlevo"/>
          </w:pPr>
          <w:r>
            <w:t>Smlouva o dílo na zhotovení Dokumentace</w:t>
          </w:r>
        </w:p>
      </w:tc>
    </w:tr>
  </w:tbl>
  <w:p w14:paraId="3889083A" w14:textId="77777777" w:rsidR="00C168F6" w:rsidRPr="00402B45" w:rsidRDefault="00C168F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68F6" w:rsidRPr="009E09BE" w14:paraId="26A93055" w14:textId="77777777" w:rsidTr="00286AD1">
      <w:trPr>
        <w:jc w:val="right"/>
      </w:trPr>
      <w:tc>
        <w:tcPr>
          <w:tcW w:w="0" w:type="auto"/>
          <w:tcMar>
            <w:left w:w="0" w:type="dxa"/>
            <w:right w:w="0" w:type="dxa"/>
          </w:tcMar>
          <w:vAlign w:val="bottom"/>
        </w:tcPr>
        <w:p w14:paraId="296038F1" w14:textId="77777777" w:rsidR="00C168F6" w:rsidRPr="005328CA" w:rsidRDefault="00C168F6" w:rsidP="009626C4">
          <w:pPr>
            <w:pStyle w:val="Zpatvpravo"/>
            <w:rPr>
              <w:b/>
            </w:rPr>
          </w:pPr>
          <w:r w:rsidRPr="005328CA">
            <w:rPr>
              <w:b/>
            </w:rPr>
            <w:t>Příloha č.</w:t>
          </w:r>
          <w:r>
            <w:rPr>
              <w:b/>
            </w:rPr>
            <w:t xml:space="preserve"> 10</w:t>
          </w:r>
          <w:r w:rsidRPr="005328CA">
            <w:rPr>
              <w:b/>
            </w:rPr>
            <w:t xml:space="preserve">   </w:t>
          </w:r>
        </w:p>
        <w:p w14:paraId="6B753AB5" w14:textId="698ED71A" w:rsidR="00C168F6" w:rsidRDefault="00C168F6" w:rsidP="009626C4">
          <w:pPr>
            <w:pStyle w:val="Zpatvpravo"/>
          </w:pPr>
          <w:r>
            <w:t xml:space="preserve"> </w:t>
          </w:r>
          <w:r w:rsidR="00AA4A38">
            <w:fldChar w:fldCharType="begin"/>
          </w:r>
          <w:r w:rsidR="00AA4A38">
            <w:instrText xml:space="preserve"> STYLEREF  _Název_akce  \* MERGEFORMAT </w:instrText>
          </w:r>
          <w:r w:rsidR="00AA4A38">
            <w:fldChar w:fldCharType="separate"/>
          </w:r>
          <w:r w:rsidR="00723CA5" w:rsidRPr="00723CA5">
            <w:rPr>
              <w:b/>
              <w:bCs/>
              <w:noProof/>
            </w:rPr>
            <w:t xml:space="preserve">“RS 5 </w:t>
          </w:r>
          <w:r w:rsidR="00723CA5">
            <w:rPr>
              <w:noProof/>
            </w:rPr>
            <w:t>Náchod – státní hranice“</w:t>
          </w:r>
          <w:r w:rsidR="00AA4A38">
            <w:rPr>
              <w:noProof/>
            </w:rPr>
            <w:fldChar w:fldCharType="end"/>
          </w:r>
        </w:p>
        <w:p w14:paraId="0B5A24B3" w14:textId="157CC9E1" w:rsidR="00C168F6" w:rsidRPr="003462EB" w:rsidRDefault="00C168F6" w:rsidP="0007452F">
          <w:pPr>
            <w:pStyle w:val="Zpatvpravo"/>
            <w:rPr>
              <w:rStyle w:val="slostrnky"/>
              <w:b w:val="0"/>
              <w:color w:val="auto"/>
              <w:sz w:val="12"/>
            </w:rPr>
          </w:pPr>
          <w:r>
            <w:t>Smlouva o dílo na zhotovení Dokumentace</w:t>
          </w:r>
        </w:p>
      </w:tc>
      <w:tc>
        <w:tcPr>
          <w:tcW w:w="907" w:type="dxa"/>
          <w:vAlign w:val="bottom"/>
        </w:tcPr>
        <w:p w14:paraId="1C3E8CB8" w14:textId="2EE12C3B" w:rsidR="00C168F6" w:rsidRPr="009E09BE" w:rsidRDefault="00C168F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2</w:t>
          </w:r>
          <w:r>
            <w:rPr>
              <w:rStyle w:val="slostrnky"/>
            </w:rPr>
            <w:fldChar w:fldCharType="end"/>
          </w:r>
        </w:p>
      </w:tc>
    </w:tr>
  </w:tbl>
  <w:p w14:paraId="43AFFD47" w14:textId="77777777" w:rsidR="00C168F6" w:rsidRPr="00B8518B" w:rsidRDefault="00C168F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9F1FB" w14:textId="77777777" w:rsidR="00C168F6" w:rsidRPr="00B8518B" w:rsidRDefault="00C168F6" w:rsidP="00460660">
    <w:pPr>
      <w:pStyle w:val="Zpat"/>
      <w:rPr>
        <w:sz w:val="2"/>
        <w:szCs w:val="2"/>
      </w:rPr>
    </w:pPr>
  </w:p>
  <w:p w14:paraId="588CE248" w14:textId="66C06EEC" w:rsidR="00C168F6" w:rsidRDefault="00C168F6" w:rsidP="007C7C99">
    <w:pPr>
      <w:spacing w:after="0" w:line="240" w:lineRule="auto"/>
      <w:rPr>
        <w:b/>
        <w:i/>
        <w:color w:val="00B050"/>
      </w:rPr>
    </w:pPr>
    <w:r w:rsidRPr="00BC322B">
      <w:rPr>
        <w:b/>
        <w:i/>
        <w:color w:val="00B050"/>
      </w:rPr>
      <w:t xml:space="preserve"> </w:t>
    </w:r>
  </w:p>
  <w:p w14:paraId="2FD1BF7F" w14:textId="77777777" w:rsidR="00C168F6" w:rsidRPr="00B3350F" w:rsidRDefault="00C168F6"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C168F6" w:rsidRPr="00B3350F" w:rsidRDefault="00C168F6" w:rsidP="007C7C99">
    <w:pPr>
      <w:spacing w:after="0"/>
      <w:rPr>
        <w:i/>
        <w:sz w:val="4"/>
        <w:szCs w:val="4"/>
      </w:rPr>
    </w:pPr>
    <w:r w:rsidRPr="00BC322B">
      <w:rPr>
        <w:i/>
      </w:rPr>
      <w:t xml:space="preserve">  </w:t>
    </w:r>
  </w:p>
  <w:p w14:paraId="54595310" w14:textId="77777777" w:rsidR="00C168F6" w:rsidRPr="00460660" w:rsidRDefault="00C168F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68F6" w:rsidRPr="003462EB" w14:paraId="2BDDA18E" w14:textId="77777777" w:rsidTr="009626C4">
      <w:tc>
        <w:tcPr>
          <w:tcW w:w="907" w:type="dxa"/>
          <w:tcMar>
            <w:left w:w="0" w:type="dxa"/>
            <w:right w:w="0" w:type="dxa"/>
          </w:tcMar>
          <w:vAlign w:val="bottom"/>
        </w:tcPr>
        <w:p w14:paraId="4192ABE5" w14:textId="77777777" w:rsidR="00C168F6" w:rsidRPr="00B8518B" w:rsidRDefault="00C168F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C168F6" w:rsidRPr="005328CA" w:rsidRDefault="00C168F6" w:rsidP="009626C4">
          <w:pPr>
            <w:pStyle w:val="Zpatvlevo"/>
            <w:rPr>
              <w:b/>
            </w:rPr>
          </w:pPr>
          <w:r w:rsidRPr="005328CA">
            <w:rPr>
              <w:b/>
            </w:rPr>
            <w:t>Příloha č. 1</w:t>
          </w:r>
        </w:p>
        <w:p w14:paraId="528742C5" w14:textId="77777777" w:rsidR="00C168F6" w:rsidRPr="003462EB" w:rsidRDefault="00AA4A38" w:rsidP="009626C4">
          <w:pPr>
            <w:pStyle w:val="Zpatvlevo"/>
          </w:pPr>
          <w:r>
            <w:fldChar w:fldCharType="begin"/>
          </w:r>
          <w:r>
            <w:instrText xml:space="preserve"> STYLEREF  _Název_akce  \* MERGEFORMAT </w:instrText>
          </w:r>
          <w:r>
            <w:fldChar w:fldCharType="separate"/>
          </w:r>
          <w:r w:rsidR="00C168F6" w:rsidRPr="000B0C01">
            <w:rPr>
              <w:b/>
              <w:bCs/>
              <w:noProof/>
            </w:rPr>
            <w:t>„Název akce“</w:t>
          </w:r>
          <w:r w:rsidR="00C168F6">
            <w:rPr>
              <w:noProof/>
            </w:rPr>
            <w:t xml:space="preserve"> – přepíše se do zápatí</w:t>
          </w:r>
          <w:r>
            <w:rPr>
              <w:noProof/>
            </w:rPr>
            <w:fldChar w:fldCharType="end"/>
          </w:r>
        </w:p>
        <w:p w14:paraId="2A1968FE" w14:textId="77777777" w:rsidR="00C168F6" w:rsidRPr="003462EB" w:rsidRDefault="00C168F6" w:rsidP="00402B45">
          <w:pPr>
            <w:pStyle w:val="Zpatvlevo"/>
          </w:pPr>
          <w:r>
            <w:t xml:space="preserve">Smlouva o dílo na zhotovení </w:t>
          </w:r>
          <w:proofErr w:type="spellStart"/>
          <w:r>
            <w:t>Dokumentace+AD</w:t>
          </w:r>
          <w:proofErr w:type="spellEnd"/>
        </w:p>
      </w:tc>
    </w:tr>
  </w:tbl>
  <w:p w14:paraId="708B90C9" w14:textId="77777777" w:rsidR="00C168F6" w:rsidRPr="00402B45" w:rsidRDefault="00C168F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68F6" w:rsidRPr="009E09BE" w14:paraId="441154A6" w14:textId="77777777" w:rsidTr="009626C4">
      <w:tc>
        <w:tcPr>
          <w:tcW w:w="0" w:type="auto"/>
          <w:tcMar>
            <w:left w:w="0" w:type="dxa"/>
            <w:right w:w="0" w:type="dxa"/>
          </w:tcMar>
          <w:vAlign w:val="bottom"/>
        </w:tcPr>
        <w:p w14:paraId="35AE215B" w14:textId="77777777" w:rsidR="00C168F6" w:rsidRPr="005328CA" w:rsidRDefault="00C168F6" w:rsidP="009626C4">
          <w:pPr>
            <w:pStyle w:val="Zpatvpravo"/>
            <w:rPr>
              <w:b/>
            </w:rPr>
          </w:pPr>
          <w:r w:rsidRPr="005328CA">
            <w:rPr>
              <w:b/>
            </w:rPr>
            <w:t xml:space="preserve">Příloha č. 1   </w:t>
          </w:r>
        </w:p>
        <w:p w14:paraId="744276D3" w14:textId="6727EC5F" w:rsidR="00C168F6" w:rsidRDefault="00C168F6" w:rsidP="009626C4">
          <w:pPr>
            <w:pStyle w:val="Zpatvpravo"/>
          </w:pPr>
          <w:r>
            <w:t xml:space="preserve"> </w:t>
          </w:r>
          <w:r w:rsidR="00AA4A38">
            <w:fldChar w:fldCharType="begin"/>
          </w:r>
          <w:r w:rsidR="00AA4A38">
            <w:instrText xml:space="preserve"> STYLEREF  _Název_akce  \* MERGEFORMAT </w:instrText>
          </w:r>
          <w:r w:rsidR="00AA4A38">
            <w:fldChar w:fldCharType="separate"/>
          </w:r>
          <w:r w:rsidR="00723CA5" w:rsidRPr="00723CA5">
            <w:rPr>
              <w:b/>
              <w:bCs/>
              <w:noProof/>
            </w:rPr>
            <w:t xml:space="preserve">“RS 5 </w:t>
          </w:r>
          <w:r w:rsidR="00723CA5">
            <w:rPr>
              <w:noProof/>
            </w:rPr>
            <w:t>Náchod – státní hranice“</w:t>
          </w:r>
          <w:r w:rsidR="00AA4A38">
            <w:rPr>
              <w:noProof/>
            </w:rPr>
            <w:fldChar w:fldCharType="end"/>
          </w:r>
        </w:p>
        <w:p w14:paraId="34D56388" w14:textId="63E0EB2B" w:rsidR="00C168F6" w:rsidRPr="003462EB" w:rsidRDefault="00C168F6" w:rsidP="009626C4">
          <w:pPr>
            <w:pStyle w:val="Zpatvpravo"/>
            <w:rPr>
              <w:rStyle w:val="slostrnky"/>
              <w:b w:val="0"/>
              <w:color w:val="auto"/>
              <w:sz w:val="12"/>
            </w:rPr>
          </w:pPr>
          <w:r>
            <w:t>Smlouva o dílo na zhotovení Dokumentace</w:t>
          </w:r>
        </w:p>
      </w:tc>
      <w:tc>
        <w:tcPr>
          <w:tcW w:w="907" w:type="dxa"/>
          <w:vAlign w:val="bottom"/>
        </w:tcPr>
        <w:p w14:paraId="79581B04" w14:textId="07339C91" w:rsidR="00C168F6" w:rsidRPr="009E09BE" w:rsidRDefault="00C168F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1</w:t>
          </w:r>
          <w:r>
            <w:rPr>
              <w:rStyle w:val="slostrnky"/>
            </w:rPr>
            <w:fldChar w:fldCharType="end"/>
          </w:r>
        </w:p>
      </w:tc>
    </w:tr>
  </w:tbl>
  <w:p w14:paraId="67E9493B" w14:textId="77777777" w:rsidR="00C168F6" w:rsidRPr="00B8518B" w:rsidRDefault="00C168F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68F6" w:rsidRPr="003462EB" w14:paraId="0055C025" w14:textId="77777777" w:rsidTr="009626C4">
      <w:tc>
        <w:tcPr>
          <w:tcW w:w="907" w:type="dxa"/>
          <w:tcMar>
            <w:left w:w="0" w:type="dxa"/>
            <w:right w:w="0" w:type="dxa"/>
          </w:tcMar>
          <w:vAlign w:val="bottom"/>
        </w:tcPr>
        <w:p w14:paraId="71E05076" w14:textId="77777777" w:rsidR="00C168F6" w:rsidRPr="00B8518B" w:rsidRDefault="00C168F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C168F6" w:rsidRPr="005328CA" w:rsidRDefault="00C168F6" w:rsidP="009626C4">
          <w:pPr>
            <w:pStyle w:val="Zpatvlevo"/>
            <w:rPr>
              <w:b/>
            </w:rPr>
          </w:pPr>
          <w:r w:rsidRPr="005328CA">
            <w:rPr>
              <w:b/>
            </w:rPr>
            <w:t xml:space="preserve">Příloha č. </w:t>
          </w:r>
          <w:r>
            <w:rPr>
              <w:b/>
            </w:rPr>
            <w:t>2</w:t>
          </w:r>
        </w:p>
        <w:p w14:paraId="32E5DAC2" w14:textId="77777777" w:rsidR="00C168F6" w:rsidRPr="003462EB" w:rsidRDefault="00AA4A38" w:rsidP="009626C4">
          <w:pPr>
            <w:pStyle w:val="Zpatvlevo"/>
          </w:pPr>
          <w:r>
            <w:fldChar w:fldCharType="begin"/>
          </w:r>
          <w:r>
            <w:instrText xml:space="preserve"> STYLEREF  _Název_akce  \* MERGEFORMAT </w:instrText>
          </w:r>
          <w:r>
            <w:fldChar w:fldCharType="separate"/>
          </w:r>
          <w:r w:rsidR="00C168F6" w:rsidRPr="000B0C01">
            <w:rPr>
              <w:b/>
              <w:bCs/>
              <w:noProof/>
            </w:rPr>
            <w:t>„Název akce“</w:t>
          </w:r>
          <w:r w:rsidR="00C168F6">
            <w:rPr>
              <w:noProof/>
            </w:rPr>
            <w:t xml:space="preserve"> – přepíše se do zápatí</w:t>
          </w:r>
          <w:r>
            <w:rPr>
              <w:noProof/>
            </w:rPr>
            <w:fldChar w:fldCharType="end"/>
          </w:r>
        </w:p>
        <w:p w14:paraId="37061B65" w14:textId="77777777" w:rsidR="00C168F6" w:rsidRPr="003462EB" w:rsidRDefault="00C168F6" w:rsidP="0007452F">
          <w:pPr>
            <w:pStyle w:val="Zpatvlevo"/>
          </w:pPr>
          <w:r>
            <w:t xml:space="preserve">Smlouva o dílo na zhotovení </w:t>
          </w:r>
          <w:proofErr w:type="spellStart"/>
          <w:r>
            <w:t>Dokumentace+AD</w:t>
          </w:r>
          <w:proofErr w:type="spellEnd"/>
        </w:p>
      </w:tc>
    </w:tr>
  </w:tbl>
  <w:p w14:paraId="74B905BC" w14:textId="77777777" w:rsidR="00C168F6" w:rsidRPr="00402B45" w:rsidRDefault="00C168F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68F6" w:rsidRPr="009E09BE" w14:paraId="5808D9AB" w14:textId="77777777" w:rsidTr="009626C4">
      <w:tc>
        <w:tcPr>
          <w:tcW w:w="0" w:type="auto"/>
          <w:tcMar>
            <w:left w:w="0" w:type="dxa"/>
            <w:right w:w="0" w:type="dxa"/>
          </w:tcMar>
          <w:vAlign w:val="bottom"/>
        </w:tcPr>
        <w:p w14:paraId="0AA4E4E7" w14:textId="77777777" w:rsidR="00C168F6" w:rsidRPr="005328CA" w:rsidRDefault="00C168F6" w:rsidP="009626C4">
          <w:pPr>
            <w:pStyle w:val="Zpatvpravo"/>
            <w:rPr>
              <w:b/>
            </w:rPr>
          </w:pPr>
          <w:r w:rsidRPr="005328CA">
            <w:rPr>
              <w:b/>
            </w:rPr>
            <w:t xml:space="preserve">Příloha č. </w:t>
          </w:r>
          <w:r>
            <w:rPr>
              <w:b/>
            </w:rPr>
            <w:t>2</w:t>
          </w:r>
          <w:r w:rsidRPr="005328CA">
            <w:rPr>
              <w:b/>
            </w:rPr>
            <w:t xml:space="preserve">   </w:t>
          </w:r>
        </w:p>
        <w:p w14:paraId="72EE17C1" w14:textId="755E5FA5" w:rsidR="00C168F6" w:rsidRDefault="00C168F6" w:rsidP="009626C4">
          <w:pPr>
            <w:pStyle w:val="Zpatvpravo"/>
          </w:pPr>
          <w:r>
            <w:t xml:space="preserve"> </w:t>
          </w:r>
          <w:r w:rsidR="00AA4A38">
            <w:fldChar w:fldCharType="begin"/>
          </w:r>
          <w:r w:rsidR="00AA4A38">
            <w:instrText xml:space="preserve"> STYLEREF  _Název_akce  \* MERGEFORMAT </w:instrText>
          </w:r>
          <w:r w:rsidR="00AA4A38">
            <w:fldChar w:fldCharType="separate"/>
          </w:r>
          <w:r w:rsidR="00723CA5" w:rsidRPr="00723CA5">
            <w:rPr>
              <w:b/>
              <w:bCs/>
              <w:noProof/>
            </w:rPr>
            <w:t xml:space="preserve">“RS 5 </w:t>
          </w:r>
          <w:r w:rsidR="00723CA5">
            <w:rPr>
              <w:noProof/>
            </w:rPr>
            <w:t>Náchod – státní hranice“</w:t>
          </w:r>
          <w:r w:rsidR="00AA4A38">
            <w:rPr>
              <w:noProof/>
            </w:rPr>
            <w:fldChar w:fldCharType="end"/>
          </w:r>
        </w:p>
        <w:p w14:paraId="33123CE7" w14:textId="1C1C625C" w:rsidR="00C168F6" w:rsidRPr="003462EB" w:rsidRDefault="00C168F6" w:rsidP="009626C4">
          <w:pPr>
            <w:pStyle w:val="Zpatvpravo"/>
            <w:rPr>
              <w:rStyle w:val="slostrnky"/>
              <w:b w:val="0"/>
              <w:color w:val="auto"/>
              <w:sz w:val="12"/>
            </w:rPr>
          </w:pPr>
          <w:r>
            <w:t>Smlouva o dílo na zhotovení Dokumentace</w:t>
          </w:r>
        </w:p>
      </w:tc>
      <w:tc>
        <w:tcPr>
          <w:tcW w:w="907" w:type="dxa"/>
          <w:vAlign w:val="bottom"/>
        </w:tcPr>
        <w:p w14:paraId="5DB73213" w14:textId="41D2F1E7" w:rsidR="00C168F6" w:rsidRPr="009E09BE" w:rsidRDefault="00C168F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1</w:t>
          </w:r>
          <w:r>
            <w:rPr>
              <w:rStyle w:val="slostrnky"/>
            </w:rPr>
            <w:fldChar w:fldCharType="end"/>
          </w:r>
        </w:p>
      </w:tc>
    </w:tr>
  </w:tbl>
  <w:p w14:paraId="66935BFF" w14:textId="77777777" w:rsidR="00C168F6" w:rsidRPr="00B8518B" w:rsidRDefault="00C168F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168F6" w:rsidRPr="003462EB" w14:paraId="07F92DF6" w14:textId="77777777" w:rsidTr="009626C4">
      <w:tc>
        <w:tcPr>
          <w:tcW w:w="907" w:type="dxa"/>
          <w:tcMar>
            <w:left w:w="0" w:type="dxa"/>
            <w:right w:w="0" w:type="dxa"/>
          </w:tcMar>
          <w:vAlign w:val="bottom"/>
        </w:tcPr>
        <w:p w14:paraId="0E6F21BE" w14:textId="77777777" w:rsidR="00C168F6" w:rsidRPr="00B8518B" w:rsidRDefault="00C168F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C168F6" w:rsidRPr="005328CA" w:rsidRDefault="00C168F6" w:rsidP="009626C4">
          <w:pPr>
            <w:pStyle w:val="Zpatvlevo"/>
            <w:rPr>
              <w:b/>
            </w:rPr>
          </w:pPr>
          <w:r w:rsidRPr="005328CA">
            <w:rPr>
              <w:b/>
            </w:rPr>
            <w:t xml:space="preserve">Příloha č. </w:t>
          </w:r>
          <w:r>
            <w:rPr>
              <w:b/>
            </w:rPr>
            <w:t>3</w:t>
          </w:r>
        </w:p>
        <w:p w14:paraId="16463926" w14:textId="77777777" w:rsidR="00C168F6" w:rsidRPr="003462EB" w:rsidRDefault="00AA4A38" w:rsidP="009626C4">
          <w:pPr>
            <w:pStyle w:val="Zpatvlevo"/>
          </w:pPr>
          <w:r>
            <w:fldChar w:fldCharType="begin"/>
          </w:r>
          <w:r>
            <w:instrText xml:space="preserve"> STYLEREF  _Název_akce  \* MERGEFORMAT </w:instrText>
          </w:r>
          <w:r>
            <w:fldChar w:fldCharType="separate"/>
          </w:r>
          <w:r w:rsidR="00C168F6" w:rsidRPr="000B0C01">
            <w:rPr>
              <w:b/>
              <w:bCs/>
              <w:noProof/>
            </w:rPr>
            <w:t>„Název akce“</w:t>
          </w:r>
          <w:r w:rsidR="00C168F6">
            <w:rPr>
              <w:noProof/>
            </w:rPr>
            <w:t xml:space="preserve"> – přepíše se do zápatí</w:t>
          </w:r>
          <w:r>
            <w:rPr>
              <w:noProof/>
            </w:rPr>
            <w:fldChar w:fldCharType="end"/>
          </w:r>
        </w:p>
        <w:p w14:paraId="1F0B1A35" w14:textId="77777777" w:rsidR="00C168F6" w:rsidRPr="003462EB" w:rsidRDefault="00C168F6" w:rsidP="00402B45">
          <w:pPr>
            <w:pStyle w:val="Zpatvlevo"/>
          </w:pPr>
          <w:r>
            <w:t xml:space="preserve">Smlouva o dílo na zhotovení </w:t>
          </w:r>
          <w:proofErr w:type="spellStart"/>
          <w:r>
            <w:t>Dokumentace+AD</w:t>
          </w:r>
          <w:proofErr w:type="spellEnd"/>
        </w:p>
      </w:tc>
    </w:tr>
  </w:tbl>
  <w:p w14:paraId="7D64ED83" w14:textId="77777777" w:rsidR="00C168F6" w:rsidRPr="00402B45" w:rsidRDefault="00C168F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168F6" w:rsidRPr="009E09BE" w14:paraId="1B7EFD47" w14:textId="77777777" w:rsidTr="009626C4">
      <w:tc>
        <w:tcPr>
          <w:tcW w:w="0" w:type="auto"/>
          <w:tcMar>
            <w:left w:w="0" w:type="dxa"/>
            <w:right w:w="0" w:type="dxa"/>
          </w:tcMar>
          <w:vAlign w:val="bottom"/>
        </w:tcPr>
        <w:p w14:paraId="1656E430" w14:textId="77777777" w:rsidR="00C168F6" w:rsidRPr="005328CA" w:rsidRDefault="00C168F6" w:rsidP="009626C4">
          <w:pPr>
            <w:pStyle w:val="Zpatvpravo"/>
            <w:rPr>
              <w:b/>
            </w:rPr>
          </w:pPr>
          <w:r w:rsidRPr="005328CA">
            <w:rPr>
              <w:b/>
            </w:rPr>
            <w:t xml:space="preserve">Příloha č. </w:t>
          </w:r>
          <w:r>
            <w:rPr>
              <w:b/>
            </w:rPr>
            <w:t>3</w:t>
          </w:r>
          <w:r w:rsidRPr="005328CA">
            <w:rPr>
              <w:b/>
            </w:rPr>
            <w:t xml:space="preserve">   </w:t>
          </w:r>
        </w:p>
        <w:p w14:paraId="1E7CC6A1" w14:textId="3D9EDAAE" w:rsidR="00C168F6" w:rsidRDefault="00C168F6" w:rsidP="009626C4">
          <w:pPr>
            <w:pStyle w:val="Zpatvpravo"/>
          </w:pPr>
          <w:r>
            <w:t xml:space="preserve"> </w:t>
          </w:r>
          <w:r w:rsidR="00AA4A38">
            <w:fldChar w:fldCharType="begin"/>
          </w:r>
          <w:r w:rsidR="00AA4A38">
            <w:instrText xml:space="preserve"> STYLEREF  _Název_akce  \* MERGEFORMAT </w:instrText>
          </w:r>
          <w:r w:rsidR="00AA4A38">
            <w:fldChar w:fldCharType="separate"/>
          </w:r>
          <w:r w:rsidR="00723CA5" w:rsidRPr="00723CA5">
            <w:rPr>
              <w:b/>
              <w:bCs/>
              <w:noProof/>
            </w:rPr>
            <w:t xml:space="preserve">“RS 5 </w:t>
          </w:r>
          <w:r w:rsidR="00723CA5">
            <w:rPr>
              <w:noProof/>
            </w:rPr>
            <w:t>Náchod – státní hranice“</w:t>
          </w:r>
          <w:r w:rsidR="00AA4A38">
            <w:rPr>
              <w:noProof/>
            </w:rPr>
            <w:fldChar w:fldCharType="end"/>
          </w:r>
        </w:p>
        <w:p w14:paraId="33DCC304" w14:textId="16F75BC4" w:rsidR="00C168F6" w:rsidRPr="003462EB" w:rsidRDefault="00C168F6" w:rsidP="009626C4">
          <w:pPr>
            <w:pStyle w:val="Zpatvpravo"/>
            <w:rPr>
              <w:rStyle w:val="slostrnky"/>
              <w:b w:val="0"/>
              <w:color w:val="auto"/>
              <w:sz w:val="12"/>
            </w:rPr>
          </w:pPr>
          <w:r>
            <w:t>Smlouva o dílo na zhotovení Dokumentace</w:t>
          </w:r>
        </w:p>
      </w:tc>
      <w:tc>
        <w:tcPr>
          <w:tcW w:w="907" w:type="dxa"/>
          <w:vAlign w:val="bottom"/>
        </w:tcPr>
        <w:p w14:paraId="37323098" w14:textId="0C263D41" w:rsidR="00C168F6" w:rsidRPr="009E09BE" w:rsidRDefault="00C168F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3CA5">
            <w:rPr>
              <w:rStyle w:val="slostrnky"/>
              <w:noProof/>
            </w:rPr>
            <w:t>1</w:t>
          </w:r>
          <w:r>
            <w:rPr>
              <w:rStyle w:val="slostrnky"/>
            </w:rPr>
            <w:fldChar w:fldCharType="end"/>
          </w:r>
        </w:p>
      </w:tc>
    </w:tr>
  </w:tbl>
  <w:p w14:paraId="71C76043" w14:textId="77777777" w:rsidR="00C168F6" w:rsidRPr="00B8518B" w:rsidRDefault="00C168F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7BD8E" w14:textId="77777777" w:rsidR="00AA4A38" w:rsidRDefault="00AA4A38" w:rsidP="00962258">
      <w:pPr>
        <w:spacing w:after="0" w:line="240" w:lineRule="auto"/>
      </w:pPr>
      <w:r>
        <w:separator/>
      </w:r>
    </w:p>
  </w:footnote>
  <w:footnote w:type="continuationSeparator" w:id="0">
    <w:p w14:paraId="57C4CC93" w14:textId="77777777" w:rsidR="00AA4A38" w:rsidRDefault="00AA4A3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168F6" w14:paraId="10BB04E8" w14:textId="77777777" w:rsidTr="00B22106">
      <w:trPr>
        <w:trHeight w:hRule="exact" w:val="936"/>
      </w:trPr>
      <w:tc>
        <w:tcPr>
          <w:tcW w:w="1361" w:type="dxa"/>
          <w:tcMar>
            <w:left w:w="0" w:type="dxa"/>
            <w:right w:w="0" w:type="dxa"/>
          </w:tcMar>
        </w:tcPr>
        <w:p w14:paraId="0F8093AD" w14:textId="77777777" w:rsidR="00C168F6" w:rsidRPr="00B8518B" w:rsidRDefault="00C168F6" w:rsidP="00FC6389">
          <w:pPr>
            <w:pStyle w:val="Zpat"/>
            <w:rPr>
              <w:rStyle w:val="slostrnky"/>
            </w:rPr>
          </w:pPr>
        </w:p>
      </w:tc>
      <w:tc>
        <w:tcPr>
          <w:tcW w:w="3458" w:type="dxa"/>
          <w:shd w:val="clear" w:color="auto" w:fill="auto"/>
          <w:tcMar>
            <w:left w:w="0" w:type="dxa"/>
            <w:right w:w="0" w:type="dxa"/>
          </w:tcMar>
        </w:tcPr>
        <w:p w14:paraId="52AE0AD8" w14:textId="77777777" w:rsidR="00C168F6" w:rsidRDefault="00C168F6"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C168F6" w:rsidRPr="00D6163D" w:rsidRDefault="00C168F6" w:rsidP="00FC6389">
          <w:pPr>
            <w:pStyle w:val="Druhdokumentu"/>
          </w:pPr>
        </w:p>
      </w:tc>
    </w:tr>
    <w:tr w:rsidR="00C168F6" w14:paraId="2FB9365A" w14:textId="77777777" w:rsidTr="00536161">
      <w:trPr>
        <w:trHeight w:hRule="exact" w:val="340"/>
      </w:trPr>
      <w:tc>
        <w:tcPr>
          <w:tcW w:w="1361" w:type="dxa"/>
          <w:tcMar>
            <w:left w:w="0" w:type="dxa"/>
            <w:right w:w="0" w:type="dxa"/>
          </w:tcMar>
        </w:tcPr>
        <w:p w14:paraId="71B7F1C0" w14:textId="77777777" w:rsidR="00C168F6" w:rsidRPr="00B8518B" w:rsidRDefault="00C168F6" w:rsidP="00FC6389">
          <w:pPr>
            <w:pStyle w:val="Zpat"/>
            <w:rPr>
              <w:rStyle w:val="slostrnky"/>
            </w:rPr>
          </w:pPr>
        </w:p>
      </w:tc>
      <w:tc>
        <w:tcPr>
          <w:tcW w:w="3458" w:type="dxa"/>
          <w:shd w:val="clear" w:color="auto" w:fill="auto"/>
          <w:tcMar>
            <w:left w:w="0" w:type="dxa"/>
            <w:right w:w="0" w:type="dxa"/>
          </w:tcMar>
        </w:tcPr>
        <w:p w14:paraId="38C238CE" w14:textId="77777777" w:rsidR="00C168F6" w:rsidRDefault="00C168F6" w:rsidP="00FC6389">
          <w:pPr>
            <w:pStyle w:val="Zpat"/>
          </w:pPr>
        </w:p>
      </w:tc>
      <w:tc>
        <w:tcPr>
          <w:tcW w:w="5756" w:type="dxa"/>
          <w:shd w:val="clear" w:color="auto" w:fill="auto"/>
          <w:tcMar>
            <w:left w:w="0" w:type="dxa"/>
            <w:right w:w="0" w:type="dxa"/>
          </w:tcMar>
        </w:tcPr>
        <w:p w14:paraId="0E09F99A" w14:textId="77777777" w:rsidR="00C168F6" w:rsidRPr="00D6163D" w:rsidRDefault="00C168F6" w:rsidP="00FC6389">
          <w:pPr>
            <w:pStyle w:val="Druhdokumentu"/>
          </w:pPr>
        </w:p>
      </w:tc>
    </w:tr>
  </w:tbl>
  <w:p w14:paraId="6F66F761" w14:textId="77777777" w:rsidR="00C168F6" w:rsidRPr="00D6163D" w:rsidRDefault="00C168F6" w:rsidP="00FC6389">
    <w:pPr>
      <w:pStyle w:val="Zhlav"/>
      <w:rPr>
        <w:sz w:val="8"/>
        <w:szCs w:val="8"/>
      </w:rPr>
    </w:pPr>
  </w:p>
  <w:p w14:paraId="5C2D3887" w14:textId="77777777" w:rsidR="00C168F6" w:rsidRPr="00460660" w:rsidRDefault="00C168F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F9DAE" w14:textId="77777777" w:rsidR="00C168F6" w:rsidRPr="00D6163D" w:rsidRDefault="00C168F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044A0" w14:textId="77777777" w:rsidR="00C168F6" w:rsidRPr="00D6163D" w:rsidRDefault="00C168F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760B5" w14:textId="77777777" w:rsidR="00C168F6" w:rsidRDefault="00C168F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9F6DE" w14:textId="77777777" w:rsidR="00C168F6" w:rsidRPr="00D6163D" w:rsidRDefault="00C168F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7E0BD" w14:textId="77777777" w:rsidR="00C168F6" w:rsidRPr="00D6163D" w:rsidRDefault="00C168F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F22FF" w14:textId="77777777" w:rsidR="00C168F6" w:rsidRPr="00D6163D" w:rsidRDefault="00C168F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FB00B" w14:textId="77777777" w:rsidR="00C168F6" w:rsidRPr="00D6163D" w:rsidRDefault="00C168F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0EAE6" w14:textId="77777777" w:rsidR="00C168F6" w:rsidRPr="00D6163D" w:rsidRDefault="00C168F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2BFC8" w14:textId="77777777" w:rsidR="00C168F6" w:rsidRPr="00D6163D" w:rsidRDefault="00C168F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4D62B" w14:textId="77777777" w:rsidR="00C168F6" w:rsidRPr="00D6163D" w:rsidRDefault="00C168F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51108F3"/>
    <w:multiLevelType w:val="multilevel"/>
    <w:tmpl w:val="14B23B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5"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abstractNumId w:val="4"/>
  </w:num>
  <w:num w:numId="2">
    <w:abstractNumId w:val="1"/>
  </w:num>
  <w:num w:numId="3">
    <w:abstractNumId w:val="12"/>
  </w:num>
  <w:num w:numId="4">
    <w:abstractNumId w:val="5"/>
  </w:num>
  <w:num w:numId="5">
    <w:abstractNumId w:val="0"/>
  </w:num>
  <w:num w:numId="6">
    <w:abstractNumId w:val="6"/>
  </w:num>
  <w:num w:numId="7">
    <w:abstractNumId w:val="10"/>
  </w:num>
  <w:num w:numId="8">
    <w:abstractNumId w:val="11"/>
  </w:num>
  <w:num w:numId="9">
    <w:abstractNumId w:val="0"/>
  </w:num>
  <w:num w:numId="10">
    <w:abstractNumId w:val="3"/>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9"/>
  </w:num>
  <w:num w:numId="18">
    <w:abstractNumId w:val="2"/>
  </w:num>
  <w:num w:numId="19">
    <w:abstractNumId w:val="15"/>
  </w:num>
  <w:num w:numId="20">
    <w:abstractNumId w:val="15"/>
    <w:lvlOverride w:ilvl="0">
      <w:startOverride w:val="1"/>
    </w:lvlOverride>
  </w:num>
  <w:num w:numId="21">
    <w:abstractNumId w:val="14"/>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7F3C"/>
    <w:rsid w:val="00020257"/>
    <w:rsid w:val="00031538"/>
    <w:rsid w:val="000352AE"/>
    <w:rsid w:val="000353C1"/>
    <w:rsid w:val="0003687B"/>
    <w:rsid w:val="00041EC8"/>
    <w:rsid w:val="0006588D"/>
    <w:rsid w:val="00067A5E"/>
    <w:rsid w:val="00070820"/>
    <w:rsid w:val="000719BB"/>
    <w:rsid w:val="00072A65"/>
    <w:rsid w:val="00072C1E"/>
    <w:rsid w:val="0007362B"/>
    <w:rsid w:val="000740F6"/>
    <w:rsid w:val="0007452F"/>
    <w:rsid w:val="00075E8F"/>
    <w:rsid w:val="0008410C"/>
    <w:rsid w:val="000841E0"/>
    <w:rsid w:val="00086EA4"/>
    <w:rsid w:val="00097789"/>
    <w:rsid w:val="000A298B"/>
    <w:rsid w:val="000B0C01"/>
    <w:rsid w:val="000B4EB8"/>
    <w:rsid w:val="000B6376"/>
    <w:rsid w:val="000B7860"/>
    <w:rsid w:val="000C41F2"/>
    <w:rsid w:val="000D227E"/>
    <w:rsid w:val="000D22C4"/>
    <w:rsid w:val="000D27D1"/>
    <w:rsid w:val="000E0335"/>
    <w:rsid w:val="000E1A7F"/>
    <w:rsid w:val="000E2ED0"/>
    <w:rsid w:val="000F18F2"/>
    <w:rsid w:val="00112864"/>
    <w:rsid w:val="00112E8B"/>
    <w:rsid w:val="00114472"/>
    <w:rsid w:val="00114988"/>
    <w:rsid w:val="00115069"/>
    <w:rsid w:val="001150F2"/>
    <w:rsid w:val="00115127"/>
    <w:rsid w:val="00124751"/>
    <w:rsid w:val="00130470"/>
    <w:rsid w:val="00130C53"/>
    <w:rsid w:val="00134C6D"/>
    <w:rsid w:val="0013670D"/>
    <w:rsid w:val="00143EC0"/>
    <w:rsid w:val="0014474C"/>
    <w:rsid w:val="00144ACE"/>
    <w:rsid w:val="00147F39"/>
    <w:rsid w:val="00150E3F"/>
    <w:rsid w:val="001529CF"/>
    <w:rsid w:val="0016557E"/>
    <w:rsid w:val="001656A2"/>
    <w:rsid w:val="00165977"/>
    <w:rsid w:val="00170EC5"/>
    <w:rsid w:val="0017152F"/>
    <w:rsid w:val="0017282C"/>
    <w:rsid w:val="001747C1"/>
    <w:rsid w:val="00176567"/>
    <w:rsid w:val="001779E6"/>
    <w:rsid w:val="00177D6B"/>
    <w:rsid w:val="001828A0"/>
    <w:rsid w:val="00186877"/>
    <w:rsid w:val="0018771B"/>
    <w:rsid w:val="00191F90"/>
    <w:rsid w:val="0019301D"/>
    <w:rsid w:val="00195628"/>
    <w:rsid w:val="001977A2"/>
    <w:rsid w:val="001A2701"/>
    <w:rsid w:val="001A5B98"/>
    <w:rsid w:val="001B4800"/>
    <w:rsid w:val="001B4E74"/>
    <w:rsid w:val="001B6520"/>
    <w:rsid w:val="001C61BC"/>
    <w:rsid w:val="001C645F"/>
    <w:rsid w:val="001D60FF"/>
    <w:rsid w:val="001E678E"/>
    <w:rsid w:val="001E692B"/>
    <w:rsid w:val="002038D5"/>
    <w:rsid w:val="002071BB"/>
    <w:rsid w:val="00207DF5"/>
    <w:rsid w:val="00225790"/>
    <w:rsid w:val="0022584E"/>
    <w:rsid w:val="00236511"/>
    <w:rsid w:val="00236D4F"/>
    <w:rsid w:val="00236DCC"/>
    <w:rsid w:val="00240B81"/>
    <w:rsid w:val="002423E1"/>
    <w:rsid w:val="00243F67"/>
    <w:rsid w:val="002444B0"/>
    <w:rsid w:val="00247CC4"/>
    <w:rsid w:val="00247D01"/>
    <w:rsid w:val="00253646"/>
    <w:rsid w:val="00253CBA"/>
    <w:rsid w:val="002546E3"/>
    <w:rsid w:val="00261A5B"/>
    <w:rsid w:val="00262E5B"/>
    <w:rsid w:val="00264215"/>
    <w:rsid w:val="00276AFE"/>
    <w:rsid w:val="00277C7C"/>
    <w:rsid w:val="00280028"/>
    <w:rsid w:val="00286AD1"/>
    <w:rsid w:val="0029222F"/>
    <w:rsid w:val="00296D7F"/>
    <w:rsid w:val="002A3B57"/>
    <w:rsid w:val="002A5468"/>
    <w:rsid w:val="002C29B3"/>
    <w:rsid w:val="002C31BF"/>
    <w:rsid w:val="002D29F2"/>
    <w:rsid w:val="002D648A"/>
    <w:rsid w:val="002D6790"/>
    <w:rsid w:val="002D7FD6"/>
    <w:rsid w:val="002E0CD7"/>
    <w:rsid w:val="002E0CFB"/>
    <w:rsid w:val="002E1771"/>
    <w:rsid w:val="002E325D"/>
    <w:rsid w:val="002E3C62"/>
    <w:rsid w:val="002E5C7B"/>
    <w:rsid w:val="002E6478"/>
    <w:rsid w:val="002F4333"/>
    <w:rsid w:val="0030059C"/>
    <w:rsid w:val="00305AEC"/>
    <w:rsid w:val="003060B3"/>
    <w:rsid w:val="00310A06"/>
    <w:rsid w:val="00315C27"/>
    <w:rsid w:val="00327EEF"/>
    <w:rsid w:val="0033239F"/>
    <w:rsid w:val="0033304E"/>
    <w:rsid w:val="00335223"/>
    <w:rsid w:val="003413A6"/>
    <w:rsid w:val="0034274B"/>
    <w:rsid w:val="00342B68"/>
    <w:rsid w:val="00344F62"/>
    <w:rsid w:val="00347085"/>
    <w:rsid w:val="0034719F"/>
    <w:rsid w:val="00350A35"/>
    <w:rsid w:val="003571D8"/>
    <w:rsid w:val="00357BC6"/>
    <w:rsid w:val="00361422"/>
    <w:rsid w:val="0036325E"/>
    <w:rsid w:val="003638F4"/>
    <w:rsid w:val="00370364"/>
    <w:rsid w:val="003739DD"/>
    <w:rsid w:val="0037545D"/>
    <w:rsid w:val="00376B87"/>
    <w:rsid w:val="00377DAB"/>
    <w:rsid w:val="00381EFC"/>
    <w:rsid w:val="00384233"/>
    <w:rsid w:val="00392910"/>
    <w:rsid w:val="00392EB6"/>
    <w:rsid w:val="003956C6"/>
    <w:rsid w:val="003A0802"/>
    <w:rsid w:val="003A197F"/>
    <w:rsid w:val="003A32C6"/>
    <w:rsid w:val="003B5E09"/>
    <w:rsid w:val="003C0F2C"/>
    <w:rsid w:val="003C33F2"/>
    <w:rsid w:val="003C4AA4"/>
    <w:rsid w:val="003D178E"/>
    <w:rsid w:val="003D733B"/>
    <w:rsid w:val="003D756E"/>
    <w:rsid w:val="003E34BE"/>
    <w:rsid w:val="003E420D"/>
    <w:rsid w:val="003E4C13"/>
    <w:rsid w:val="003E6596"/>
    <w:rsid w:val="003F5723"/>
    <w:rsid w:val="003F5C24"/>
    <w:rsid w:val="00400E31"/>
    <w:rsid w:val="00401D2F"/>
    <w:rsid w:val="00402B45"/>
    <w:rsid w:val="004034A7"/>
    <w:rsid w:val="00406C51"/>
    <w:rsid w:val="004078F3"/>
    <w:rsid w:val="00417DF5"/>
    <w:rsid w:val="00427596"/>
    <w:rsid w:val="00427794"/>
    <w:rsid w:val="00433CD6"/>
    <w:rsid w:val="00437993"/>
    <w:rsid w:val="00443525"/>
    <w:rsid w:val="004436EE"/>
    <w:rsid w:val="00444C0D"/>
    <w:rsid w:val="004500D2"/>
    <w:rsid w:val="00450F07"/>
    <w:rsid w:val="00453CD3"/>
    <w:rsid w:val="00456385"/>
    <w:rsid w:val="0046002F"/>
    <w:rsid w:val="00460660"/>
    <w:rsid w:val="00460964"/>
    <w:rsid w:val="00461526"/>
    <w:rsid w:val="004648CB"/>
    <w:rsid w:val="00464BA9"/>
    <w:rsid w:val="00467000"/>
    <w:rsid w:val="004776AF"/>
    <w:rsid w:val="00483969"/>
    <w:rsid w:val="00486107"/>
    <w:rsid w:val="0048746B"/>
    <w:rsid w:val="00490561"/>
    <w:rsid w:val="0049065C"/>
    <w:rsid w:val="00491827"/>
    <w:rsid w:val="004938B6"/>
    <w:rsid w:val="00493C28"/>
    <w:rsid w:val="004A1218"/>
    <w:rsid w:val="004A4204"/>
    <w:rsid w:val="004B2ED0"/>
    <w:rsid w:val="004C39E8"/>
    <w:rsid w:val="004C4399"/>
    <w:rsid w:val="004C5F36"/>
    <w:rsid w:val="004C787C"/>
    <w:rsid w:val="004D09FB"/>
    <w:rsid w:val="004D7138"/>
    <w:rsid w:val="004D796D"/>
    <w:rsid w:val="004E0117"/>
    <w:rsid w:val="004E0E05"/>
    <w:rsid w:val="004E1D1A"/>
    <w:rsid w:val="004E62E9"/>
    <w:rsid w:val="004E7A1F"/>
    <w:rsid w:val="004E7D48"/>
    <w:rsid w:val="004F4B9B"/>
    <w:rsid w:val="004F5564"/>
    <w:rsid w:val="004F703B"/>
    <w:rsid w:val="00502690"/>
    <w:rsid w:val="0050508B"/>
    <w:rsid w:val="0050666E"/>
    <w:rsid w:val="00506DE0"/>
    <w:rsid w:val="00511AB9"/>
    <w:rsid w:val="00517090"/>
    <w:rsid w:val="00517EEC"/>
    <w:rsid w:val="00523BB5"/>
    <w:rsid w:val="00523D5F"/>
    <w:rsid w:val="00523EA7"/>
    <w:rsid w:val="005328CA"/>
    <w:rsid w:val="00533541"/>
    <w:rsid w:val="0053477C"/>
    <w:rsid w:val="00535F7C"/>
    <w:rsid w:val="00536161"/>
    <w:rsid w:val="00536D8F"/>
    <w:rsid w:val="00536E48"/>
    <w:rsid w:val="005406EB"/>
    <w:rsid w:val="00541324"/>
    <w:rsid w:val="00543FF3"/>
    <w:rsid w:val="005463C5"/>
    <w:rsid w:val="00547A2D"/>
    <w:rsid w:val="00551AB5"/>
    <w:rsid w:val="00553375"/>
    <w:rsid w:val="00554721"/>
    <w:rsid w:val="00555884"/>
    <w:rsid w:val="005562D9"/>
    <w:rsid w:val="00556A81"/>
    <w:rsid w:val="005577D9"/>
    <w:rsid w:val="00570648"/>
    <w:rsid w:val="00570AF1"/>
    <w:rsid w:val="005720B0"/>
    <w:rsid w:val="005736B7"/>
    <w:rsid w:val="00575E5A"/>
    <w:rsid w:val="00580245"/>
    <w:rsid w:val="005816A6"/>
    <w:rsid w:val="005826F7"/>
    <w:rsid w:val="0058327B"/>
    <w:rsid w:val="00583CF6"/>
    <w:rsid w:val="005923F7"/>
    <w:rsid w:val="005A150D"/>
    <w:rsid w:val="005A1F44"/>
    <w:rsid w:val="005A2756"/>
    <w:rsid w:val="005A3013"/>
    <w:rsid w:val="005A5C08"/>
    <w:rsid w:val="005B0493"/>
    <w:rsid w:val="005B4FC7"/>
    <w:rsid w:val="005B7B70"/>
    <w:rsid w:val="005D02DF"/>
    <w:rsid w:val="005D3A62"/>
    <w:rsid w:val="005D3C39"/>
    <w:rsid w:val="005E6CD4"/>
    <w:rsid w:val="005F7A77"/>
    <w:rsid w:val="006004DD"/>
    <w:rsid w:val="00601A8C"/>
    <w:rsid w:val="00601ECE"/>
    <w:rsid w:val="0061068E"/>
    <w:rsid w:val="006115D3"/>
    <w:rsid w:val="00612107"/>
    <w:rsid w:val="00612518"/>
    <w:rsid w:val="006217CD"/>
    <w:rsid w:val="0063525E"/>
    <w:rsid w:val="00643F79"/>
    <w:rsid w:val="00644B90"/>
    <w:rsid w:val="00644E0F"/>
    <w:rsid w:val="00645E2C"/>
    <w:rsid w:val="0065600E"/>
    <w:rsid w:val="0065610E"/>
    <w:rsid w:val="006576AF"/>
    <w:rsid w:val="00660AD3"/>
    <w:rsid w:val="0067279D"/>
    <w:rsid w:val="006729CB"/>
    <w:rsid w:val="006737E9"/>
    <w:rsid w:val="006776B6"/>
    <w:rsid w:val="00681B49"/>
    <w:rsid w:val="00684568"/>
    <w:rsid w:val="006923FD"/>
    <w:rsid w:val="00693150"/>
    <w:rsid w:val="00694CFD"/>
    <w:rsid w:val="006A05F1"/>
    <w:rsid w:val="006A06B6"/>
    <w:rsid w:val="006A36DB"/>
    <w:rsid w:val="006A5570"/>
    <w:rsid w:val="006A57A4"/>
    <w:rsid w:val="006A67D6"/>
    <w:rsid w:val="006A689C"/>
    <w:rsid w:val="006B0921"/>
    <w:rsid w:val="006B3D79"/>
    <w:rsid w:val="006B6FE4"/>
    <w:rsid w:val="006C2343"/>
    <w:rsid w:val="006C442A"/>
    <w:rsid w:val="006C5357"/>
    <w:rsid w:val="006D3D66"/>
    <w:rsid w:val="006D5572"/>
    <w:rsid w:val="006E0578"/>
    <w:rsid w:val="006E0B06"/>
    <w:rsid w:val="006E314D"/>
    <w:rsid w:val="006F56B7"/>
    <w:rsid w:val="006F6E10"/>
    <w:rsid w:val="00700705"/>
    <w:rsid w:val="00707200"/>
    <w:rsid w:val="00710723"/>
    <w:rsid w:val="007145F3"/>
    <w:rsid w:val="0071634C"/>
    <w:rsid w:val="007172B3"/>
    <w:rsid w:val="007224BB"/>
    <w:rsid w:val="00723CA5"/>
    <w:rsid w:val="00723ED1"/>
    <w:rsid w:val="007271F6"/>
    <w:rsid w:val="00740AF5"/>
    <w:rsid w:val="00740C39"/>
    <w:rsid w:val="00743525"/>
    <w:rsid w:val="00744076"/>
    <w:rsid w:val="00746BF1"/>
    <w:rsid w:val="007500E5"/>
    <w:rsid w:val="0075096D"/>
    <w:rsid w:val="007541A2"/>
    <w:rsid w:val="00755818"/>
    <w:rsid w:val="00760192"/>
    <w:rsid w:val="0076019D"/>
    <w:rsid w:val="007616C2"/>
    <w:rsid w:val="0076286B"/>
    <w:rsid w:val="007657D8"/>
    <w:rsid w:val="00766846"/>
    <w:rsid w:val="0077673A"/>
    <w:rsid w:val="007846E1"/>
    <w:rsid w:val="007847D6"/>
    <w:rsid w:val="00786062"/>
    <w:rsid w:val="007940A0"/>
    <w:rsid w:val="007A36FA"/>
    <w:rsid w:val="007A5172"/>
    <w:rsid w:val="007A67A0"/>
    <w:rsid w:val="007A6974"/>
    <w:rsid w:val="007B02C9"/>
    <w:rsid w:val="007B570C"/>
    <w:rsid w:val="007B6EFE"/>
    <w:rsid w:val="007C38C6"/>
    <w:rsid w:val="007C7C99"/>
    <w:rsid w:val="007D35BF"/>
    <w:rsid w:val="007D63B2"/>
    <w:rsid w:val="007E4A6E"/>
    <w:rsid w:val="007E4B0D"/>
    <w:rsid w:val="007F22CD"/>
    <w:rsid w:val="007F56A7"/>
    <w:rsid w:val="00800851"/>
    <w:rsid w:val="0080346E"/>
    <w:rsid w:val="00805DD7"/>
    <w:rsid w:val="008063CD"/>
    <w:rsid w:val="00807DD0"/>
    <w:rsid w:val="00820A67"/>
    <w:rsid w:val="00821D01"/>
    <w:rsid w:val="00826B7B"/>
    <w:rsid w:val="00840C3D"/>
    <w:rsid w:val="008426F8"/>
    <w:rsid w:val="00846413"/>
    <w:rsid w:val="00846789"/>
    <w:rsid w:val="00846E51"/>
    <w:rsid w:val="0085130B"/>
    <w:rsid w:val="00856D0F"/>
    <w:rsid w:val="00865E6D"/>
    <w:rsid w:val="00866994"/>
    <w:rsid w:val="00871C95"/>
    <w:rsid w:val="00885005"/>
    <w:rsid w:val="0088733A"/>
    <w:rsid w:val="00891E0A"/>
    <w:rsid w:val="00897796"/>
    <w:rsid w:val="008979F9"/>
    <w:rsid w:val="008A318A"/>
    <w:rsid w:val="008A3568"/>
    <w:rsid w:val="008A469E"/>
    <w:rsid w:val="008A4D1B"/>
    <w:rsid w:val="008B04F3"/>
    <w:rsid w:val="008B3A8A"/>
    <w:rsid w:val="008B64CA"/>
    <w:rsid w:val="008B6941"/>
    <w:rsid w:val="008C50F3"/>
    <w:rsid w:val="008C5A2E"/>
    <w:rsid w:val="008C6CE7"/>
    <w:rsid w:val="008C71B2"/>
    <w:rsid w:val="008C7AC3"/>
    <w:rsid w:val="008C7EFE"/>
    <w:rsid w:val="008D03B9"/>
    <w:rsid w:val="008D1943"/>
    <w:rsid w:val="008D30C7"/>
    <w:rsid w:val="008D4471"/>
    <w:rsid w:val="008D46E1"/>
    <w:rsid w:val="008D665D"/>
    <w:rsid w:val="008D7D71"/>
    <w:rsid w:val="008D7E3C"/>
    <w:rsid w:val="008E0F80"/>
    <w:rsid w:val="008E14BE"/>
    <w:rsid w:val="008E1AFC"/>
    <w:rsid w:val="008E74F3"/>
    <w:rsid w:val="008F18D6"/>
    <w:rsid w:val="008F2C9B"/>
    <w:rsid w:val="008F649D"/>
    <w:rsid w:val="008F797B"/>
    <w:rsid w:val="00904780"/>
    <w:rsid w:val="0090635B"/>
    <w:rsid w:val="00906FF4"/>
    <w:rsid w:val="009150E7"/>
    <w:rsid w:val="00916F55"/>
    <w:rsid w:val="00922385"/>
    <w:rsid w:val="009223DF"/>
    <w:rsid w:val="009227F1"/>
    <w:rsid w:val="00926437"/>
    <w:rsid w:val="009265EE"/>
    <w:rsid w:val="009314A4"/>
    <w:rsid w:val="009318A0"/>
    <w:rsid w:val="00932BDF"/>
    <w:rsid w:val="0093387B"/>
    <w:rsid w:val="00936091"/>
    <w:rsid w:val="00940C6E"/>
    <w:rsid w:val="00940D8A"/>
    <w:rsid w:val="0094122D"/>
    <w:rsid w:val="00945856"/>
    <w:rsid w:val="00946FD1"/>
    <w:rsid w:val="009521A1"/>
    <w:rsid w:val="009545F6"/>
    <w:rsid w:val="00957B84"/>
    <w:rsid w:val="00960E25"/>
    <w:rsid w:val="00962258"/>
    <w:rsid w:val="009626C4"/>
    <w:rsid w:val="00964369"/>
    <w:rsid w:val="009678B7"/>
    <w:rsid w:val="00974329"/>
    <w:rsid w:val="0098675E"/>
    <w:rsid w:val="0099122E"/>
    <w:rsid w:val="00992D9C"/>
    <w:rsid w:val="00996CB8"/>
    <w:rsid w:val="009A0331"/>
    <w:rsid w:val="009A4867"/>
    <w:rsid w:val="009B2E97"/>
    <w:rsid w:val="009B30A2"/>
    <w:rsid w:val="009B3196"/>
    <w:rsid w:val="009B4201"/>
    <w:rsid w:val="009B5146"/>
    <w:rsid w:val="009C325E"/>
    <w:rsid w:val="009C418E"/>
    <w:rsid w:val="009C442C"/>
    <w:rsid w:val="009D1FF9"/>
    <w:rsid w:val="009E07F4"/>
    <w:rsid w:val="009F0867"/>
    <w:rsid w:val="009F309B"/>
    <w:rsid w:val="009F33C6"/>
    <w:rsid w:val="009F392E"/>
    <w:rsid w:val="009F39BB"/>
    <w:rsid w:val="009F53C5"/>
    <w:rsid w:val="009F638B"/>
    <w:rsid w:val="00A05E94"/>
    <w:rsid w:val="00A0740E"/>
    <w:rsid w:val="00A11F43"/>
    <w:rsid w:val="00A12290"/>
    <w:rsid w:val="00A1360B"/>
    <w:rsid w:val="00A17E3B"/>
    <w:rsid w:val="00A21A01"/>
    <w:rsid w:val="00A339F8"/>
    <w:rsid w:val="00A41306"/>
    <w:rsid w:val="00A46D25"/>
    <w:rsid w:val="00A50641"/>
    <w:rsid w:val="00A51DBE"/>
    <w:rsid w:val="00A530BF"/>
    <w:rsid w:val="00A60156"/>
    <w:rsid w:val="00A6177B"/>
    <w:rsid w:val="00A64728"/>
    <w:rsid w:val="00A66136"/>
    <w:rsid w:val="00A71189"/>
    <w:rsid w:val="00A7364A"/>
    <w:rsid w:val="00A747C5"/>
    <w:rsid w:val="00A74DCC"/>
    <w:rsid w:val="00A753ED"/>
    <w:rsid w:val="00A75BED"/>
    <w:rsid w:val="00A77512"/>
    <w:rsid w:val="00A802FD"/>
    <w:rsid w:val="00A84D0E"/>
    <w:rsid w:val="00A94351"/>
    <w:rsid w:val="00A94C2F"/>
    <w:rsid w:val="00A960A7"/>
    <w:rsid w:val="00AA0F9E"/>
    <w:rsid w:val="00AA181B"/>
    <w:rsid w:val="00AA258C"/>
    <w:rsid w:val="00AA4A38"/>
    <w:rsid w:val="00AA4CBB"/>
    <w:rsid w:val="00AA64F7"/>
    <w:rsid w:val="00AA65FA"/>
    <w:rsid w:val="00AA7351"/>
    <w:rsid w:val="00AA7AB8"/>
    <w:rsid w:val="00AD056F"/>
    <w:rsid w:val="00AD0C7B"/>
    <w:rsid w:val="00AD4AEF"/>
    <w:rsid w:val="00AD5F1A"/>
    <w:rsid w:val="00AD6731"/>
    <w:rsid w:val="00AE0304"/>
    <w:rsid w:val="00AE0EB4"/>
    <w:rsid w:val="00AE0FF7"/>
    <w:rsid w:val="00AE2ABE"/>
    <w:rsid w:val="00AE2FF8"/>
    <w:rsid w:val="00AF2E79"/>
    <w:rsid w:val="00AF3A20"/>
    <w:rsid w:val="00AF4393"/>
    <w:rsid w:val="00AF6A69"/>
    <w:rsid w:val="00B008D5"/>
    <w:rsid w:val="00B01693"/>
    <w:rsid w:val="00B0208F"/>
    <w:rsid w:val="00B02F73"/>
    <w:rsid w:val="00B03D8D"/>
    <w:rsid w:val="00B05B31"/>
    <w:rsid w:val="00B0619F"/>
    <w:rsid w:val="00B06D17"/>
    <w:rsid w:val="00B13A26"/>
    <w:rsid w:val="00B156AC"/>
    <w:rsid w:val="00B15D0D"/>
    <w:rsid w:val="00B16327"/>
    <w:rsid w:val="00B1772C"/>
    <w:rsid w:val="00B22106"/>
    <w:rsid w:val="00B2227D"/>
    <w:rsid w:val="00B259EF"/>
    <w:rsid w:val="00B271B1"/>
    <w:rsid w:val="00B3241B"/>
    <w:rsid w:val="00B32638"/>
    <w:rsid w:val="00B3317B"/>
    <w:rsid w:val="00B3350F"/>
    <w:rsid w:val="00B340C1"/>
    <w:rsid w:val="00B42F40"/>
    <w:rsid w:val="00B4362E"/>
    <w:rsid w:val="00B46CA0"/>
    <w:rsid w:val="00B473C2"/>
    <w:rsid w:val="00B50DDC"/>
    <w:rsid w:val="00B5171E"/>
    <w:rsid w:val="00B5431A"/>
    <w:rsid w:val="00B56004"/>
    <w:rsid w:val="00B6272D"/>
    <w:rsid w:val="00B628A9"/>
    <w:rsid w:val="00B63F52"/>
    <w:rsid w:val="00B6658C"/>
    <w:rsid w:val="00B67A51"/>
    <w:rsid w:val="00B72613"/>
    <w:rsid w:val="00B75EE1"/>
    <w:rsid w:val="00B77481"/>
    <w:rsid w:val="00B8518B"/>
    <w:rsid w:val="00B8541B"/>
    <w:rsid w:val="00B92ABC"/>
    <w:rsid w:val="00B96655"/>
    <w:rsid w:val="00B97CC3"/>
    <w:rsid w:val="00BA4547"/>
    <w:rsid w:val="00BA4C88"/>
    <w:rsid w:val="00BA5CBC"/>
    <w:rsid w:val="00BA5D63"/>
    <w:rsid w:val="00BA77C8"/>
    <w:rsid w:val="00BB59BA"/>
    <w:rsid w:val="00BB77A4"/>
    <w:rsid w:val="00BC06C4"/>
    <w:rsid w:val="00BC0A82"/>
    <w:rsid w:val="00BC322B"/>
    <w:rsid w:val="00BC36F2"/>
    <w:rsid w:val="00BC75EF"/>
    <w:rsid w:val="00BC78B2"/>
    <w:rsid w:val="00BD2689"/>
    <w:rsid w:val="00BD4B75"/>
    <w:rsid w:val="00BD6F42"/>
    <w:rsid w:val="00BD7E91"/>
    <w:rsid w:val="00BD7F0D"/>
    <w:rsid w:val="00BE148C"/>
    <w:rsid w:val="00BE23C1"/>
    <w:rsid w:val="00C02D0A"/>
    <w:rsid w:val="00C03A6E"/>
    <w:rsid w:val="00C06EFF"/>
    <w:rsid w:val="00C11B44"/>
    <w:rsid w:val="00C168F6"/>
    <w:rsid w:val="00C21592"/>
    <w:rsid w:val="00C22047"/>
    <w:rsid w:val="00C226C0"/>
    <w:rsid w:val="00C22981"/>
    <w:rsid w:val="00C321B7"/>
    <w:rsid w:val="00C37459"/>
    <w:rsid w:val="00C41F26"/>
    <w:rsid w:val="00C42FE6"/>
    <w:rsid w:val="00C44853"/>
    <w:rsid w:val="00C44F6A"/>
    <w:rsid w:val="00C45470"/>
    <w:rsid w:val="00C47E6C"/>
    <w:rsid w:val="00C604D7"/>
    <w:rsid w:val="00C6198E"/>
    <w:rsid w:val="00C638C4"/>
    <w:rsid w:val="00C641FF"/>
    <w:rsid w:val="00C708EA"/>
    <w:rsid w:val="00C778A5"/>
    <w:rsid w:val="00C95162"/>
    <w:rsid w:val="00C95774"/>
    <w:rsid w:val="00C95FD4"/>
    <w:rsid w:val="00C97592"/>
    <w:rsid w:val="00CA02DE"/>
    <w:rsid w:val="00CA4018"/>
    <w:rsid w:val="00CB4F6D"/>
    <w:rsid w:val="00CB64C9"/>
    <w:rsid w:val="00CB64D0"/>
    <w:rsid w:val="00CB6A37"/>
    <w:rsid w:val="00CB7684"/>
    <w:rsid w:val="00CB7C7D"/>
    <w:rsid w:val="00CC1B50"/>
    <w:rsid w:val="00CC7C8F"/>
    <w:rsid w:val="00CD1B48"/>
    <w:rsid w:val="00CD1FC4"/>
    <w:rsid w:val="00CD4E71"/>
    <w:rsid w:val="00CD7132"/>
    <w:rsid w:val="00CE079B"/>
    <w:rsid w:val="00CE67B3"/>
    <w:rsid w:val="00CE6822"/>
    <w:rsid w:val="00D01608"/>
    <w:rsid w:val="00D034A0"/>
    <w:rsid w:val="00D0544F"/>
    <w:rsid w:val="00D108D9"/>
    <w:rsid w:val="00D21061"/>
    <w:rsid w:val="00D325DF"/>
    <w:rsid w:val="00D4108E"/>
    <w:rsid w:val="00D4328E"/>
    <w:rsid w:val="00D5069C"/>
    <w:rsid w:val="00D540AD"/>
    <w:rsid w:val="00D54111"/>
    <w:rsid w:val="00D565C4"/>
    <w:rsid w:val="00D6163D"/>
    <w:rsid w:val="00D62259"/>
    <w:rsid w:val="00D65162"/>
    <w:rsid w:val="00D831A3"/>
    <w:rsid w:val="00D966CE"/>
    <w:rsid w:val="00D97BE3"/>
    <w:rsid w:val="00DA363A"/>
    <w:rsid w:val="00DA3711"/>
    <w:rsid w:val="00DB1BE4"/>
    <w:rsid w:val="00DB3294"/>
    <w:rsid w:val="00DC4C0E"/>
    <w:rsid w:val="00DD34D8"/>
    <w:rsid w:val="00DD46F3"/>
    <w:rsid w:val="00DE05B9"/>
    <w:rsid w:val="00DE56F2"/>
    <w:rsid w:val="00DF0CB6"/>
    <w:rsid w:val="00DF0E50"/>
    <w:rsid w:val="00DF116D"/>
    <w:rsid w:val="00DF7312"/>
    <w:rsid w:val="00E0077F"/>
    <w:rsid w:val="00E00BFB"/>
    <w:rsid w:val="00E04A33"/>
    <w:rsid w:val="00E06576"/>
    <w:rsid w:val="00E10FF2"/>
    <w:rsid w:val="00E13D3A"/>
    <w:rsid w:val="00E14844"/>
    <w:rsid w:val="00E14CAF"/>
    <w:rsid w:val="00E14DD5"/>
    <w:rsid w:val="00E16FF7"/>
    <w:rsid w:val="00E21BED"/>
    <w:rsid w:val="00E26D68"/>
    <w:rsid w:val="00E32466"/>
    <w:rsid w:val="00E32F3B"/>
    <w:rsid w:val="00E35301"/>
    <w:rsid w:val="00E40E66"/>
    <w:rsid w:val="00E435EA"/>
    <w:rsid w:val="00E43F26"/>
    <w:rsid w:val="00E44045"/>
    <w:rsid w:val="00E502C6"/>
    <w:rsid w:val="00E54AD9"/>
    <w:rsid w:val="00E618C4"/>
    <w:rsid w:val="00E63A40"/>
    <w:rsid w:val="00E73655"/>
    <w:rsid w:val="00E73FFB"/>
    <w:rsid w:val="00E7415D"/>
    <w:rsid w:val="00E81F9F"/>
    <w:rsid w:val="00E84AF1"/>
    <w:rsid w:val="00E878EE"/>
    <w:rsid w:val="00E901A3"/>
    <w:rsid w:val="00E90890"/>
    <w:rsid w:val="00E91BCA"/>
    <w:rsid w:val="00EA0343"/>
    <w:rsid w:val="00EA33C9"/>
    <w:rsid w:val="00EA585B"/>
    <w:rsid w:val="00EA6EC7"/>
    <w:rsid w:val="00EB104F"/>
    <w:rsid w:val="00EB46E5"/>
    <w:rsid w:val="00EC3376"/>
    <w:rsid w:val="00EC707C"/>
    <w:rsid w:val="00ED0187"/>
    <w:rsid w:val="00ED14BD"/>
    <w:rsid w:val="00ED5FDD"/>
    <w:rsid w:val="00EE0351"/>
    <w:rsid w:val="00EE0DE1"/>
    <w:rsid w:val="00EF529C"/>
    <w:rsid w:val="00EF59BC"/>
    <w:rsid w:val="00EF7679"/>
    <w:rsid w:val="00EF7F1F"/>
    <w:rsid w:val="00F016C7"/>
    <w:rsid w:val="00F035CE"/>
    <w:rsid w:val="00F060B5"/>
    <w:rsid w:val="00F0665B"/>
    <w:rsid w:val="00F068E6"/>
    <w:rsid w:val="00F12DEC"/>
    <w:rsid w:val="00F1715C"/>
    <w:rsid w:val="00F178DF"/>
    <w:rsid w:val="00F23CC7"/>
    <w:rsid w:val="00F25BB4"/>
    <w:rsid w:val="00F27CF8"/>
    <w:rsid w:val="00F302A1"/>
    <w:rsid w:val="00F310F8"/>
    <w:rsid w:val="00F3277F"/>
    <w:rsid w:val="00F35939"/>
    <w:rsid w:val="00F422D3"/>
    <w:rsid w:val="00F42DAB"/>
    <w:rsid w:val="00F442E6"/>
    <w:rsid w:val="00F44C7C"/>
    <w:rsid w:val="00F45607"/>
    <w:rsid w:val="00F4722B"/>
    <w:rsid w:val="00F54432"/>
    <w:rsid w:val="00F5656F"/>
    <w:rsid w:val="00F568F9"/>
    <w:rsid w:val="00F579D3"/>
    <w:rsid w:val="00F62DB6"/>
    <w:rsid w:val="00F659EB"/>
    <w:rsid w:val="00F675D1"/>
    <w:rsid w:val="00F746C8"/>
    <w:rsid w:val="00F762A8"/>
    <w:rsid w:val="00F811FE"/>
    <w:rsid w:val="00F86BA6"/>
    <w:rsid w:val="00F905B1"/>
    <w:rsid w:val="00F95FBD"/>
    <w:rsid w:val="00F9740F"/>
    <w:rsid w:val="00FA6380"/>
    <w:rsid w:val="00FB17B9"/>
    <w:rsid w:val="00FB3523"/>
    <w:rsid w:val="00FB4272"/>
    <w:rsid w:val="00FB6342"/>
    <w:rsid w:val="00FB77C8"/>
    <w:rsid w:val="00FC2624"/>
    <w:rsid w:val="00FC6389"/>
    <w:rsid w:val="00FD09CC"/>
    <w:rsid w:val="00FD36B8"/>
    <w:rsid w:val="00FD6EBB"/>
    <w:rsid w:val="00FE6AEC"/>
    <w:rsid w:val="00FF1625"/>
    <w:rsid w:val="00FF1D63"/>
    <w:rsid w:val="00FF2013"/>
    <w:rsid w:val="00FF61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1828A0"/>
    <w:rPr>
      <w:color w:val="605E5C"/>
      <w:shd w:val="clear" w:color="auto" w:fill="E1DFDD"/>
    </w:rPr>
  </w:style>
  <w:style w:type="paragraph" w:customStyle="1" w:styleId="xmsonormal">
    <w:name w:val="x_msonormal"/>
    <w:basedOn w:val="Normln"/>
    <w:rsid w:val="006737E9"/>
    <w:pPr>
      <w:spacing w:after="0" w:line="240" w:lineRule="auto"/>
    </w:pPr>
    <w:rPr>
      <w:rFonts w:ascii="Calibri"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589628668">
      <w:bodyDiv w:val="1"/>
      <w:marLeft w:val="0"/>
      <w:marRight w:val="0"/>
      <w:marTop w:val="0"/>
      <w:marBottom w:val="0"/>
      <w:divBdr>
        <w:top w:val="none" w:sz="0" w:space="0" w:color="auto"/>
        <w:left w:val="none" w:sz="0" w:space="0" w:color="auto"/>
        <w:bottom w:val="none" w:sz="0" w:space="0" w:color="auto"/>
        <w:right w:val="none" w:sz="0" w:space="0" w:color="auto"/>
      </w:divBdr>
    </w:div>
    <w:div w:id="609551471">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typdok.tudc.cz" TargetMode="External"/><Relationship Id="rId28" Type="http://schemas.openxmlformats.org/officeDocument/2006/relationships/footer" Target="footer10.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B23F2A6A-43DA-4329-BAAB-832838621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3E3BCBE-1E18-4ACB-B622-BD37DF2EE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2</TotalTime>
  <Pages>38</Pages>
  <Words>6718</Words>
  <Characters>39640</Characters>
  <Application>Microsoft Office Word</Application>
  <DocSecurity>0</DocSecurity>
  <Lines>330</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Hocký Petr, Mgr.</cp:lastModifiedBy>
  <cp:revision>4</cp:revision>
  <cp:lastPrinted>2023-04-11T09:26:00Z</cp:lastPrinted>
  <dcterms:created xsi:type="dcterms:W3CDTF">2024-12-18T11:04:00Z</dcterms:created>
  <dcterms:modified xsi:type="dcterms:W3CDTF">2024-12-18T11:30:00Z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